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38AB95" w14:textId="77777777" w:rsidR="000E1842" w:rsidRPr="00887780" w:rsidRDefault="00604A93" w:rsidP="00B1399B">
      <w:pPr>
        <w:ind w:left="7080"/>
        <w:jc w:val="right"/>
        <w:rPr>
          <w:rFonts w:ascii="Times New Roman" w:eastAsia="Times New Roman" w:hAnsi="Times New Roman"/>
          <w:b/>
          <w:sz w:val="24"/>
          <w:szCs w:val="24"/>
          <w:lang w:eastAsia="fr-FR"/>
        </w:rPr>
      </w:pPr>
      <w:r w:rsidRPr="00887780">
        <w:rPr>
          <w:rFonts w:ascii="Times New Roman" w:hAnsi="Times New Roman"/>
          <w:b/>
          <w:sz w:val="24"/>
          <w:szCs w:val="24"/>
          <w:lang w:eastAsia="bg-BG"/>
        </w:rPr>
        <w:t xml:space="preserve">Приложение </w:t>
      </w:r>
      <w:r w:rsidR="00A101C1" w:rsidRPr="00887780">
        <w:rPr>
          <w:rFonts w:ascii="Times New Roman" w:hAnsi="Times New Roman"/>
          <w:b/>
          <w:sz w:val="24"/>
          <w:szCs w:val="24"/>
          <w:lang w:val="en-US" w:eastAsia="bg-BG"/>
        </w:rPr>
        <w:t>1</w:t>
      </w:r>
      <w:r w:rsidR="0096145C" w:rsidRPr="00887780">
        <w:rPr>
          <w:rFonts w:ascii="Times New Roman" w:hAnsi="Times New Roman"/>
          <w:b/>
          <w:sz w:val="24"/>
          <w:szCs w:val="24"/>
          <w:lang w:eastAsia="bg-BG"/>
        </w:rPr>
        <w:t>5</w:t>
      </w:r>
    </w:p>
    <w:p w14:paraId="4D1B4207" w14:textId="77777777" w:rsidR="00B74FFF" w:rsidRPr="00887780" w:rsidRDefault="00B74FFF" w:rsidP="00B74FF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29C0EAA6" w14:textId="77777777" w:rsidR="000E1842" w:rsidRPr="00887780" w:rsidRDefault="000E1842" w:rsidP="00B74FF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887780">
        <w:rPr>
          <w:rFonts w:ascii="Times New Roman" w:hAnsi="Times New Roman"/>
          <w:b/>
          <w:sz w:val="24"/>
          <w:szCs w:val="24"/>
        </w:rPr>
        <w:t>АДМИНИСТРАТИВЕН ДОГОВОР</w:t>
      </w:r>
    </w:p>
    <w:p w14:paraId="68F6AF8E" w14:textId="77777777" w:rsidR="00B1399B" w:rsidRPr="00887780" w:rsidRDefault="00B1399B" w:rsidP="00B1399B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887780">
        <w:rPr>
          <w:rFonts w:ascii="Times New Roman" w:hAnsi="Times New Roman"/>
          <w:b/>
          <w:sz w:val="24"/>
          <w:szCs w:val="24"/>
        </w:rPr>
        <w:t xml:space="preserve">за предоставяне на безвъзмездна финансова помощ </w:t>
      </w:r>
    </w:p>
    <w:p w14:paraId="5AB9BED7" w14:textId="77777777" w:rsidR="00BD3392" w:rsidRPr="00887780" w:rsidRDefault="00BD3392" w:rsidP="00B74FF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887780">
        <w:rPr>
          <w:rFonts w:ascii="Times New Roman" w:hAnsi="Times New Roman"/>
          <w:b/>
          <w:sz w:val="24"/>
          <w:szCs w:val="24"/>
        </w:rPr>
        <w:t>п</w:t>
      </w:r>
      <w:r w:rsidR="00B95BED" w:rsidRPr="00887780">
        <w:rPr>
          <w:rFonts w:ascii="Times New Roman" w:hAnsi="Times New Roman"/>
          <w:b/>
          <w:sz w:val="24"/>
          <w:szCs w:val="24"/>
        </w:rPr>
        <w:t>о</w:t>
      </w:r>
    </w:p>
    <w:p w14:paraId="22DB194C" w14:textId="77777777" w:rsidR="00B95BED" w:rsidRPr="00887780" w:rsidRDefault="00B95BED" w:rsidP="00B74FF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887780">
        <w:rPr>
          <w:rFonts w:ascii="Times New Roman" w:hAnsi="Times New Roman"/>
          <w:b/>
          <w:sz w:val="24"/>
          <w:szCs w:val="24"/>
        </w:rPr>
        <w:t xml:space="preserve"> </w:t>
      </w:r>
      <w:r w:rsidR="00DE33F3" w:rsidRPr="00887780">
        <w:rPr>
          <w:rFonts w:ascii="Times New Roman" w:eastAsia="Times New Roman" w:hAnsi="Times New Roman"/>
          <w:b/>
          <w:snapToGrid w:val="0"/>
          <w:sz w:val="24"/>
          <w:szCs w:val="24"/>
        </w:rPr>
        <w:t>ПРОГРАМА „</w:t>
      </w:r>
      <w:r w:rsidR="005F1C26" w:rsidRPr="00887780">
        <w:rPr>
          <w:rFonts w:ascii="Times New Roman" w:eastAsia="Times New Roman" w:hAnsi="Times New Roman"/>
          <w:b/>
          <w:snapToGrid w:val="0"/>
          <w:sz w:val="24"/>
          <w:szCs w:val="24"/>
        </w:rPr>
        <w:t>НАУЧНИ ИЗСЛЕДВАНИЯ, ИНОВАЦИИ И ДИГИТАЛИЗАЦИЯ ЗА ИНТЕЛИГЕНТНА ТРАНСФОРМАЦИЯ</w:t>
      </w:r>
      <w:r w:rsidR="00DE33F3" w:rsidRPr="00887780">
        <w:rPr>
          <w:rFonts w:ascii="Times New Roman" w:eastAsia="Times New Roman" w:hAnsi="Times New Roman"/>
          <w:b/>
          <w:snapToGrid w:val="0"/>
          <w:sz w:val="24"/>
          <w:szCs w:val="24"/>
        </w:rPr>
        <w:t>“ 2021-</w:t>
      </w:r>
      <w:r w:rsidR="00CA177B" w:rsidRPr="00887780">
        <w:rPr>
          <w:rFonts w:ascii="Times New Roman" w:eastAsia="Times New Roman" w:hAnsi="Times New Roman"/>
          <w:b/>
          <w:snapToGrid w:val="0"/>
          <w:sz w:val="24"/>
          <w:szCs w:val="24"/>
        </w:rPr>
        <w:t>2027 г.</w:t>
      </w:r>
    </w:p>
    <w:p w14:paraId="4A662E42" w14:textId="77777777" w:rsidR="00B1399B" w:rsidRPr="00887780" w:rsidRDefault="00B1399B" w:rsidP="00FD3720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4D0975EA" w14:textId="77777777" w:rsidR="00B1399B" w:rsidRPr="00887780" w:rsidRDefault="00FD3720" w:rsidP="00B1399B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887780">
        <w:rPr>
          <w:rFonts w:ascii="Times New Roman" w:hAnsi="Times New Roman"/>
          <w:b/>
          <w:sz w:val="24"/>
          <w:szCs w:val="24"/>
        </w:rPr>
        <w:t xml:space="preserve">Процедура </w:t>
      </w:r>
      <w:proofErr w:type="spellStart"/>
      <w:r w:rsidR="00B1399B" w:rsidRPr="00887780">
        <w:rPr>
          <w:rFonts w:ascii="Times New Roman" w:hAnsi="Times New Roman"/>
          <w:b/>
          <w:sz w:val="24"/>
          <w:szCs w:val="24"/>
          <w:lang w:val="en-US"/>
        </w:rPr>
        <w:t>чрез</w:t>
      </w:r>
      <w:proofErr w:type="spellEnd"/>
      <w:r w:rsidRPr="00887780">
        <w:rPr>
          <w:rFonts w:ascii="Times New Roman" w:hAnsi="Times New Roman"/>
          <w:b/>
          <w:sz w:val="24"/>
          <w:szCs w:val="24"/>
        </w:rPr>
        <w:t xml:space="preserve"> подбор на </w:t>
      </w:r>
      <w:r w:rsidR="00B1399B" w:rsidRPr="00887780">
        <w:rPr>
          <w:rFonts w:ascii="Times New Roman" w:hAnsi="Times New Roman"/>
          <w:b/>
          <w:sz w:val="24"/>
          <w:szCs w:val="24"/>
        </w:rPr>
        <w:t>проектни предложения</w:t>
      </w:r>
    </w:p>
    <w:p w14:paraId="7EFD66F9" w14:textId="77777777" w:rsidR="00B74FFF" w:rsidRPr="00887780" w:rsidRDefault="005F1C26" w:rsidP="00B1399B">
      <w:pPr>
        <w:spacing w:after="0"/>
        <w:jc w:val="center"/>
        <w:rPr>
          <w:rFonts w:ascii="Times New Roman" w:hAnsi="Times New Roman"/>
          <w:b/>
          <w:sz w:val="24"/>
          <w:szCs w:val="24"/>
          <w:lang w:val="en-US"/>
        </w:rPr>
      </w:pPr>
      <w:r w:rsidRPr="00887780">
        <w:rPr>
          <w:rFonts w:ascii="Times New Roman" w:hAnsi="Times New Roman"/>
          <w:b/>
          <w:sz w:val="24"/>
          <w:szCs w:val="24"/>
        </w:rPr>
        <w:t xml:space="preserve">BG16RFPR002-1.005 </w:t>
      </w:r>
      <w:r w:rsidR="00C264D7" w:rsidRPr="00887780">
        <w:rPr>
          <w:rFonts w:ascii="Times New Roman" w:hAnsi="Times New Roman"/>
          <w:b/>
          <w:sz w:val="24"/>
          <w:szCs w:val="24"/>
        </w:rPr>
        <w:t>„</w:t>
      </w:r>
      <w:r w:rsidRPr="00887780">
        <w:rPr>
          <w:rFonts w:ascii="Times New Roman" w:hAnsi="Times New Roman"/>
          <w:b/>
          <w:sz w:val="24"/>
          <w:szCs w:val="24"/>
        </w:rPr>
        <w:t>Малки иновативни грантове  за малки и средни предприятия (МСП)</w:t>
      </w:r>
      <w:r w:rsidR="00C264D7" w:rsidRPr="00887780">
        <w:rPr>
          <w:rFonts w:ascii="Times New Roman" w:hAnsi="Times New Roman"/>
          <w:b/>
          <w:sz w:val="24"/>
          <w:szCs w:val="24"/>
        </w:rPr>
        <w:t>“</w:t>
      </w:r>
    </w:p>
    <w:p w14:paraId="5A645DE9" w14:textId="77777777" w:rsidR="00DE33F3" w:rsidRPr="00887780" w:rsidRDefault="00DE33F3" w:rsidP="00B74FFF">
      <w:pPr>
        <w:spacing w:after="0"/>
        <w:jc w:val="center"/>
        <w:rPr>
          <w:rFonts w:ascii="Times New Roman" w:hAnsi="Times New Roman"/>
          <w:b/>
          <w:sz w:val="24"/>
          <w:szCs w:val="24"/>
          <w:lang w:val="en-US"/>
        </w:rPr>
      </w:pPr>
    </w:p>
    <w:p w14:paraId="57738C6F" w14:textId="77777777" w:rsidR="007C2405" w:rsidRPr="00887780" w:rsidRDefault="007C2405" w:rsidP="00B74FF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06DF6188" w14:textId="77777777" w:rsidR="0022579D" w:rsidRPr="00887780" w:rsidRDefault="00B95BED" w:rsidP="00B74FFF">
      <w:pPr>
        <w:pStyle w:val="ListParagraph"/>
        <w:spacing w:after="0"/>
        <w:ind w:left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887780">
        <w:rPr>
          <w:rFonts w:ascii="Times New Roman" w:eastAsia="Times New Roman" w:hAnsi="Times New Roman"/>
          <w:b/>
          <w:sz w:val="24"/>
          <w:szCs w:val="24"/>
          <w:lang w:eastAsia="fr-FR"/>
        </w:rPr>
        <w:t>Настоящият договор се сключва на основание чл.</w:t>
      </w:r>
      <w:r w:rsidR="00604A93" w:rsidRPr="00887780">
        <w:rPr>
          <w:rFonts w:ascii="Times New Roman" w:eastAsia="Times New Roman" w:hAnsi="Times New Roman"/>
          <w:b/>
          <w:sz w:val="24"/>
          <w:szCs w:val="24"/>
          <w:lang w:eastAsia="fr-FR"/>
        </w:rPr>
        <w:t xml:space="preserve"> </w:t>
      </w:r>
      <w:r w:rsidR="00042A77" w:rsidRPr="00887780">
        <w:rPr>
          <w:rFonts w:ascii="Times New Roman" w:eastAsia="Times New Roman" w:hAnsi="Times New Roman"/>
          <w:b/>
          <w:sz w:val="24"/>
          <w:szCs w:val="24"/>
          <w:lang w:eastAsia="fr-FR"/>
        </w:rPr>
        <w:t>37</w:t>
      </w:r>
      <w:r w:rsidR="00604A93" w:rsidRPr="00887780">
        <w:rPr>
          <w:rFonts w:ascii="Times New Roman" w:eastAsia="Times New Roman" w:hAnsi="Times New Roman"/>
          <w:b/>
          <w:sz w:val="24"/>
          <w:szCs w:val="24"/>
          <w:lang w:eastAsia="fr-FR"/>
        </w:rPr>
        <w:t>, ал.</w:t>
      </w:r>
      <w:r w:rsidR="00CA177B" w:rsidRPr="00887780">
        <w:rPr>
          <w:rFonts w:ascii="Times New Roman" w:eastAsia="Times New Roman" w:hAnsi="Times New Roman"/>
          <w:b/>
          <w:sz w:val="24"/>
          <w:szCs w:val="24"/>
          <w:lang w:eastAsia="fr-FR"/>
        </w:rPr>
        <w:t xml:space="preserve"> </w:t>
      </w:r>
      <w:r w:rsidR="00042A77" w:rsidRPr="00887780">
        <w:rPr>
          <w:rFonts w:ascii="Times New Roman" w:eastAsia="Times New Roman" w:hAnsi="Times New Roman"/>
          <w:b/>
          <w:sz w:val="24"/>
          <w:szCs w:val="24"/>
          <w:lang w:eastAsia="fr-FR"/>
        </w:rPr>
        <w:t>3</w:t>
      </w:r>
      <w:r w:rsidR="00604A93" w:rsidRPr="00887780">
        <w:rPr>
          <w:rFonts w:ascii="Times New Roman" w:eastAsia="Times New Roman" w:hAnsi="Times New Roman"/>
          <w:b/>
          <w:sz w:val="24"/>
          <w:szCs w:val="24"/>
          <w:lang w:eastAsia="fr-FR"/>
        </w:rPr>
        <w:t xml:space="preserve"> от </w:t>
      </w:r>
      <w:r w:rsidR="00CA177B" w:rsidRPr="00887780">
        <w:rPr>
          <w:rFonts w:ascii="Times New Roman" w:eastAsia="Times New Roman" w:hAnsi="Times New Roman"/>
          <w:b/>
          <w:sz w:val="24"/>
          <w:szCs w:val="24"/>
          <w:lang w:eastAsia="fr-FR"/>
        </w:rPr>
        <w:t xml:space="preserve">Закона за управление на средствата от </w:t>
      </w:r>
      <w:proofErr w:type="spellStart"/>
      <w:r w:rsidR="00630FDC" w:rsidRPr="00887780">
        <w:rPr>
          <w:rFonts w:ascii="Times New Roman" w:hAnsi="Times New Roman"/>
          <w:b/>
          <w:sz w:val="24"/>
        </w:rPr>
        <w:t>E</w:t>
      </w:r>
      <w:r w:rsidR="00CA177B" w:rsidRPr="00887780">
        <w:rPr>
          <w:rFonts w:ascii="Times New Roman" w:eastAsia="Times New Roman" w:hAnsi="Times New Roman"/>
          <w:b/>
          <w:sz w:val="24"/>
          <w:szCs w:val="24"/>
          <w:lang w:eastAsia="fr-FR"/>
        </w:rPr>
        <w:t>вропейските</w:t>
      </w:r>
      <w:proofErr w:type="spellEnd"/>
      <w:r w:rsidR="00CA177B" w:rsidRPr="00887780">
        <w:rPr>
          <w:rFonts w:ascii="Times New Roman" w:eastAsia="Times New Roman" w:hAnsi="Times New Roman"/>
          <w:b/>
          <w:sz w:val="24"/>
          <w:szCs w:val="24"/>
          <w:lang w:eastAsia="fr-FR"/>
        </w:rPr>
        <w:t xml:space="preserve"> фондове при споделено управление</w:t>
      </w:r>
      <w:r w:rsidR="00CA177B" w:rsidRPr="00887780">
        <w:rPr>
          <w:rFonts w:ascii="Times New Roman" w:eastAsia="Times New Roman" w:hAnsi="Times New Roman"/>
          <w:sz w:val="24"/>
          <w:szCs w:val="24"/>
          <w:lang w:eastAsia="fr-FR"/>
        </w:rPr>
        <w:t xml:space="preserve"> (ЗУСЕФСУ)</w:t>
      </w:r>
      <w:r w:rsidRPr="00887780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065424" w:rsidRPr="00887780">
        <w:rPr>
          <w:rFonts w:ascii="Times New Roman" w:eastAsia="Times New Roman" w:hAnsi="Times New Roman"/>
          <w:sz w:val="24"/>
          <w:szCs w:val="24"/>
          <w:lang w:eastAsia="fr-FR"/>
        </w:rPr>
        <w:t>и</w:t>
      </w:r>
      <w:r w:rsidR="0022579D" w:rsidRPr="00887780">
        <w:rPr>
          <w:rFonts w:ascii="Times New Roman" w:eastAsia="Times New Roman" w:hAnsi="Times New Roman"/>
          <w:sz w:val="24"/>
          <w:szCs w:val="24"/>
          <w:lang w:eastAsia="fr-FR"/>
        </w:rPr>
        <w:t xml:space="preserve"> Решение № 712 на Министерския съвет от 2020 г. за определяне на структурите, отговорни за управлението, контрола, отчетността, координацията и одита на програмите, съфинансирани от Европейския фонд за регионално развитие, Европейския социален фонд, Кохезионния фонд, </w:t>
      </w:r>
      <w:r w:rsidR="00B96D10" w:rsidRPr="00887780">
        <w:rPr>
          <w:rFonts w:ascii="Times New Roman" w:eastAsia="Times New Roman" w:hAnsi="Times New Roman"/>
          <w:sz w:val="24"/>
          <w:szCs w:val="24"/>
          <w:lang w:val="en-US" w:eastAsia="fr-FR"/>
        </w:rPr>
        <w:t>E</w:t>
      </w:r>
      <w:proofErr w:type="spellStart"/>
      <w:r w:rsidR="00065424" w:rsidRPr="00887780">
        <w:rPr>
          <w:rFonts w:ascii="Times New Roman" w:eastAsia="Times New Roman" w:hAnsi="Times New Roman"/>
          <w:sz w:val="24"/>
          <w:szCs w:val="24"/>
          <w:lang w:eastAsia="fr-FR"/>
        </w:rPr>
        <w:t>вропейския</w:t>
      </w:r>
      <w:proofErr w:type="spellEnd"/>
      <w:r w:rsidR="0022579D" w:rsidRPr="00887780">
        <w:rPr>
          <w:rFonts w:ascii="Times New Roman" w:eastAsia="Times New Roman" w:hAnsi="Times New Roman"/>
          <w:sz w:val="24"/>
          <w:szCs w:val="24"/>
          <w:lang w:eastAsia="fr-FR"/>
        </w:rPr>
        <w:t xml:space="preserve"> фонд за морско дело, рибарство и </w:t>
      </w:r>
      <w:proofErr w:type="spellStart"/>
      <w:r w:rsidR="0022579D" w:rsidRPr="00887780">
        <w:rPr>
          <w:rFonts w:ascii="Times New Roman" w:eastAsia="Times New Roman" w:hAnsi="Times New Roman"/>
          <w:sz w:val="24"/>
          <w:szCs w:val="24"/>
          <w:lang w:eastAsia="fr-FR"/>
        </w:rPr>
        <w:t>аквакултури</w:t>
      </w:r>
      <w:proofErr w:type="spellEnd"/>
      <w:r w:rsidR="0022579D" w:rsidRPr="00887780">
        <w:rPr>
          <w:rFonts w:ascii="Times New Roman" w:eastAsia="Times New Roman" w:hAnsi="Times New Roman"/>
          <w:sz w:val="24"/>
          <w:szCs w:val="24"/>
          <w:lang w:eastAsia="fr-FR"/>
        </w:rPr>
        <w:t>, Фонда за справедлив преход, Европейския фонд за гарантиране на земеделието, Европейския земеделски фонд за развитие на селските райони, Фонд „Вътрешна сигурност”, Фонд „Убежище</w:t>
      </w:r>
      <w:r w:rsidR="00065424" w:rsidRPr="00887780">
        <w:rPr>
          <w:rFonts w:ascii="Times New Roman" w:eastAsia="Times New Roman" w:hAnsi="Times New Roman"/>
          <w:sz w:val="24"/>
          <w:szCs w:val="24"/>
          <w:lang w:eastAsia="fr-FR"/>
        </w:rPr>
        <w:t>,</w:t>
      </w:r>
      <w:r w:rsidR="0022579D" w:rsidRPr="00887780">
        <w:rPr>
          <w:rFonts w:ascii="Times New Roman" w:eastAsia="Times New Roman" w:hAnsi="Times New Roman"/>
          <w:sz w:val="24"/>
          <w:szCs w:val="24"/>
          <w:lang w:eastAsia="fr-FR"/>
        </w:rPr>
        <w:t xml:space="preserve"> миграция</w:t>
      </w:r>
      <w:r w:rsidR="00065424" w:rsidRPr="00887780">
        <w:rPr>
          <w:rFonts w:ascii="Times New Roman" w:eastAsia="Times New Roman" w:hAnsi="Times New Roman"/>
          <w:sz w:val="24"/>
          <w:szCs w:val="24"/>
          <w:lang w:eastAsia="fr-FR"/>
        </w:rPr>
        <w:t xml:space="preserve"> и интеграция”</w:t>
      </w:r>
      <w:r w:rsidR="0022579D" w:rsidRPr="00887780">
        <w:rPr>
          <w:rFonts w:ascii="Times New Roman" w:eastAsia="Times New Roman" w:hAnsi="Times New Roman"/>
          <w:sz w:val="24"/>
          <w:szCs w:val="24"/>
          <w:lang w:eastAsia="fr-FR"/>
        </w:rPr>
        <w:t xml:space="preserve"> и </w:t>
      </w:r>
      <w:r w:rsidR="00DD5159" w:rsidRPr="00887780">
        <w:rPr>
          <w:rFonts w:ascii="Times New Roman" w:eastAsia="Times New Roman" w:hAnsi="Times New Roman"/>
          <w:sz w:val="24"/>
          <w:szCs w:val="24"/>
          <w:lang w:eastAsia="fr-FR"/>
        </w:rPr>
        <w:t>„</w:t>
      </w:r>
      <w:r w:rsidR="0022579D" w:rsidRPr="00887780">
        <w:rPr>
          <w:rFonts w:ascii="Times New Roman" w:eastAsia="Times New Roman" w:hAnsi="Times New Roman"/>
          <w:sz w:val="24"/>
          <w:szCs w:val="24"/>
          <w:lang w:eastAsia="fr-FR"/>
        </w:rPr>
        <w:t xml:space="preserve">Инструмента за </w:t>
      </w:r>
      <w:r w:rsidR="00DD5159" w:rsidRPr="00887780">
        <w:rPr>
          <w:rFonts w:ascii="Times New Roman" w:eastAsia="Times New Roman" w:hAnsi="Times New Roman"/>
          <w:sz w:val="24"/>
          <w:szCs w:val="24"/>
          <w:lang w:eastAsia="fr-FR"/>
        </w:rPr>
        <w:t xml:space="preserve">финансова подкрепа за </w:t>
      </w:r>
      <w:r w:rsidR="0022579D" w:rsidRPr="00887780">
        <w:rPr>
          <w:rFonts w:ascii="Times New Roman" w:eastAsia="Times New Roman" w:hAnsi="Times New Roman"/>
          <w:sz w:val="24"/>
          <w:szCs w:val="24"/>
          <w:lang w:eastAsia="fr-FR"/>
        </w:rPr>
        <w:t xml:space="preserve">управлението на границите и </w:t>
      </w:r>
      <w:r w:rsidR="00306059" w:rsidRPr="00887780">
        <w:rPr>
          <w:rFonts w:ascii="Times New Roman" w:eastAsia="Times New Roman" w:hAnsi="Times New Roman"/>
          <w:sz w:val="24"/>
          <w:szCs w:val="24"/>
          <w:lang w:eastAsia="fr-FR"/>
        </w:rPr>
        <w:t>визовата политика”</w:t>
      </w:r>
      <w:r w:rsidR="0022579D" w:rsidRPr="00887780">
        <w:rPr>
          <w:rFonts w:ascii="Times New Roman" w:eastAsia="Times New Roman" w:hAnsi="Times New Roman"/>
          <w:sz w:val="24"/>
          <w:szCs w:val="24"/>
          <w:lang w:eastAsia="fr-FR"/>
        </w:rPr>
        <w:t xml:space="preserve"> като част от Фонда за интегрирано управление на границите за програмен период 2021-2027 г., и програмите за сътрудничество, в които Република България участва за програмен период 2021-2027 г. (изм. с Решение № 272 на Министерския съвет от 28 април 2022 г</w:t>
      </w:r>
      <w:r w:rsidR="00065424" w:rsidRPr="00887780">
        <w:rPr>
          <w:rFonts w:ascii="Times New Roman" w:eastAsia="Times New Roman" w:hAnsi="Times New Roman"/>
          <w:sz w:val="24"/>
          <w:szCs w:val="24"/>
          <w:lang w:eastAsia="fr-FR"/>
        </w:rPr>
        <w:t>., Решение № 519 на Министерския съвет от 22 юли 2022 г. и Решение № 275 от 6 април 2023 г.),</w:t>
      </w:r>
      <w:r w:rsidR="00993245" w:rsidRPr="00887780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Pr="00887780">
        <w:rPr>
          <w:rFonts w:ascii="Times New Roman" w:eastAsia="Times New Roman" w:hAnsi="Times New Roman"/>
          <w:sz w:val="24"/>
          <w:szCs w:val="24"/>
          <w:lang w:eastAsia="fr-FR"/>
        </w:rPr>
        <w:t>във връзка с постъпило</w:t>
      </w:r>
      <w:r w:rsidR="00604A93" w:rsidRPr="00887780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Pr="00887780">
        <w:rPr>
          <w:rFonts w:ascii="Times New Roman" w:eastAsia="Times New Roman" w:hAnsi="Times New Roman"/>
          <w:sz w:val="24"/>
          <w:szCs w:val="24"/>
          <w:lang w:eastAsia="fr-FR"/>
        </w:rPr>
        <w:t>проектно предложение</w:t>
      </w:r>
      <w:r w:rsidR="001B761A" w:rsidRPr="00887780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CA177B" w:rsidRPr="00887780">
        <w:rPr>
          <w:rFonts w:ascii="Times New Roman" w:eastAsia="Times New Roman" w:hAnsi="Times New Roman"/>
          <w:sz w:val="24"/>
          <w:szCs w:val="24"/>
          <w:lang w:eastAsia="fr-FR"/>
        </w:rPr>
        <w:t xml:space="preserve">в </w:t>
      </w:r>
      <w:r w:rsidR="0003415E" w:rsidRPr="00887780">
        <w:rPr>
          <w:rFonts w:ascii="Times New Roman" w:eastAsia="Times New Roman" w:hAnsi="Times New Roman"/>
          <w:sz w:val="24"/>
          <w:szCs w:val="24"/>
          <w:lang w:eastAsia="fr-FR"/>
        </w:rPr>
        <w:t>Информационната система за управление и наблюдение на средствата от ЕФСУ (</w:t>
      </w:r>
      <w:r w:rsidR="007B2F77" w:rsidRPr="00887780">
        <w:rPr>
          <w:rFonts w:ascii="Times New Roman" w:eastAsia="Times New Roman" w:hAnsi="Times New Roman"/>
          <w:sz w:val="24"/>
          <w:szCs w:val="24"/>
          <w:lang w:eastAsia="fr-FR"/>
        </w:rPr>
        <w:t>наричана по-нататък ИСУН</w:t>
      </w:r>
      <w:r w:rsidR="0003415E" w:rsidRPr="00887780">
        <w:rPr>
          <w:rFonts w:ascii="Times New Roman" w:eastAsia="Times New Roman" w:hAnsi="Times New Roman"/>
          <w:sz w:val="24"/>
          <w:szCs w:val="24"/>
          <w:lang w:eastAsia="fr-FR"/>
        </w:rPr>
        <w:t>)</w:t>
      </w:r>
      <w:r w:rsidR="003C6A41" w:rsidRPr="00887780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630FDC" w:rsidRPr="00887780">
        <w:rPr>
          <w:rFonts w:ascii="Times New Roman" w:eastAsia="Times New Roman" w:hAnsi="Times New Roman"/>
          <w:sz w:val="24"/>
          <w:szCs w:val="24"/>
          <w:lang w:eastAsia="fr-FR"/>
        </w:rPr>
        <w:t>с</w:t>
      </w:r>
      <w:r w:rsidR="00630FDC" w:rsidRPr="00887780">
        <w:rPr>
          <w:rFonts w:ascii="Times New Roman" w:hAnsi="Times New Roman"/>
          <w:sz w:val="24"/>
        </w:rPr>
        <w:t xml:space="preserve"> </w:t>
      </w:r>
      <w:r w:rsidR="00630FDC" w:rsidRPr="00887780">
        <w:rPr>
          <w:rFonts w:ascii="Times New Roman" w:eastAsia="Times New Roman" w:hAnsi="Times New Roman"/>
          <w:sz w:val="24"/>
          <w:szCs w:val="24"/>
          <w:lang w:eastAsia="fr-FR"/>
        </w:rPr>
        <w:t>номер</w:t>
      </w:r>
      <w:r w:rsidRPr="00887780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604A93" w:rsidRPr="00887780">
        <w:rPr>
          <w:rFonts w:ascii="Times New Roman" w:eastAsia="Times New Roman" w:hAnsi="Times New Roman"/>
          <w:sz w:val="24"/>
          <w:szCs w:val="24"/>
          <w:lang w:eastAsia="fr-FR"/>
        </w:rPr>
        <w:t>........</w:t>
      </w:r>
      <w:r w:rsidR="00B74FFF" w:rsidRPr="00887780">
        <w:rPr>
          <w:rFonts w:ascii="Times New Roman" w:eastAsia="Times New Roman" w:hAnsi="Times New Roman"/>
          <w:sz w:val="24"/>
          <w:szCs w:val="24"/>
          <w:lang w:eastAsia="fr-FR"/>
        </w:rPr>
        <w:t>..</w:t>
      </w:r>
      <w:r w:rsidR="00604A93" w:rsidRPr="00887780">
        <w:rPr>
          <w:rFonts w:ascii="Times New Roman" w:eastAsia="Times New Roman" w:hAnsi="Times New Roman"/>
          <w:sz w:val="24"/>
          <w:szCs w:val="24"/>
          <w:lang w:eastAsia="fr-FR"/>
        </w:rPr>
        <w:t>..............................</w:t>
      </w:r>
      <w:r w:rsidR="00B74FFF" w:rsidRPr="00887780">
        <w:rPr>
          <w:rFonts w:ascii="Times New Roman" w:eastAsia="Times New Roman" w:hAnsi="Times New Roman"/>
          <w:sz w:val="24"/>
          <w:szCs w:val="24"/>
          <w:lang w:eastAsia="fr-FR"/>
        </w:rPr>
        <w:t>...............</w:t>
      </w:r>
      <w:r w:rsidR="00604A93" w:rsidRPr="00887780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Pr="00887780">
        <w:rPr>
          <w:rFonts w:ascii="Times New Roman" w:eastAsia="Times New Roman" w:hAnsi="Times New Roman"/>
          <w:sz w:val="24"/>
          <w:szCs w:val="24"/>
          <w:lang w:eastAsia="fr-FR"/>
        </w:rPr>
        <w:t>и т.</w:t>
      </w:r>
      <w:r w:rsidR="00630FDC" w:rsidRPr="00887780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604A93" w:rsidRPr="00887780">
        <w:rPr>
          <w:rFonts w:ascii="Times New Roman" w:eastAsia="Times New Roman" w:hAnsi="Times New Roman"/>
          <w:sz w:val="24"/>
          <w:szCs w:val="24"/>
          <w:lang w:eastAsia="fr-FR"/>
        </w:rPr>
        <w:t>...</w:t>
      </w:r>
      <w:r w:rsidRPr="00887780">
        <w:rPr>
          <w:rFonts w:ascii="Times New Roman" w:eastAsia="Times New Roman" w:hAnsi="Times New Roman"/>
          <w:sz w:val="24"/>
          <w:szCs w:val="24"/>
          <w:lang w:eastAsia="fr-FR"/>
        </w:rPr>
        <w:t xml:space="preserve"> от </w:t>
      </w:r>
      <w:r w:rsidR="00CA177B" w:rsidRPr="00887780">
        <w:rPr>
          <w:rFonts w:ascii="Times New Roman" w:eastAsia="Times New Roman" w:hAnsi="Times New Roman"/>
          <w:sz w:val="24"/>
          <w:szCs w:val="24"/>
          <w:lang w:eastAsia="fr-FR"/>
        </w:rPr>
        <w:t>О</w:t>
      </w:r>
      <w:r w:rsidRPr="00887780">
        <w:rPr>
          <w:rFonts w:ascii="Times New Roman" w:eastAsia="Times New Roman" w:hAnsi="Times New Roman"/>
          <w:sz w:val="24"/>
          <w:szCs w:val="24"/>
          <w:lang w:eastAsia="fr-FR"/>
        </w:rPr>
        <w:t>ценителен доклад</w:t>
      </w:r>
      <w:r w:rsidR="00A94E5C" w:rsidRPr="00887780">
        <w:rPr>
          <w:rFonts w:ascii="Times New Roman" w:eastAsia="Times New Roman" w:hAnsi="Times New Roman"/>
          <w:sz w:val="24"/>
          <w:szCs w:val="24"/>
          <w:lang w:eastAsia="fr-FR"/>
        </w:rPr>
        <w:t xml:space="preserve">, </w:t>
      </w:r>
      <w:r w:rsidR="00A94E5C" w:rsidRPr="00887780">
        <w:rPr>
          <w:rFonts w:ascii="Times New Roman" w:hAnsi="Times New Roman"/>
          <w:sz w:val="24"/>
        </w:rPr>
        <w:t>(</w:t>
      </w:r>
      <w:r w:rsidR="00A94E5C" w:rsidRPr="00887780">
        <w:rPr>
          <w:rFonts w:ascii="Times New Roman" w:eastAsia="Times New Roman" w:hAnsi="Times New Roman"/>
          <w:sz w:val="24"/>
          <w:szCs w:val="24"/>
          <w:lang w:eastAsia="fr-FR"/>
        </w:rPr>
        <w:t xml:space="preserve">изготвен на </w:t>
      </w:r>
      <w:r w:rsidR="001C5C8A" w:rsidRPr="00887780">
        <w:rPr>
          <w:rFonts w:ascii="Times New Roman" w:eastAsia="Times New Roman" w:hAnsi="Times New Roman"/>
          <w:sz w:val="24"/>
          <w:szCs w:val="24"/>
          <w:lang w:eastAsia="fr-FR"/>
        </w:rPr>
        <w:t>основание</w:t>
      </w:r>
      <w:r w:rsidR="00A94E5C" w:rsidRPr="00887780">
        <w:rPr>
          <w:rFonts w:ascii="Times New Roman" w:eastAsia="Times New Roman" w:hAnsi="Times New Roman"/>
          <w:sz w:val="24"/>
          <w:szCs w:val="24"/>
          <w:lang w:eastAsia="fr-FR"/>
        </w:rPr>
        <w:t xml:space="preserve"> чл. 35 от ЗУСЕФСУ), одобрен от </w:t>
      </w:r>
      <w:r w:rsidR="00FD3720" w:rsidRPr="00887780">
        <w:rPr>
          <w:rFonts w:ascii="Times New Roman" w:eastAsia="Times New Roman" w:hAnsi="Times New Roman"/>
          <w:sz w:val="24"/>
          <w:szCs w:val="24"/>
          <w:lang w:eastAsia="fr-FR"/>
        </w:rPr>
        <w:t xml:space="preserve">Ръководителя на Управляващия орган </w:t>
      </w:r>
      <w:r w:rsidR="00C166EB" w:rsidRPr="00887780">
        <w:rPr>
          <w:rFonts w:ascii="Times New Roman" w:eastAsia="Times New Roman" w:hAnsi="Times New Roman"/>
          <w:sz w:val="24"/>
          <w:szCs w:val="24"/>
          <w:lang w:eastAsia="fr-FR"/>
        </w:rPr>
        <w:t>на програма „Научни изследвания, иновации и дигитализация за интелигентна трансформация“ 2021-2027 г.</w:t>
      </w:r>
      <w:r w:rsidR="00FD3720" w:rsidRPr="00887780">
        <w:rPr>
          <w:rFonts w:ascii="Times New Roman" w:eastAsia="Times New Roman" w:hAnsi="Times New Roman"/>
          <w:sz w:val="24"/>
          <w:szCs w:val="24"/>
          <w:lang w:eastAsia="fr-FR"/>
        </w:rPr>
        <w:t xml:space="preserve"> (УО на </w:t>
      </w:r>
      <w:r w:rsidR="00C166EB" w:rsidRPr="00887780">
        <w:rPr>
          <w:rFonts w:ascii="Times New Roman" w:eastAsia="Times New Roman" w:hAnsi="Times New Roman"/>
          <w:sz w:val="24"/>
          <w:szCs w:val="24"/>
          <w:lang w:eastAsia="fr-FR"/>
        </w:rPr>
        <w:t>ПНИИДИТ</w:t>
      </w:r>
      <w:r w:rsidR="00FD3720" w:rsidRPr="00887780">
        <w:rPr>
          <w:rFonts w:ascii="Times New Roman" w:eastAsia="Times New Roman" w:hAnsi="Times New Roman"/>
          <w:sz w:val="24"/>
          <w:szCs w:val="24"/>
          <w:lang w:eastAsia="fr-FR"/>
        </w:rPr>
        <w:t>)</w:t>
      </w:r>
      <w:r w:rsidR="003C6A41" w:rsidRPr="00887780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9A7C1B" w:rsidRPr="00887780">
        <w:rPr>
          <w:rFonts w:ascii="Times New Roman" w:eastAsia="Times New Roman" w:hAnsi="Times New Roman"/>
          <w:sz w:val="24"/>
          <w:szCs w:val="24"/>
          <w:lang w:eastAsia="fr-FR"/>
        </w:rPr>
        <w:t>м</w:t>
      </w:r>
      <w:r w:rsidRPr="00887780">
        <w:rPr>
          <w:rFonts w:ascii="Times New Roman" w:eastAsia="Times New Roman" w:hAnsi="Times New Roman"/>
          <w:sz w:val="24"/>
          <w:szCs w:val="24"/>
          <w:lang w:eastAsia="fr-FR"/>
        </w:rPr>
        <w:t>ежду</w:t>
      </w:r>
      <w:r w:rsidR="00F8658F" w:rsidRPr="00887780">
        <w:rPr>
          <w:rFonts w:ascii="Times New Roman" w:eastAsia="Times New Roman" w:hAnsi="Times New Roman"/>
          <w:sz w:val="24"/>
          <w:szCs w:val="24"/>
          <w:lang w:eastAsia="fr-FR"/>
        </w:rPr>
        <w:t>:</w:t>
      </w:r>
    </w:p>
    <w:p w14:paraId="42AD64C4" w14:textId="77777777" w:rsidR="009A7C1B" w:rsidRPr="00887780" w:rsidRDefault="009A7C1B" w:rsidP="00B74FFF">
      <w:pPr>
        <w:pStyle w:val="ListParagraph"/>
        <w:spacing w:after="0"/>
        <w:ind w:left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</w:p>
    <w:p w14:paraId="10FF7C30" w14:textId="77777777" w:rsidR="00A61622" w:rsidRPr="00887780" w:rsidRDefault="0022579D" w:rsidP="00B74FFF">
      <w:pPr>
        <w:pStyle w:val="ListParagraph"/>
        <w:spacing w:after="0"/>
        <w:ind w:left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887780">
        <w:rPr>
          <w:rFonts w:ascii="Times New Roman" w:eastAsia="Times New Roman" w:hAnsi="Times New Roman"/>
          <w:sz w:val="24"/>
          <w:szCs w:val="24"/>
          <w:lang w:eastAsia="fr-FR"/>
        </w:rPr>
        <w:t>Министерство на иновациите и растежа, в чиято структура е Главна дирекция „Европейски фондове за конкурентоспособност</w:t>
      </w:r>
      <w:r w:rsidR="001C5C8A" w:rsidRPr="00887780">
        <w:rPr>
          <w:rFonts w:ascii="Times New Roman" w:eastAsia="Times New Roman" w:hAnsi="Times New Roman"/>
          <w:sz w:val="24"/>
          <w:szCs w:val="24"/>
          <w:lang w:eastAsia="fr-FR"/>
        </w:rPr>
        <w:t>” (ГД ЕФК)</w:t>
      </w:r>
      <w:r w:rsidRPr="00887780">
        <w:rPr>
          <w:rFonts w:ascii="Times New Roman" w:eastAsia="Times New Roman" w:hAnsi="Times New Roman"/>
          <w:sz w:val="24"/>
          <w:szCs w:val="24"/>
          <w:lang w:eastAsia="fr-FR"/>
        </w:rPr>
        <w:t xml:space="preserve">, определена за Управляващ орган </w:t>
      </w:r>
      <w:r w:rsidR="00032F20" w:rsidRPr="00887780">
        <w:rPr>
          <w:rFonts w:ascii="Times New Roman" w:eastAsia="Times New Roman" w:hAnsi="Times New Roman"/>
          <w:sz w:val="24"/>
          <w:szCs w:val="24"/>
          <w:lang w:eastAsia="fr-FR"/>
        </w:rPr>
        <w:t>на</w:t>
      </w:r>
      <w:r w:rsidRPr="00887780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C166EB" w:rsidRPr="00887780">
        <w:rPr>
          <w:rFonts w:ascii="Times New Roman" w:eastAsia="Times New Roman" w:hAnsi="Times New Roman"/>
          <w:sz w:val="24"/>
          <w:szCs w:val="24"/>
          <w:lang w:eastAsia="fr-FR"/>
        </w:rPr>
        <w:t xml:space="preserve">Програма „Научни изследвания, иновации и дигитализация за интелигентна трансформация“ 2021-2027 г. (ПНИИДИТ), </w:t>
      </w:r>
      <w:r w:rsidRPr="00887780">
        <w:rPr>
          <w:rFonts w:ascii="Times New Roman" w:eastAsia="Times New Roman" w:hAnsi="Times New Roman"/>
          <w:sz w:val="24"/>
          <w:szCs w:val="24"/>
          <w:lang w:eastAsia="fr-FR"/>
        </w:rPr>
        <w:t xml:space="preserve">с адрес: </w:t>
      </w:r>
      <w:r w:rsidR="001C5C8A" w:rsidRPr="00887780">
        <w:rPr>
          <w:rFonts w:ascii="Times New Roman" w:eastAsia="Times New Roman" w:hAnsi="Times New Roman"/>
          <w:sz w:val="24"/>
          <w:szCs w:val="24"/>
          <w:lang w:eastAsia="fr-FR"/>
        </w:rPr>
        <w:t>гр. София 1000, ул. „Княз Александър I”</w:t>
      </w:r>
      <w:r w:rsidRPr="00887780">
        <w:rPr>
          <w:rFonts w:ascii="Times New Roman" w:eastAsia="Times New Roman" w:hAnsi="Times New Roman"/>
          <w:sz w:val="24"/>
          <w:szCs w:val="24"/>
          <w:lang w:eastAsia="fr-FR"/>
        </w:rPr>
        <w:t xml:space="preserve"> № 12, Булстат: 177549112 и представлявана от ……………………….., главен директор на ГД ЕФК, в кач</w:t>
      </w:r>
      <w:r w:rsidR="001C5C8A" w:rsidRPr="00887780">
        <w:rPr>
          <w:rFonts w:ascii="Times New Roman" w:eastAsia="Times New Roman" w:hAnsi="Times New Roman"/>
          <w:sz w:val="24"/>
          <w:szCs w:val="24"/>
          <w:lang w:eastAsia="fr-FR"/>
        </w:rPr>
        <w:t>еството й</w:t>
      </w:r>
      <w:r w:rsidRPr="00887780">
        <w:rPr>
          <w:rFonts w:ascii="Times New Roman" w:eastAsia="Times New Roman" w:hAnsi="Times New Roman"/>
          <w:sz w:val="24"/>
          <w:szCs w:val="24"/>
          <w:lang w:eastAsia="fr-FR"/>
        </w:rPr>
        <w:t xml:space="preserve">/му на Ръководител на УО по приоритет………………на </w:t>
      </w:r>
      <w:r w:rsidR="00C166EB" w:rsidRPr="00887780">
        <w:rPr>
          <w:rFonts w:ascii="Times New Roman" w:eastAsia="Times New Roman" w:hAnsi="Times New Roman"/>
          <w:sz w:val="24"/>
          <w:szCs w:val="24"/>
          <w:lang w:eastAsia="fr-FR"/>
        </w:rPr>
        <w:t>ПНИИДИТ</w:t>
      </w:r>
      <w:r w:rsidRPr="00887780">
        <w:rPr>
          <w:rFonts w:ascii="Times New Roman" w:eastAsia="Times New Roman" w:hAnsi="Times New Roman"/>
          <w:sz w:val="24"/>
          <w:szCs w:val="24"/>
          <w:lang w:eastAsia="fr-FR"/>
        </w:rPr>
        <w:t>, съгласно Заповед №  ……., и администратор на помощ, и ……………….. (</w:t>
      </w:r>
      <w:r w:rsidRPr="00887780">
        <w:rPr>
          <w:rFonts w:ascii="Times New Roman" w:eastAsia="Times New Roman" w:hAnsi="Times New Roman"/>
          <w:i/>
          <w:sz w:val="24"/>
          <w:szCs w:val="24"/>
          <w:lang w:eastAsia="fr-FR"/>
        </w:rPr>
        <w:t>име и длъжност на лицето</w:t>
      </w:r>
      <w:r w:rsidRPr="00887780">
        <w:rPr>
          <w:rFonts w:ascii="Times New Roman" w:eastAsia="Times New Roman" w:hAnsi="Times New Roman"/>
          <w:sz w:val="24"/>
          <w:szCs w:val="24"/>
          <w:lang w:eastAsia="fr-FR"/>
        </w:rPr>
        <w:t xml:space="preserve">), с право на втори подпис при </w:t>
      </w:r>
      <w:r w:rsidRPr="00887780">
        <w:rPr>
          <w:rFonts w:ascii="Times New Roman" w:eastAsia="Times New Roman" w:hAnsi="Times New Roman"/>
          <w:sz w:val="24"/>
          <w:szCs w:val="24"/>
          <w:lang w:eastAsia="fr-FR"/>
        </w:rPr>
        <w:lastRenderedPageBreak/>
        <w:t>поемане на финансови задължения и извършване на разходи, съгласно Заповед …………</w:t>
      </w:r>
      <w:r w:rsidR="0080266E" w:rsidRPr="00887780">
        <w:rPr>
          <w:rFonts w:ascii="Times New Roman" w:eastAsia="Times New Roman" w:hAnsi="Times New Roman"/>
          <w:sz w:val="24"/>
          <w:szCs w:val="24"/>
          <w:lang w:eastAsia="fr-FR"/>
        </w:rPr>
        <w:t>…</w:t>
      </w:r>
      <w:r w:rsidRPr="00887780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406713" w:rsidRPr="00887780">
        <w:rPr>
          <w:rFonts w:ascii="Times New Roman" w:eastAsia="Times New Roman" w:hAnsi="Times New Roman"/>
          <w:sz w:val="24"/>
          <w:szCs w:val="24"/>
          <w:lang w:eastAsia="fr-FR"/>
        </w:rPr>
        <w:t>, от една страна</w:t>
      </w:r>
    </w:p>
    <w:p w14:paraId="344BEDC4" w14:textId="77777777" w:rsidR="00DE6E51" w:rsidRPr="00887780" w:rsidRDefault="00DE6E51" w:rsidP="00B74FFF">
      <w:pPr>
        <w:pStyle w:val="ListParagraph"/>
        <w:spacing w:after="0"/>
        <w:ind w:left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</w:p>
    <w:p w14:paraId="5FED581C" w14:textId="77777777" w:rsidR="009A7C1B" w:rsidRPr="00887780" w:rsidRDefault="00770597" w:rsidP="00B74FFF">
      <w:pPr>
        <w:pStyle w:val="ListParagraph"/>
        <w:spacing w:after="0"/>
        <w:ind w:left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887780">
        <w:rPr>
          <w:rFonts w:ascii="Times New Roman" w:eastAsia="Times New Roman" w:hAnsi="Times New Roman"/>
          <w:sz w:val="24"/>
          <w:szCs w:val="24"/>
          <w:lang w:eastAsia="fr-FR"/>
        </w:rPr>
        <w:t>И</w:t>
      </w:r>
    </w:p>
    <w:p w14:paraId="2F5A1732" w14:textId="77777777" w:rsidR="00770597" w:rsidRPr="00887780" w:rsidRDefault="00770597" w:rsidP="00B74FFF">
      <w:pPr>
        <w:pStyle w:val="ListParagraph"/>
        <w:spacing w:after="0"/>
        <w:ind w:left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</w:p>
    <w:p w14:paraId="2E3897A8" w14:textId="77777777" w:rsidR="00B95BED" w:rsidRPr="00887780" w:rsidRDefault="00770597" w:rsidP="00B74FFF">
      <w:pPr>
        <w:pStyle w:val="ListParagraph"/>
        <w:spacing w:after="0"/>
        <w:ind w:left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887780">
        <w:rPr>
          <w:rFonts w:ascii="Times New Roman" w:eastAsia="Times New Roman" w:hAnsi="Times New Roman"/>
          <w:sz w:val="24"/>
          <w:szCs w:val="24"/>
          <w:lang w:eastAsia="fr-FR"/>
        </w:rPr>
        <w:t xml:space="preserve">Бенефициентът </w:t>
      </w:r>
      <w:r w:rsidR="006E15E5" w:rsidRPr="00887780">
        <w:rPr>
          <w:rFonts w:ascii="Times New Roman" w:eastAsia="Times New Roman" w:hAnsi="Times New Roman"/>
          <w:i/>
          <w:sz w:val="24"/>
          <w:szCs w:val="24"/>
          <w:lang w:eastAsia="fr-FR"/>
        </w:rPr>
        <w:t>…………………………</w:t>
      </w:r>
      <w:r w:rsidR="00630FDC" w:rsidRPr="00887780">
        <w:rPr>
          <w:rFonts w:ascii="Times New Roman" w:eastAsia="Times New Roman" w:hAnsi="Times New Roman"/>
          <w:i/>
          <w:sz w:val="24"/>
          <w:szCs w:val="24"/>
          <w:lang w:eastAsia="fr-FR"/>
        </w:rPr>
        <w:t xml:space="preserve"> </w:t>
      </w:r>
      <w:r w:rsidR="006E15E5" w:rsidRPr="00887780">
        <w:rPr>
          <w:rFonts w:ascii="Times New Roman" w:eastAsia="Times New Roman" w:hAnsi="Times New Roman"/>
          <w:i/>
          <w:sz w:val="24"/>
          <w:szCs w:val="24"/>
          <w:lang w:eastAsia="fr-FR"/>
        </w:rPr>
        <w:t>(</w:t>
      </w:r>
      <w:r w:rsidR="00B95BED" w:rsidRPr="00887780">
        <w:rPr>
          <w:rFonts w:ascii="Times New Roman" w:eastAsia="Times New Roman" w:hAnsi="Times New Roman"/>
          <w:i/>
          <w:sz w:val="24"/>
          <w:szCs w:val="24"/>
          <w:lang w:eastAsia="fr-FR"/>
        </w:rPr>
        <w:t>наименование и седалище на бенефициента</w:t>
      </w:r>
      <w:r w:rsidR="006E15E5" w:rsidRPr="00887780">
        <w:rPr>
          <w:rFonts w:ascii="Times New Roman" w:eastAsia="Times New Roman" w:hAnsi="Times New Roman"/>
          <w:i/>
          <w:sz w:val="24"/>
          <w:szCs w:val="24"/>
          <w:lang w:eastAsia="fr-FR"/>
        </w:rPr>
        <w:t>)</w:t>
      </w:r>
      <w:r w:rsidR="00B95BED" w:rsidRPr="00887780">
        <w:rPr>
          <w:rFonts w:ascii="Times New Roman" w:eastAsia="Times New Roman" w:hAnsi="Times New Roman"/>
          <w:sz w:val="24"/>
          <w:szCs w:val="24"/>
          <w:lang w:eastAsia="fr-FR"/>
        </w:rPr>
        <w:t>, представляван от</w:t>
      </w:r>
      <w:r w:rsidR="00630FDC" w:rsidRPr="00887780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DE6E51" w:rsidRPr="00887780">
        <w:rPr>
          <w:rFonts w:ascii="Times New Roman" w:eastAsia="Times New Roman" w:hAnsi="Times New Roman"/>
          <w:sz w:val="24"/>
          <w:szCs w:val="24"/>
          <w:lang w:eastAsia="fr-FR"/>
        </w:rPr>
        <w:t>……………</w:t>
      </w:r>
      <w:r w:rsidR="00A9632C" w:rsidRPr="00887780">
        <w:rPr>
          <w:rFonts w:ascii="Times New Roman" w:eastAsia="Times New Roman" w:hAnsi="Times New Roman"/>
          <w:sz w:val="24"/>
          <w:szCs w:val="24"/>
          <w:lang w:eastAsia="fr-FR"/>
        </w:rPr>
        <w:t>…</w:t>
      </w:r>
      <w:r w:rsidR="00CA177B" w:rsidRPr="00887780">
        <w:rPr>
          <w:rFonts w:ascii="Times New Roman" w:eastAsia="Times New Roman" w:hAnsi="Times New Roman"/>
          <w:sz w:val="24"/>
          <w:szCs w:val="24"/>
          <w:lang w:eastAsia="fr-FR"/>
        </w:rPr>
        <w:t>……………………………………………………………</w:t>
      </w:r>
      <w:r w:rsidRPr="00887780">
        <w:rPr>
          <w:rFonts w:ascii="Times New Roman" w:eastAsia="Times New Roman" w:hAnsi="Times New Roman"/>
          <w:sz w:val="24"/>
          <w:szCs w:val="24"/>
          <w:lang w:eastAsia="fr-FR"/>
        </w:rPr>
        <w:t>…</w:t>
      </w:r>
      <w:r w:rsidR="00FE0990" w:rsidRPr="00887780">
        <w:rPr>
          <w:rFonts w:ascii="Times New Roman" w:eastAsia="Times New Roman" w:hAnsi="Times New Roman"/>
          <w:sz w:val="24"/>
          <w:szCs w:val="24"/>
          <w:lang w:eastAsia="fr-FR"/>
        </w:rPr>
        <w:t>, от друга страна.</w:t>
      </w:r>
    </w:p>
    <w:p w14:paraId="4C1ECE3D" w14:textId="77777777" w:rsidR="00981319" w:rsidRPr="00887780" w:rsidRDefault="00981319" w:rsidP="002915AE">
      <w:pPr>
        <w:pStyle w:val="ListParagraph"/>
        <w:spacing w:after="0"/>
        <w:ind w:left="0"/>
        <w:jc w:val="both"/>
        <w:rPr>
          <w:rFonts w:ascii="Times New Roman" w:eastAsia="Times New Roman" w:hAnsi="Times New Roman"/>
          <w:b/>
          <w:sz w:val="24"/>
          <w:szCs w:val="24"/>
          <w:lang w:eastAsia="fr-FR"/>
        </w:rPr>
      </w:pPr>
    </w:p>
    <w:p w14:paraId="54DADB91" w14:textId="77777777" w:rsidR="00082379" w:rsidRPr="00887780" w:rsidRDefault="009A7C1B" w:rsidP="00874D12">
      <w:pPr>
        <w:tabs>
          <w:tab w:val="left" w:pos="567"/>
        </w:tabs>
        <w:spacing w:after="0"/>
        <w:jc w:val="both"/>
        <w:rPr>
          <w:rFonts w:ascii="Times New Roman" w:eastAsia="Times New Roman" w:hAnsi="Times New Roman"/>
          <w:b/>
          <w:sz w:val="24"/>
          <w:szCs w:val="24"/>
          <w:lang w:eastAsia="fr-FR"/>
        </w:rPr>
      </w:pPr>
      <w:r w:rsidRPr="00887780">
        <w:rPr>
          <w:rFonts w:ascii="Times New Roman" w:eastAsia="Times New Roman" w:hAnsi="Times New Roman"/>
          <w:b/>
          <w:sz w:val="24"/>
          <w:szCs w:val="24"/>
          <w:lang w:eastAsia="fr-FR"/>
        </w:rPr>
        <w:t>Страните по договора</w:t>
      </w:r>
      <w:r w:rsidRPr="00887780">
        <w:rPr>
          <w:rFonts w:ascii="Times New Roman" w:hAnsi="Times New Roman"/>
          <w:b/>
          <w:sz w:val="24"/>
          <w:szCs w:val="24"/>
          <w:lang w:eastAsia="fr-FR"/>
        </w:rPr>
        <w:t xml:space="preserve"> </w:t>
      </w:r>
      <w:r w:rsidR="00082379" w:rsidRPr="00887780">
        <w:rPr>
          <w:rFonts w:ascii="Times New Roman" w:eastAsia="Times New Roman" w:hAnsi="Times New Roman"/>
          <w:b/>
          <w:sz w:val="24"/>
          <w:szCs w:val="24"/>
          <w:lang w:eastAsia="fr-FR"/>
        </w:rPr>
        <w:t>се споразумяха за следното:</w:t>
      </w:r>
    </w:p>
    <w:p w14:paraId="6B26289C" w14:textId="77777777" w:rsidR="009A79AC" w:rsidRPr="00887780" w:rsidRDefault="009A79AC" w:rsidP="009A79AC">
      <w:pPr>
        <w:tabs>
          <w:tab w:val="left" w:pos="567"/>
        </w:tabs>
        <w:spacing w:after="0"/>
        <w:jc w:val="both"/>
        <w:rPr>
          <w:rFonts w:ascii="Times New Roman" w:eastAsia="Times New Roman" w:hAnsi="Times New Roman"/>
          <w:b/>
          <w:sz w:val="24"/>
          <w:szCs w:val="24"/>
          <w:lang w:eastAsia="fr-FR"/>
        </w:rPr>
      </w:pPr>
    </w:p>
    <w:p w14:paraId="31F0C7D5" w14:textId="77777777" w:rsidR="00601C30" w:rsidRPr="00887780" w:rsidRDefault="00601C30" w:rsidP="007F7B8A">
      <w:pPr>
        <w:pStyle w:val="ListParagraph"/>
        <w:numPr>
          <w:ilvl w:val="0"/>
          <w:numId w:val="11"/>
        </w:numPr>
        <w:tabs>
          <w:tab w:val="left" w:pos="567"/>
        </w:tabs>
        <w:spacing w:after="0"/>
        <w:ind w:left="284" w:hanging="142"/>
        <w:jc w:val="both"/>
        <w:rPr>
          <w:rFonts w:ascii="Times New Roman" w:eastAsia="Times New Roman" w:hAnsi="Times New Roman"/>
          <w:b/>
          <w:sz w:val="24"/>
          <w:szCs w:val="24"/>
          <w:lang w:eastAsia="fr-FR"/>
        </w:rPr>
      </w:pPr>
      <w:r w:rsidRPr="00887780">
        <w:rPr>
          <w:rFonts w:ascii="Times New Roman" w:eastAsia="Times New Roman" w:hAnsi="Times New Roman"/>
          <w:b/>
          <w:sz w:val="24"/>
          <w:szCs w:val="24"/>
          <w:lang w:eastAsia="fr-FR"/>
        </w:rPr>
        <w:t>Общи условия</w:t>
      </w:r>
    </w:p>
    <w:p w14:paraId="7D2F043A" w14:textId="77777777" w:rsidR="009A79AC" w:rsidRPr="00887780" w:rsidRDefault="009A79AC" w:rsidP="009A79AC">
      <w:pPr>
        <w:tabs>
          <w:tab w:val="left" w:pos="567"/>
        </w:tabs>
        <w:spacing w:after="0"/>
        <w:jc w:val="both"/>
        <w:rPr>
          <w:rFonts w:ascii="Times New Roman" w:eastAsia="Times New Roman" w:hAnsi="Times New Roman"/>
          <w:b/>
          <w:sz w:val="24"/>
          <w:szCs w:val="24"/>
          <w:lang w:eastAsia="fr-FR"/>
        </w:rPr>
      </w:pPr>
    </w:p>
    <w:p w14:paraId="0FC21AB6" w14:textId="77777777" w:rsidR="00B74FFF" w:rsidRPr="00887780" w:rsidRDefault="00586EC7" w:rsidP="00874D12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887780">
        <w:rPr>
          <w:rFonts w:ascii="Times New Roman" w:eastAsia="Times New Roman" w:hAnsi="Times New Roman"/>
          <w:b/>
          <w:sz w:val="24"/>
          <w:szCs w:val="24"/>
          <w:lang w:eastAsia="fr-FR"/>
        </w:rPr>
        <w:t xml:space="preserve">Чл. </w:t>
      </w:r>
      <w:r w:rsidR="00997D79" w:rsidRPr="00887780">
        <w:rPr>
          <w:rFonts w:ascii="Times New Roman" w:eastAsia="Times New Roman" w:hAnsi="Times New Roman"/>
          <w:b/>
          <w:sz w:val="24"/>
          <w:szCs w:val="24"/>
          <w:lang w:eastAsia="fr-FR"/>
        </w:rPr>
        <w:t>1.</w:t>
      </w:r>
      <w:r w:rsidRPr="00887780">
        <w:rPr>
          <w:rFonts w:ascii="Times New Roman" w:eastAsia="Times New Roman" w:hAnsi="Times New Roman"/>
          <w:b/>
          <w:sz w:val="24"/>
          <w:szCs w:val="24"/>
          <w:lang w:eastAsia="fr-FR"/>
        </w:rPr>
        <w:t xml:space="preserve"> (1)</w:t>
      </w:r>
      <w:r w:rsidR="00997D79" w:rsidRPr="00887780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4B2B8E" w:rsidRPr="00887780">
        <w:rPr>
          <w:rFonts w:ascii="Times New Roman" w:eastAsia="Times New Roman" w:hAnsi="Times New Roman"/>
          <w:sz w:val="24"/>
          <w:szCs w:val="24"/>
          <w:lang w:eastAsia="fr-FR"/>
        </w:rPr>
        <w:t>У</w:t>
      </w:r>
      <w:r w:rsidR="00C1581A" w:rsidRPr="00887780">
        <w:rPr>
          <w:rFonts w:ascii="Times New Roman" w:eastAsia="Times New Roman" w:hAnsi="Times New Roman"/>
          <w:sz w:val="24"/>
          <w:szCs w:val="24"/>
          <w:lang w:eastAsia="fr-FR"/>
        </w:rPr>
        <w:t>правляващия</w:t>
      </w:r>
      <w:r w:rsidR="004B2B8E" w:rsidRPr="00887780">
        <w:rPr>
          <w:rFonts w:ascii="Times New Roman" w:eastAsia="Times New Roman" w:hAnsi="Times New Roman"/>
          <w:sz w:val="24"/>
          <w:szCs w:val="24"/>
          <w:lang w:eastAsia="fr-FR"/>
        </w:rPr>
        <w:t>т</w:t>
      </w:r>
      <w:r w:rsidR="00082379" w:rsidRPr="00887780">
        <w:rPr>
          <w:rFonts w:ascii="Times New Roman" w:eastAsia="Times New Roman" w:hAnsi="Times New Roman"/>
          <w:sz w:val="24"/>
          <w:szCs w:val="24"/>
          <w:lang w:eastAsia="fr-FR"/>
        </w:rPr>
        <w:t xml:space="preserve"> орган предоставя на </w:t>
      </w:r>
      <w:r w:rsidR="00770597" w:rsidRPr="00887780">
        <w:rPr>
          <w:rFonts w:ascii="Times New Roman" w:eastAsia="Times New Roman" w:hAnsi="Times New Roman"/>
          <w:sz w:val="24"/>
          <w:szCs w:val="24"/>
          <w:lang w:eastAsia="fr-FR"/>
        </w:rPr>
        <w:t>Б</w:t>
      </w:r>
      <w:r w:rsidR="00082379" w:rsidRPr="00887780">
        <w:rPr>
          <w:rFonts w:ascii="Times New Roman" w:eastAsia="Times New Roman" w:hAnsi="Times New Roman"/>
          <w:sz w:val="24"/>
          <w:szCs w:val="24"/>
          <w:lang w:eastAsia="fr-FR"/>
        </w:rPr>
        <w:t>енефициента безвъзмездна финансова помощ</w:t>
      </w:r>
      <w:r w:rsidR="00C61651" w:rsidRPr="00887780">
        <w:rPr>
          <w:rFonts w:ascii="Times New Roman" w:eastAsia="Times New Roman" w:hAnsi="Times New Roman"/>
          <w:sz w:val="24"/>
          <w:szCs w:val="24"/>
          <w:lang w:eastAsia="fr-FR"/>
        </w:rPr>
        <w:t xml:space="preserve"> в </w:t>
      </w:r>
      <w:r w:rsidR="004B2B8E" w:rsidRPr="00887780">
        <w:rPr>
          <w:rFonts w:ascii="Times New Roman" w:eastAsia="Times New Roman" w:hAnsi="Times New Roman"/>
          <w:sz w:val="24"/>
          <w:szCs w:val="24"/>
          <w:lang w:eastAsia="fr-FR"/>
        </w:rPr>
        <w:t xml:space="preserve">максимален размер до стойността, посочена в </w:t>
      </w:r>
      <w:r w:rsidR="0013300C" w:rsidRPr="00887780">
        <w:rPr>
          <w:rFonts w:ascii="Times New Roman" w:eastAsia="Times New Roman" w:hAnsi="Times New Roman"/>
          <w:sz w:val="24"/>
          <w:szCs w:val="24"/>
          <w:lang w:eastAsia="fr-FR"/>
        </w:rPr>
        <w:t>раздел</w:t>
      </w:r>
      <w:r w:rsidR="004B2B8E" w:rsidRPr="00887780">
        <w:rPr>
          <w:rFonts w:ascii="Times New Roman" w:eastAsia="Times New Roman" w:hAnsi="Times New Roman"/>
          <w:sz w:val="24"/>
          <w:szCs w:val="24"/>
          <w:lang w:eastAsia="fr-FR"/>
        </w:rPr>
        <w:t xml:space="preserve"> „Бюджет</w:t>
      </w:r>
      <w:r w:rsidRPr="00887780">
        <w:rPr>
          <w:rFonts w:ascii="Times New Roman" w:eastAsia="Times New Roman" w:hAnsi="Times New Roman"/>
          <w:sz w:val="24"/>
          <w:szCs w:val="24"/>
          <w:lang w:eastAsia="fr-FR"/>
        </w:rPr>
        <w:t>”</w:t>
      </w:r>
      <w:r w:rsidR="004B2B8E" w:rsidRPr="00887780">
        <w:rPr>
          <w:rFonts w:ascii="Times New Roman" w:eastAsia="Times New Roman" w:hAnsi="Times New Roman"/>
          <w:sz w:val="24"/>
          <w:szCs w:val="24"/>
          <w:lang w:eastAsia="fr-FR"/>
        </w:rPr>
        <w:t xml:space="preserve"> от Приложение I </w:t>
      </w:r>
      <w:r w:rsidR="00FD75CB" w:rsidRPr="00887780">
        <w:rPr>
          <w:rFonts w:ascii="Times New Roman" w:eastAsia="Times New Roman" w:hAnsi="Times New Roman"/>
          <w:sz w:val="24"/>
          <w:szCs w:val="24"/>
          <w:lang w:eastAsia="fr-FR"/>
        </w:rPr>
        <w:t>към настоящия договор</w:t>
      </w:r>
      <w:r w:rsidR="004B2B8E" w:rsidRPr="00887780">
        <w:rPr>
          <w:rFonts w:ascii="Times New Roman" w:eastAsia="Times New Roman" w:hAnsi="Times New Roman"/>
          <w:sz w:val="24"/>
          <w:szCs w:val="24"/>
          <w:lang w:eastAsia="fr-FR"/>
        </w:rPr>
        <w:t xml:space="preserve"> за изпълнение на проект </w:t>
      </w:r>
      <w:r w:rsidRPr="00887780">
        <w:rPr>
          <w:rFonts w:ascii="Times New Roman" w:eastAsia="Times New Roman" w:hAnsi="Times New Roman"/>
          <w:sz w:val="24"/>
          <w:szCs w:val="24"/>
          <w:lang w:eastAsia="fr-FR"/>
        </w:rPr>
        <w:t>по</w:t>
      </w:r>
      <w:r w:rsidR="00FD75CB" w:rsidRPr="00887780">
        <w:rPr>
          <w:rFonts w:ascii="Times New Roman" w:eastAsia="Times New Roman" w:hAnsi="Times New Roman"/>
          <w:sz w:val="24"/>
          <w:szCs w:val="24"/>
          <w:lang w:eastAsia="fr-FR"/>
        </w:rPr>
        <w:t xml:space="preserve"> процедура чрез подбор на проектни предложения </w:t>
      </w:r>
      <w:r w:rsidR="005F1C26" w:rsidRPr="00887780">
        <w:rPr>
          <w:rFonts w:ascii="Times New Roman" w:eastAsia="Times New Roman" w:hAnsi="Times New Roman"/>
          <w:sz w:val="24"/>
          <w:szCs w:val="24"/>
          <w:lang w:eastAsia="fr-FR"/>
        </w:rPr>
        <w:t>BG16RFPR002-1.005 Малки иновативни грантове за малки и средни предприятия</w:t>
      </w:r>
      <w:r w:rsidR="00C166EB" w:rsidRPr="00887780">
        <w:rPr>
          <w:rFonts w:ascii="Times New Roman" w:eastAsia="Times New Roman" w:hAnsi="Times New Roman"/>
          <w:sz w:val="24"/>
          <w:szCs w:val="24"/>
          <w:lang w:eastAsia="fr-FR"/>
        </w:rPr>
        <w:t xml:space="preserve"> (МСП)</w:t>
      </w:r>
      <w:r w:rsidRPr="00887780">
        <w:rPr>
          <w:rFonts w:ascii="Times New Roman" w:eastAsia="Times New Roman" w:hAnsi="Times New Roman"/>
          <w:sz w:val="24"/>
          <w:szCs w:val="24"/>
          <w:lang w:eastAsia="fr-FR"/>
        </w:rPr>
        <w:t>”,</w:t>
      </w:r>
      <w:r w:rsidR="0081541B" w:rsidRPr="00887780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Pr="00887780">
        <w:rPr>
          <w:rFonts w:ascii="Times New Roman" w:eastAsia="Times New Roman" w:hAnsi="Times New Roman"/>
          <w:sz w:val="24"/>
          <w:szCs w:val="24"/>
          <w:lang w:eastAsia="fr-FR"/>
        </w:rPr>
        <w:t>с наименование, приоритет и специфична цел съгласно описаното в раздел „Основни данни” от Формуляра за кандидатстване (Приложение I</w:t>
      </w:r>
      <w:r w:rsidR="005F1C26" w:rsidRPr="00887780">
        <w:rPr>
          <w:rFonts w:ascii="Times New Roman" w:eastAsia="Times New Roman" w:hAnsi="Times New Roman"/>
          <w:sz w:val="24"/>
          <w:szCs w:val="24"/>
          <w:lang w:eastAsia="fr-FR"/>
        </w:rPr>
        <w:t>).</w:t>
      </w:r>
    </w:p>
    <w:p w14:paraId="2487727D" w14:textId="77777777" w:rsidR="004304A7" w:rsidRPr="00887780" w:rsidRDefault="004304A7" w:rsidP="004304A7">
      <w:pPr>
        <w:pStyle w:val="ListParagraph"/>
        <w:spacing w:after="0"/>
        <w:ind w:left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</w:p>
    <w:p w14:paraId="7B3FEBFD" w14:textId="77777777" w:rsidR="004304A7" w:rsidRPr="00887780" w:rsidRDefault="00864542" w:rsidP="00F3604C">
      <w:pPr>
        <w:spacing w:after="0"/>
        <w:jc w:val="both"/>
        <w:rPr>
          <w:rFonts w:ascii="Times New Roman" w:hAnsi="Times New Roman"/>
          <w:sz w:val="24"/>
          <w:szCs w:val="24"/>
          <w:lang w:eastAsia="fr-FR"/>
        </w:rPr>
      </w:pPr>
      <w:r w:rsidRPr="00887780">
        <w:rPr>
          <w:rFonts w:ascii="Times New Roman" w:eastAsia="Times New Roman" w:hAnsi="Times New Roman"/>
          <w:b/>
          <w:sz w:val="24"/>
          <w:szCs w:val="24"/>
          <w:lang w:eastAsia="fr-FR"/>
        </w:rPr>
        <w:t xml:space="preserve">(2) </w:t>
      </w:r>
      <w:r w:rsidR="005C5B71" w:rsidRPr="00887780">
        <w:rPr>
          <w:rFonts w:ascii="Times New Roman" w:eastAsia="Times New Roman" w:hAnsi="Times New Roman"/>
          <w:sz w:val="24"/>
          <w:szCs w:val="24"/>
          <w:lang w:eastAsia="fr-FR"/>
        </w:rPr>
        <w:t>Стойността</w:t>
      </w:r>
      <w:r w:rsidR="00F3604C" w:rsidRPr="00887780">
        <w:rPr>
          <w:rFonts w:ascii="Times New Roman" w:eastAsia="Times New Roman" w:hAnsi="Times New Roman"/>
          <w:sz w:val="24"/>
          <w:szCs w:val="24"/>
          <w:lang w:eastAsia="fr-FR"/>
        </w:rPr>
        <w:t xml:space="preserve"> на </w:t>
      </w:r>
      <w:r w:rsidR="005C5B71" w:rsidRPr="00887780">
        <w:rPr>
          <w:rFonts w:ascii="Times New Roman" w:eastAsia="Times New Roman" w:hAnsi="Times New Roman"/>
          <w:sz w:val="24"/>
          <w:szCs w:val="24"/>
          <w:lang w:eastAsia="fr-FR"/>
        </w:rPr>
        <w:t>проекта, основните</w:t>
      </w:r>
      <w:r w:rsidR="007110B5" w:rsidRPr="00887780">
        <w:rPr>
          <w:rFonts w:ascii="Times New Roman" w:eastAsia="Times New Roman" w:hAnsi="Times New Roman"/>
          <w:sz w:val="24"/>
          <w:szCs w:val="24"/>
          <w:lang w:eastAsia="fr-FR"/>
        </w:rPr>
        <w:t xml:space="preserve"> дейности</w:t>
      </w:r>
      <w:r w:rsidR="005C5B71" w:rsidRPr="00887780">
        <w:rPr>
          <w:rFonts w:ascii="Times New Roman" w:eastAsia="Times New Roman" w:hAnsi="Times New Roman"/>
          <w:sz w:val="24"/>
          <w:szCs w:val="24"/>
          <w:lang w:eastAsia="fr-FR"/>
        </w:rPr>
        <w:t>, индикаторите</w:t>
      </w:r>
      <w:r w:rsidR="004304A7" w:rsidRPr="00887780">
        <w:rPr>
          <w:rFonts w:ascii="Times New Roman" w:hAnsi="Times New Roman"/>
          <w:sz w:val="24"/>
          <w:szCs w:val="24"/>
          <w:lang w:eastAsia="fr-FR"/>
        </w:rPr>
        <w:t xml:space="preserve"> за изпълнение (показатели за краен продукт)</w:t>
      </w:r>
      <w:r w:rsidR="00F3604C" w:rsidRPr="00887780">
        <w:rPr>
          <w:rFonts w:ascii="Times New Roman" w:hAnsi="Times New Roman"/>
          <w:sz w:val="24"/>
          <w:szCs w:val="24"/>
          <w:lang w:eastAsia="fr-FR"/>
        </w:rPr>
        <w:t xml:space="preserve"> и </w:t>
      </w:r>
      <w:r w:rsidR="005C5B71" w:rsidRPr="00887780">
        <w:rPr>
          <w:rFonts w:ascii="Times New Roman" w:hAnsi="Times New Roman"/>
          <w:sz w:val="24"/>
          <w:szCs w:val="24"/>
          <w:lang w:eastAsia="fr-FR"/>
        </w:rPr>
        <w:t>индикаторите</w:t>
      </w:r>
      <w:r w:rsidR="004304A7" w:rsidRPr="00887780">
        <w:rPr>
          <w:rFonts w:ascii="Times New Roman" w:hAnsi="Times New Roman"/>
          <w:sz w:val="24"/>
          <w:szCs w:val="24"/>
          <w:lang w:eastAsia="fr-FR"/>
        </w:rPr>
        <w:t xml:space="preserve"> за резултат (показатели за резултат)</w:t>
      </w:r>
      <w:r w:rsidR="00F3604C" w:rsidRPr="00887780">
        <w:rPr>
          <w:rFonts w:ascii="Times New Roman" w:hAnsi="Times New Roman"/>
          <w:sz w:val="24"/>
          <w:szCs w:val="24"/>
          <w:lang w:eastAsia="fr-FR"/>
        </w:rPr>
        <w:t xml:space="preserve"> </w:t>
      </w:r>
      <w:r w:rsidR="005C5B71" w:rsidRPr="00887780">
        <w:rPr>
          <w:rFonts w:ascii="Times New Roman" w:hAnsi="Times New Roman"/>
          <w:sz w:val="24"/>
          <w:szCs w:val="24"/>
          <w:lang w:eastAsia="fr-FR"/>
        </w:rPr>
        <w:t xml:space="preserve">са </w:t>
      </w:r>
      <w:r w:rsidR="00F3604C" w:rsidRPr="00887780">
        <w:rPr>
          <w:rFonts w:ascii="Times New Roman" w:hAnsi="Times New Roman"/>
          <w:sz w:val="24"/>
          <w:szCs w:val="24"/>
          <w:lang w:eastAsia="fr-FR"/>
        </w:rPr>
        <w:t xml:space="preserve">съгласно посоченото в </w:t>
      </w:r>
      <w:r w:rsidR="00306059" w:rsidRPr="00887780">
        <w:rPr>
          <w:rFonts w:ascii="Times New Roman" w:hAnsi="Times New Roman"/>
          <w:sz w:val="24"/>
          <w:szCs w:val="24"/>
          <w:lang w:eastAsia="fr-FR"/>
        </w:rPr>
        <w:t>раздели „Бюджет”</w:t>
      </w:r>
      <w:r w:rsidR="005C5B71" w:rsidRPr="00887780">
        <w:rPr>
          <w:rFonts w:ascii="Times New Roman" w:hAnsi="Times New Roman"/>
          <w:sz w:val="24"/>
          <w:szCs w:val="24"/>
          <w:lang w:eastAsia="fr-FR"/>
        </w:rPr>
        <w:t>, „</w:t>
      </w:r>
      <w:r w:rsidR="005C5B71" w:rsidRPr="00887780">
        <w:rPr>
          <w:rFonts w:ascii="Times New Roman" w:eastAsia="Times New Roman" w:hAnsi="Times New Roman"/>
          <w:sz w:val="24"/>
          <w:szCs w:val="24"/>
          <w:lang w:eastAsia="fr-FR"/>
        </w:rPr>
        <w:t>План за изпълнение/Дейности по проекта</w:t>
      </w:r>
      <w:r w:rsidR="00306059" w:rsidRPr="00887780">
        <w:rPr>
          <w:rFonts w:ascii="Times New Roman" w:hAnsi="Times New Roman"/>
          <w:sz w:val="24"/>
          <w:szCs w:val="24"/>
          <w:lang w:eastAsia="fr-FR"/>
        </w:rPr>
        <w:t>”,</w:t>
      </w:r>
      <w:r w:rsidR="00F3604C" w:rsidRPr="00887780">
        <w:rPr>
          <w:rFonts w:ascii="Times New Roman" w:hAnsi="Times New Roman"/>
          <w:sz w:val="24"/>
          <w:szCs w:val="24"/>
          <w:lang w:eastAsia="fr-FR"/>
        </w:rPr>
        <w:t xml:space="preserve"> „Индикатори</w:t>
      </w:r>
      <w:r w:rsidR="00306059" w:rsidRPr="00887780">
        <w:rPr>
          <w:rFonts w:ascii="Times New Roman" w:hAnsi="Times New Roman"/>
          <w:sz w:val="24"/>
          <w:szCs w:val="24"/>
          <w:lang w:eastAsia="fr-FR"/>
        </w:rPr>
        <w:t>”</w:t>
      </w:r>
      <w:r w:rsidR="00F3604C" w:rsidRPr="00887780">
        <w:rPr>
          <w:rFonts w:ascii="Times New Roman" w:eastAsia="Times New Roman" w:hAnsi="Times New Roman"/>
          <w:sz w:val="24"/>
          <w:szCs w:val="24"/>
          <w:lang w:eastAsia="fr-FR"/>
        </w:rPr>
        <w:t xml:space="preserve"> от Приложение </w:t>
      </w:r>
      <w:r w:rsidR="005C5B71" w:rsidRPr="00887780">
        <w:rPr>
          <w:rFonts w:ascii="Times New Roman" w:hAnsi="Times New Roman"/>
          <w:sz w:val="24"/>
          <w:szCs w:val="24"/>
          <w:lang w:eastAsia="fr-FR"/>
        </w:rPr>
        <w:t>I, неразделна част от настоящия договор</w:t>
      </w:r>
      <w:r w:rsidR="00170F5F" w:rsidRPr="00887780">
        <w:rPr>
          <w:rFonts w:ascii="Times New Roman" w:hAnsi="Times New Roman"/>
          <w:sz w:val="24"/>
          <w:szCs w:val="24"/>
          <w:lang w:eastAsia="fr-FR"/>
        </w:rPr>
        <w:t>.</w:t>
      </w:r>
    </w:p>
    <w:p w14:paraId="5E4D4D28" w14:textId="77777777" w:rsidR="00C61651" w:rsidRPr="00887780" w:rsidRDefault="00C61651" w:rsidP="00B74FFF">
      <w:pPr>
        <w:pStyle w:val="ListParagraph"/>
        <w:spacing w:after="0"/>
        <w:ind w:left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</w:p>
    <w:p w14:paraId="5695E84C" w14:textId="77777777" w:rsidR="001F557F" w:rsidRPr="00887780" w:rsidRDefault="003E2880" w:rsidP="00B74FFF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887780">
        <w:rPr>
          <w:rFonts w:ascii="Times New Roman" w:eastAsia="Times New Roman" w:hAnsi="Times New Roman"/>
          <w:b/>
          <w:sz w:val="24"/>
          <w:szCs w:val="24"/>
          <w:lang w:eastAsia="fr-FR"/>
        </w:rPr>
        <w:t>(</w:t>
      </w:r>
      <w:r w:rsidR="007110B5" w:rsidRPr="00887780">
        <w:rPr>
          <w:rFonts w:ascii="Times New Roman" w:hAnsi="Times New Roman"/>
          <w:b/>
          <w:sz w:val="24"/>
        </w:rPr>
        <w:t>3</w:t>
      </w:r>
      <w:r w:rsidRPr="00887780">
        <w:rPr>
          <w:rFonts w:ascii="Times New Roman" w:eastAsia="Times New Roman" w:hAnsi="Times New Roman"/>
          <w:b/>
          <w:sz w:val="24"/>
          <w:szCs w:val="24"/>
          <w:lang w:eastAsia="fr-FR"/>
        </w:rPr>
        <w:t>)</w:t>
      </w:r>
      <w:r w:rsidR="003E6D69" w:rsidRPr="00887780">
        <w:rPr>
          <w:rFonts w:ascii="Times New Roman" w:hAnsi="Times New Roman"/>
          <w:b/>
          <w:sz w:val="24"/>
        </w:rPr>
        <w:t xml:space="preserve"> </w:t>
      </w:r>
      <w:r w:rsidR="001F557F" w:rsidRPr="00887780">
        <w:rPr>
          <w:rFonts w:ascii="Times New Roman" w:eastAsia="Times New Roman" w:hAnsi="Times New Roman"/>
          <w:sz w:val="24"/>
          <w:szCs w:val="24"/>
          <w:lang w:eastAsia="fr-FR"/>
        </w:rPr>
        <w:t>На Бенефициент</w:t>
      </w:r>
      <w:r w:rsidR="00170F5F" w:rsidRPr="00887780">
        <w:rPr>
          <w:rFonts w:ascii="Times New Roman" w:eastAsia="Times New Roman" w:hAnsi="Times New Roman"/>
          <w:sz w:val="24"/>
          <w:szCs w:val="24"/>
          <w:lang w:eastAsia="fr-FR"/>
        </w:rPr>
        <w:t>а</w:t>
      </w:r>
      <w:r w:rsidR="001F557F" w:rsidRPr="00887780">
        <w:rPr>
          <w:rFonts w:ascii="Times New Roman" w:eastAsia="Times New Roman" w:hAnsi="Times New Roman"/>
          <w:sz w:val="24"/>
          <w:szCs w:val="24"/>
          <w:lang w:eastAsia="fr-FR"/>
        </w:rPr>
        <w:t xml:space="preserve"> ще бъде предоставена безвъзмездна финансова помощ съгласно условията на този договор и приложенията към него, за които Бенефициентът декларира, че познава и приема.</w:t>
      </w:r>
      <w:r w:rsidR="00B24983" w:rsidRPr="00887780">
        <w:rPr>
          <w:rFonts w:ascii="Times New Roman" w:hAnsi="Times New Roman"/>
          <w:sz w:val="24"/>
          <w:szCs w:val="24"/>
        </w:rPr>
        <w:t xml:space="preserve"> </w:t>
      </w:r>
      <w:r w:rsidR="00B24983" w:rsidRPr="00887780">
        <w:rPr>
          <w:rFonts w:ascii="Times New Roman" w:eastAsia="Times New Roman" w:hAnsi="Times New Roman"/>
          <w:sz w:val="24"/>
          <w:szCs w:val="24"/>
          <w:lang w:eastAsia="fr-FR"/>
        </w:rPr>
        <w:t xml:space="preserve">Окончателната сума на безвъзмездната финансова помощ се определя при спазване на разпоредбите на </w:t>
      </w:r>
      <w:r w:rsidR="0029344F" w:rsidRPr="00887780">
        <w:rPr>
          <w:rFonts w:ascii="Times New Roman" w:eastAsia="Times New Roman" w:hAnsi="Times New Roman"/>
          <w:sz w:val="24"/>
          <w:szCs w:val="24"/>
          <w:lang w:eastAsia="fr-FR"/>
        </w:rPr>
        <w:t xml:space="preserve">раздел </w:t>
      </w:r>
      <w:r w:rsidR="0029344F" w:rsidRPr="00887780">
        <w:rPr>
          <w:rFonts w:ascii="Times New Roman" w:eastAsia="Times New Roman" w:hAnsi="Times New Roman"/>
          <w:sz w:val="24"/>
          <w:szCs w:val="24"/>
          <w:lang w:val="en-US" w:eastAsia="fr-FR"/>
        </w:rPr>
        <w:t>X</w:t>
      </w:r>
      <w:r w:rsidR="003A25D0" w:rsidRPr="00887780">
        <w:rPr>
          <w:rFonts w:ascii="Times New Roman" w:eastAsia="Times New Roman" w:hAnsi="Times New Roman"/>
          <w:sz w:val="24"/>
          <w:szCs w:val="24"/>
          <w:lang w:val="en-US" w:eastAsia="fr-FR"/>
        </w:rPr>
        <w:t>III</w:t>
      </w:r>
      <w:r w:rsidR="00B24983" w:rsidRPr="00887780">
        <w:rPr>
          <w:rFonts w:ascii="Times New Roman" w:eastAsia="Times New Roman" w:hAnsi="Times New Roman"/>
          <w:sz w:val="24"/>
          <w:szCs w:val="24"/>
          <w:lang w:eastAsia="fr-FR"/>
        </w:rPr>
        <w:t xml:space="preserve"> и </w:t>
      </w:r>
      <w:r w:rsidR="0029344F" w:rsidRPr="00887780">
        <w:rPr>
          <w:rFonts w:ascii="Times New Roman" w:eastAsia="Times New Roman" w:hAnsi="Times New Roman"/>
          <w:sz w:val="24"/>
          <w:szCs w:val="24"/>
          <w:lang w:eastAsia="fr-FR"/>
        </w:rPr>
        <w:t xml:space="preserve">раздел </w:t>
      </w:r>
      <w:r w:rsidR="0029344F" w:rsidRPr="00887780">
        <w:rPr>
          <w:rFonts w:ascii="Times New Roman" w:eastAsia="Times New Roman" w:hAnsi="Times New Roman"/>
          <w:sz w:val="24"/>
          <w:szCs w:val="24"/>
          <w:lang w:val="en-US" w:eastAsia="fr-FR"/>
        </w:rPr>
        <w:t>XVI</w:t>
      </w:r>
      <w:r w:rsidR="00B24983" w:rsidRPr="00887780">
        <w:rPr>
          <w:rFonts w:ascii="Times New Roman" w:eastAsia="Times New Roman" w:hAnsi="Times New Roman"/>
          <w:sz w:val="24"/>
          <w:szCs w:val="24"/>
          <w:lang w:eastAsia="fr-FR"/>
        </w:rPr>
        <w:t xml:space="preserve"> от Прило</w:t>
      </w:r>
      <w:r w:rsidR="00170F5F" w:rsidRPr="00887780">
        <w:rPr>
          <w:rFonts w:ascii="Times New Roman" w:eastAsia="Times New Roman" w:hAnsi="Times New Roman"/>
          <w:sz w:val="24"/>
          <w:szCs w:val="24"/>
          <w:lang w:eastAsia="fr-FR"/>
        </w:rPr>
        <w:t>жение II към настоящия договор.</w:t>
      </w:r>
    </w:p>
    <w:p w14:paraId="4FFD939C" w14:textId="77777777" w:rsidR="001F557F" w:rsidRPr="00887780" w:rsidRDefault="001F557F" w:rsidP="00B74FFF">
      <w:pPr>
        <w:pStyle w:val="ListParagraph"/>
        <w:spacing w:after="0"/>
        <w:ind w:left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</w:p>
    <w:p w14:paraId="4E14A602" w14:textId="17749C53" w:rsidR="003E6D69" w:rsidRPr="00887780" w:rsidRDefault="008D5908" w:rsidP="00B74FFF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887780">
        <w:rPr>
          <w:rFonts w:ascii="Times New Roman" w:eastAsia="Times New Roman" w:hAnsi="Times New Roman"/>
          <w:b/>
          <w:sz w:val="24"/>
          <w:szCs w:val="24"/>
          <w:lang w:eastAsia="fr-FR"/>
        </w:rPr>
        <w:t>(</w:t>
      </w:r>
      <w:r w:rsidR="00E022F5" w:rsidRPr="00887780">
        <w:rPr>
          <w:rFonts w:ascii="Times New Roman" w:eastAsia="Times New Roman" w:hAnsi="Times New Roman"/>
          <w:b/>
          <w:sz w:val="24"/>
          <w:szCs w:val="24"/>
          <w:lang w:eastAsia="fr-FR"/>
        </w:rPr>
        <w:t>4</w:t>
      </w:r>
      <w:r w:rsidRPr="00887780">
        <w:rPr>
          <w:rFonts w:ascii="Times New Roman" w:eastAsia="Times New Roman" w:hAnsi="Times New Roman"/>
          <w:b/>
          <w:sz w:val="24"/>
          <w:szCs w:val="24"/>
          <w:lang w:eastAsia="fr-FR"/>
        </w:rPr>
        <w:t>)</w:t>
      </w:r>
      <w:r w:rsidR="003E6D69" w:rsidRPr="00887780">
        <w:rPr>
          <w:rFonts w:ascii="Times New Roman" w:hAnsi="Times New Roman"/>
          <w:b/>
          <w:sz w:val="24"/>
        </w:rPr>
        <w:t xml:space="preserve"> </w:t>
      </w:r>
      <w:r w:rsidR="001F557F" w:rsidRPr="00887780">
        <w:rPr>
          <w:rFonts w:ascii="Times New Roman" w:eastAsia="Times New Roman" w:hAnsi="Times New Roman"/>
          <w:sz w:val="24"/>
          <w:szCs w:val="24"/>
          <w:lang w:eastAsia="fr-FR"/>
        </w:rPr>
        <w:t xml:space="preserve">Бенефициентът приема отпуснатата безвъзмездна финансова помощ и се задължава да изпълни всички </w:t>
      </w:r>
      <w:r w:rsidR="00A34282" w:rsidRPr="00887780">
        <w:rPr>
          <w:rFonts w:ascii="Times New Roman" w:eastAsia="Times New Roman" w:hAnsi="Times New Roman"/>
          <w:sz w:val="24"/>
          <w:szCs w:val="24"/>
          <w:lang w:eastAsia="fr-FR"/>
        </w:rPr>
        <w:t>задължения,</w:t>
      </w:r>
      <w:r w:rsidR="00777328" w:rsidRPr="00887780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1F557F" w:rsidRPr="00887780">
        <w:rPr>
          <w:rFonts w:ascii="Times New Roman" w:eastAsia="Times New Roman" w:hAnsi="Times New Roman"/>
          <w:sz w:val="24"/>
          <w:szCs w:val="24"/>
          <w:lang w:eastAsia="fr-FR"/>
        </w:rPr>
        <w:t>произтичащи от договора и неговите приложения</w:t>
      </w:r>
      <w:r w:rsidR="00A34282" w:rsidRPr="00887780">
        <w:rPr>
          <w:rFonts w:ascii="Times New Roman" w:eastAsia="Times New Roman" w:hAnsi="Times New Roman"/>
          <w:sz w:val="24"/>
          <w:szCs w:val="24"/>
          <w:lang w:eastAsia="fr-FR"/>
        </w:rPr>
        <w:t>.</w:t>
      </w:r>
      <w:r w:rsidR="006C05F8" w:rsidRPr="00887780">
        <w:t xml:space="preserve"> </w:t>
      </w:r>
      <w:r w:rsidR="006C05F8" w:rsidRPr="00887780">
        <w:rPr>
          <w:rFonts w:ascii="Times New Roman" w:eastAsia="Times New Roman" w:hAnsi="Times New Roman"/>
          <w:sz w:val="24"/>
          <w:szCs w:val="24"/>
          <w:lang w:eastAsia="fr-FR"/>
        </w:rPr>
        <w:t xml:space="preserve">С подписването на Административния договор за предоставяне на безвъзмездна финансова помощ </w:t>
      </w:r>
      <w:r w:rsidR="007A74A1" w:rsidRPr="00887780">
        <w:rPr>
          <w:rFonts w:ascii="Times New Roman" w:eastAsia="Times New Roman" w:hAnsi="Times New Roman"/>
          <w:sz w:val="24"/>
          <w:szCs w:val="24"/>
          <w:lang w:eastAsia="fr-FR"/>
        </w:rPr>
        <w:t xml:space="preserve">Бенефициентът </w:t>
      </w:r>
      <w:r w:rsidR="006C05F8" w:rsidRPr="00887780">
        <w:rPr>
          <w:rFonts w:ascii="Times New Roman" w:eastAsia="Times New Roman" w:hAnsi="Times New Roman"/>
          <w:sz w:val="24"/>
          <w:szCs w:val="24"/>
          <w:lang w:eastAsia="fr-FR"/>
        </w:rPr>
        <w:t xml:space="preserve">декларира, че е запознат с </w:t>
      </w:r>
      <w:r w:rsidR="007E173F" w:rsidRPr="00887780">
        <w:rPr>
          <w:rFonts w:ascii="Times New Roman" w:eastAsia="Times New Roman" w:hAnsi="Times New Roman"/>
          <w:sz w:val="24"/>
          <w:szCs w:val="24"/>
          <w:lang w:eastAsia="fr-FR"/>
        </w:rPr>
        <w:t xml:space="preserve">„Условията за изпълнение към административни договори за предоставяне на безвъзмездна финансова помощ по </w:t>
      </w:r>
      <w:r w:rsidR="00C166EB" w:rsidRPr="00887780">
        <w:rPr>
          <w:rFonts w:ascii="Times New Roman" w:eastAsia="Times New Roman" w:hAnsi="Times New Roman"/>
          <w:sz w:val="24"/>
          <w:szCs w:val="24"/>
          <w:lang w:eastAsia="fr-FR"/>
        </w:rPr>
        <w:t>ПНИИДИТ</w:t>
      </w:r>
      <w:r w:rsidR="00D75F5C" w:rsidRPr="00887780">
        <w:rPr>
          <w:rFonts w:ascii="Times New Roman" w:eastAsia="Times New Roman" w:hAnsi="Times New Roman"/>
          <w:sz w:val="24"/>
          <w:szCs w:val="24"/>
          <w:lang w:eastAsia="fr-FR"/>
        </w:rPr>
        <w:t>“</w:t>
      </w:r>
      <w:r w:rsidR="006C05F8" w:rsidRPr="00887780">
        <w:rPr>
          <w:rFonts w:ascii="Times New Roman" w:eastAsia="Times New Roman" w:hAnsi="Times New Roman"/>
          <w:sz w:val="24"/>
          <w:szCs w:val="24"/>
          <w:lang w:eastAsia="fr-FR"/>
        </w:rPr>
        <w:t xml:space="preserve"> и приема</w:t>
      </w:r>
      <w:r w:rsidR="009A7C71" w:rsidRPr="00887780">
        <w:rPr>
          <w:rFonts w:ascii="Times New Roman" w:eastAsia="Times New Roman" w:hAnsi="Times New Roman"/>
          <w:sz w:val="24"/>
          <w:szCs w:val="24"/>
          <w:lang w:eastAsia="fr-FR"/>
        </w:rPr>
        <w:t xml:space="preserve"> да ги и</w:t>
      </w:r>
      <w:r w:rsidR="00F44FF3" w:rsidRPr="00887780">
        <w:rPr>
          <w:rFonts w:ascii="Times New Roman" w:eastAsia="Times New Roman" w:hAnsi="Times New Roman"/>
          <w:sz w:val="24"/>
          <w:szCs w:val="24"/>
          <w:lang w:eastAsia="fr-FR"/>
        </w:rPr>
        <w:t>з</w:t>
      </w:r>
      <w:r w:rsidR="009A7C71" w:rsidRPr="00887780">
        <w:rPr>
          <w:rFonts w:ascii="Times New Roman" w:eastAsia="Times New Roman" w:hAnsi="Times New Roman"/>
          <w:sz w:val="24"/>
          <w:szCs w:val="24"/>
          <w:lang w:eastAsia="fr-FR"/>
        </w:rPr>
        <w:t>пълнява</w:t>
      </w:r>
      <w:r w:rsidR="006C05F8" w:rsidRPr="00887780">
        <w:rPr>
          <w:rFonts w:ascii="Times New Roman" w:eastAsia="Times New Roman" w:hAnsi="Times New Roman"/>
          <w:sz w:val="24"/>
          <w:szCs w:val="24"/>
          <w:lang w:eastAsia="fr-FR"/>
        </w:rPr>
        <w:t>.</w:t>
      </w:r>
    </w:p>
    <w:p w14:paraId="09316881" w14:textId="77777777" w:rsidR="003E6D69" w:rsidRPr="00887780" w:rsidRDefault="003E6D69" w:rsidP="00B74FFF">
      <w:pPr>
        <w:pStyle w:val="ListParagraph"/>
        <w:spacing w:after="0"/>
        <w:ind w:left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</w:p>
    <w:p w14:paraId="039E8754" w14:textId="3FC49F91" w:rsidR="00144558" w:rsidRPr="00887780" w:rsidRDefault="009B5E29" w:rsidP="00B74FFF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887780">
        <w:rPr>
          <w:rFonts w:ascii="Times New Roman" w:eastAsia="Times New Roman" w:hAnsi="Times New Roman"/>
          <w:b/>
          <w:sz w:val="24"/>
          <w:szCs w:val="24"/>
          <w:lang w:eastAsia="fr-FR"/>
        </w:rPr>
        <w:t>(</w:t>
      </w:r>
      <w:r w:rsidR="00E022F5" w:rsidRPr="00887780">
        <w:rPr>
          <w:rFonts w:ascii="Times New Roman" w:eastAsia="Times New Roman" w:hAnsi="Times New Roman"/>
          <w:b/>
          <w:sz w:val="24"/>
          <w:szCs w:val="24"/>
          <w:lang w:eastAsia="fr-FR"/>
        </w:rPr>
        <w:t>5</w:t>
      </w:r>
      <w:r w:rsidRPr="00887780">
        <w:rPr>
          <w:rFonts w:ascii="Times New Roman" w:eastAsia="Times New Roman" w:hAnsi="Times New Roman"/>
          <w:b/>
          <w:sz w:val="24"/>
          <w:szCs w:val="24"/>
          <w:lang w:eastAsia="fr-FR"/>
        </w:rPr>
        <w:t>)</w:t>
      </w:r>
      <w:r w:rsidR="001A32A0" w:rsidRPr="00887780">
        <w:rPr>
          <w:rFonts w:ascii="Times New Roman" w:hAnsi="Times New Roman"/>
          <w:b/>
          <w:sz w:val="24"/>
        </w:rPr>
        <w:t xml:space="preserve"> </w:t>
      </w:r>
      <w:r w:rsidR="009C4CB8" w:rsidRPr="00887780">
        <w:rPr>
          <w:rFonts w:ascii="Times New Roman" w:eastAsia="Times New Roman" w:hAnsi="Times New Roman"/>
          <w:sz w:val="24"/>
          <w:szCs w:val="24"/>
          <w:lang w:eastAsia="fr-FR"/>
        </w:rPr>
        <w:t>Срокът/пе</w:t>
      </w:r>
      <w:r w:rsidR="0068782D" w:rsidRPr="00887780">
        <w:rPr>
          <w:rFonts w:ascii="Times New Roman" w:eastAsia="Times New Roman" w:hAnsi="Times New Roman"/>
          <w:sz w:val="24"/>
          <w:szCs w:val="24"/>
          <w:lang w:eastAsia="fr-FR"/>
        </w:rPr>
        <w:t>риодът за изпълнение на проект</w:t>
      </w:r>
      <w:r w:rsidR="00396ED9" w:rsidRPr="00887780">
        <w:rPr>
          <w:rFonts w:ascii="Times New Roman" w:eastAsia="Times New Roman" w:hAnsi="Times New Roman"/>
          <w:sz w:val="24"/>
          <w:szCs w:val="24"/>
          <w:lang w:eastAsia="fr-FR"/>
        </w:rPr>
        <w:t>а</w:t>
      </w:r>
      <w:r w:rsidR="0068782D" w:rsidRPr="00887780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9C4CB8" w:rsidRPr="00887780">
        <w:rPr>
          <w:rFonts w:ascii="Times New Roman" w:eastAsia="Times New Roman" w:hAnsi="Times New Roman"/>
          <w:sz w:val="24"/>
          <w:szCs w:val="24"/>
          <w:lang w:eastAsia="fr-FR"/>
        </w:rPr>
        <w:t xml:space="preserve">е </w:t>
      </w:r>
      <w:r w:rsidR="00807B15" w:rsidRPr="00887780">
        <w:rPr>
          <w:rFonts w:ascii="Times New Roman" w:eastAsia="Times New Roman" w:hAnsi="Times New Roman"/>
          <w:sz w:val="24"/>
          <w:szCs w:val="24"/>
          <w:lang w:eastAsia="fr-FR"/>
        </w:rPr>
        <w:t xml:space="preserve">съгласно </w:t>
      </w:r>
      <w:r w:rsidR="00415973" w:rsidRPr="00887780">
        <w:rPr>
          <w:rFonts w:ascii="Times New Roman" w:eastAsia="Times New Roman" w:hAnsi="Times New Roman"/>
          <w:sz w:val="24"/>
          <w:szCs w:val="24"/>
          <w:lang w:eastAsia="fr-FR"/>
        </w:rPr>
        <w:t>посочен</w:t>
      </w:r>
      <w:r w:rsidR="00807B15" w:rsidRPr="00887780">
        <w:rPr>
          <w:rFonts w:ascii="Times New Roman" w:eastAsia="Times New Roman" w:hAnsi="Times New Roman"/>
          <w:sz w:val="24"/>
          <w:szCs w:val="24"/>
          <w:lang w:eastAsia="fr-FR"/>
        </w:rPr>
        <w:t>ото</w:t>
      </w:r>
      <w:r w:rsidR="00415973" w:rsidRPr="00887780">
        <w:rPr>
          <w:rFonts w:ascii="Times New Roman" w:eastAsia="Times New Roman" w:hAnsi="Times New Roman"/>
          <w:sz w:val="24"/>
          <w:szCs w:val="24"/>
          <w:lang w:eastAsia="fr-FR"/>
        </w:rPr>
        <w:t xml:space="preserve"> в </w:t>
      </w:r>
      <w:r w:rsidR="0013300C" w:rsidRPr="00887780">
        <w:rPr>
          <w:rFonts w:ascii="Times New Roman" w:eastAsia="Times New Roman" w:hAnsi="Times New Roman"/>
          <w:sz w:val="24"/>
          <w:szCs w:val="24"/>
          <w:lang w:eastAsia="fr-FR"/>
        </w:rPr>
        <w:t>раздел</w:t>
      </w:r>
      <w:r w:rsidR="00C902EF" w:rsidRPr="00887780">
        <w:rPr>
          <w:rFonts w:ascii="Times New Roman" w:eastAsia="Times New Roman" w:hAnsi="Times New Roman"/>
          <w:sz w:val="24"/>
          <w:szCs w:val="24"/>
          <w:lang w:eastAsia="fr-FR"/>
        </w:rPr>
        <w:t xml:space="preserve"> „Основ</w:t>
      </w:r>
      <w:r w:rsidR="00396ED9" w:rsidRPr="00887780">
        <w:rPr>
          <w:rFonts w:ascii="Times New Roman" w:eastAsia="Times New Roman" w:hAnsi="Times New Roman"/>
          <w:sz w:val="24"/>
          <w:szCs w:val="24"/>
          <w:lang w:eastAsia="fr-FR"/>
        </w:rPr>
        <w:t>н</w:t>
      </w:r>
      <w:r w:rsidR="00C902EF" w:rsidRPr="00887780">
        <w:rPr>
          <w:rFonts w:ascii="Times New Roman" w:eastAsia="Times New Roman" w:hAnsi="Times New Roman"/>
          <w:sz w:val="24"/>
          <w:szCs w:val="24"/>
          <w:lang w:eastAsia="fr-FR"/>
        </w:rPr>
        <w:t>и данни</w:t>
      </w:r>
      <w:r w:rsidR="00A73F0F" w:rsidRPr="00887780">
        <w:rPr>
          <w:rFonts w:ascii="Times New Roman" w:eastAsia="Times New Roman" w:hAnsi="Times New Roman"/>
          <w:sz w:val="24"/>
          <w:szCs w:val="24"/>
          <w:lang w:eastAsia="fr-FR"/>
        </w:rPr>
        <w:t>”</w:t>
      </w:r>
      <w:r w:rsidR="00C902EF" w:rsidRPr="00887780">
        <w:rPr>
          <w:rFonts w:ascii="Times New Roman" w:eastAsia="Times New Roman" w:hAnsi="Times New Roman"/>
          <w:sz w:val="24"/>
          <w:szCs w:val="24"/>
          <w:lang w:eastAsia="fr-FR"/>
        </w:rPr>
        <w:t xml:space="preserve"> от </w:t>
      </w:r>
      <w:r w:rsidR="0068782D" w:rsidRPr="00887780">
        <w:rPr>
          <w:rFonts w:ascii="Times New Roman" w:eastAsia="Times New Roman" w:hAnsi="Times New Roman"/>
          <w:sz w:val="24"/>
          <w:szCs w:val="24"/>
          <w:lang w:eastAsia="fr-FR"/>
        </w:rPr>
        <w:t>П</w:t>
      </w:r>
      <w:r w:rsidR="00BB199B" w:rsidRPr="00887780">
        <w:rPr>
          <w:rFonts w:ascii="Times New Roman" w:eastAsia="Times New Roman" w:hAnsi="Times New Roman"/>
          <w:sz w:val="24"/>
          <w:szCs w:val="24"/>
          <w:lang w:eastAsia="fr-FR"/>
        </w:rPr>
        <w:t xml:space="preserve">риложение </w:t>
      </w:r>
      <w:r w:rsidR="00BB199B" w:rsidRPr="00887780">
        <w:rPr>
          <w:rFonts w:ascii="Times New Roman" w:hAnsi="Times New Roman"/>
          <w:sz w:val="24"/>
        </w:rPr>
        <w:t>I</w:t>
      </w:r>
      <w:r w:rsidR="00807B15" w:rsidRPr="00887780">
        <w:rPr>
          <w:rFonts w:ascii="Times New Roman" w:eastAsia="Times New Roman" w:hAnsi="Times New Roman"/>
          <w:sz w:val="24"/>
          <w:szCs w:val="24"/>
          <w:lang w:eastAsia="fr-FR"/>
        </w:rPr>
        <w:t xml:space="preserve"> към настоящия договор</w:t>
      </w:r>
      <w:r w:rsidR="0068782D" w:rsidRPr="00887780">
        <w:rPr>
          <w:rFonts w:ascii="Times New Roman" w:eastAsia="Times New Roman" w:hAnsi="Times New Roman"/>
          <w:sz w:val="24"/>
          <w:szCs w:val="24"/>
          <w:lang w:eastAsia="fr-FR"/>
        </w:rPr>
        <w:t>,</w:t>
      </w:r>
      <w:r w:rsidR="003B7462" w:rsidRPr="00887780">
        <w:rPr>
          <w:rFonts w:ascii="Times New Roman" w:eastAsia="Times New Roman" w:hAnsi="Times New Roman"/>
          <w:sz w:val="24"/>
          <w:szCs w:val="24"/>
          <w:lang w:eastAsia="fr-FR"/>
        </w:rPr>
        <w:t xml:space="preserve"> считано от датата на сключване на настоящия договор, </w:t>
      </w:r>
      <w:r w:rsidR="0068782D" w:rsidRPr="00887780">
        <w:rPr>
          <w:rFonts w:ascii="Times New Roman" w:eastAsia="Times New Roman" w:hAnsi="Times New Roman"/>
          <w:sz w:val="24"/>
          <w:szCs w:val="24"/>
          <w:lang w:eastAsia="fr-FR"/>
        </w:rPr>
        <w:t xml:space="preserve">но не повече от </w:t>
      </w:r>
      <w:r w:rsidR="00396ED9" w:rsidRPr="00887780">
        <w:rPr>
          <w:rFonts w:ascii="Times New Roman" w:eastAsia="Times New Roman" w:hAnsi="Times New Roman"/>
          <w:sz w:val="24"/>
          <w:szCs w:val="24"/>
          <w:lang w:eastAsia="fr-FR"/>
        </w:rPr>
        <w:t>максималния срок</w:t>
      </w:r>
      <w:r w:rsidR="003B7462" w:rsidRPr="00887780">
        <w:rPr>
          <w:rFonts w:ascii="Times New Roman" w:eastAsia="Times New Roman" w:hAnsi="Times New Roman"/>
          <w:sz w:val="24"/>
          <w:szCs w:val="24"/>
          <w:lang w:eastAsia="fr-FR"/>
        </w:rPr>
        <w:t>,</w:t>
      </w:r>
      <w:r w:rsidR="00396ED9" w:rsidRPr="00887780">
        <w:rPr>
          <w:rFonts w:ascii="Times New Roman" w:eastAsia="Times New Roman" w:hAnsi="Times New Roman"/>
          <w:sz w:val="24"/>
          <w:szCs w:val="24"/>
          <w:lang w:eastAsia="fr-FR"/>
        </w:rPr>
        <w:t xml:space="preserve"> предвиден в т. 18 от Условията </w:t>
      </w:r>
      <w:r w:rsidR="00396ED9" w:rsidRPr="00887780">
        <w:rPr>
          <w:rFonts w:ascii="Times New Roman" w:eastAsia="Times New Roman" w:hAnsi="Times New Roman"/>
          <w:sz w:val="24"/>
          <w:szCs w:val="24"/>
          <w:lang w:eastAsia="fr-FR"/>
        </w:rPr>
        <w:lastRenderedPageBreak/>
        <w:t>за кандидатстване</w:t>
      </w:r>
      <w:r w:rsidR="00A93EDC" w:rsidRPr="00887780">
        <w:rPr>
          <w:rFonts w:ascii="Times New Roman" w:hAnsi="Times New Roman"/>
          <w:sz w:val="24"/>
          <w:szCs w:val="24"/>
        </w:rPr>
        <w:t xml:space="preserve"> </w:t>
      </w:r>
      <w:r w:rsidR="00A93EDC" w:rsidRPr="00887780">
        <w:rPr>
          <w:rFonts w:ascii="Times New Roman" w:eastAsia="Times New Roman" w:hAnsi="Times New Roman"/>
          <w:sz w:val="24"/>
          <w:szCs w:val="24"/>
          <w:lang w:eastAsia="fr-FR"/>
        </w:rPr>
        <w:t xml:space="preserve">по </w:t>
      </w:r>
      <w:r w:rsidR="004304A7" w:rsidRPr="00887780">
        <w:rPr>
          <w:rFonts w:ascii="Times New Roman" w:eastAsia="Times New Roman" w:hAnsi="Times New Roman"/>
          <w:sz w:val="24"/>
          <w:szCs w:val="24"/>
          <w:lang w:eastAsia="fr-FR"/>
        </w:rPr>
        <w:t xml:space="preserve">процедура </w:t>
      </w:r>
      <w:r w:rsidR="005F1C26" w:rsidRPr="00887780">
        <w:rPr>
          <w:rFonts w:ascii="Times New Roman" w:eastAsia="Times New Roman" w:hAnsi="Times New Roman"/>
          <w:sz w:val="24"/>
          <w:szCs w:val="24"/>
          <w:lang w:eastAsia="fr-FR"/>
        </w:rPr>
        <w:t xml:space="preserve">BG16RFPR002-1.005 </w:t>
      </w:r>
      <w:r w:rsidR="00C166EB" w:rsidRPr="00887780">
        <w:rPr>
          <w:rFonts w:ascii="Times New Roman" w:eastAsia="Times New Roman" w:hAnsi="Times New Roman"/>
          <w:sz w:val="24"/>
          <w:szCs w:val="24"/>
          <w:lang w:eastAsia="fr-FR"/>
        </w:rPr>
        <w:t>„</w:t>
      </w:r>
      <w:r w:rsidR="005F1C26" w:rsidRPr="00887780">
        <w:rPr>
          <w:rFonts w:ascii="Times New Roman" w:eastAsia="Times New Roman" w:hAnsi="Times New Roman"/>
          <w:sz w:val="24"/>
          <w:szCs w:val="24"/>
          <w:lang w:eastAsia="fr-FR"/>
        </w:rPr>
        <w:t>Малки иновативни грантове за малки и средни предприятия (МСП)</w:t>
      </w:r>
      <w:r w:rsidR="00C166EB" w:rsidRPr="00887780">
        <w:rPr>
          <w:rFonts w:ascii="Times New Roman" w:eastAsia="Times New Roman" w:hAnsi="Times New Roman"/>
          <w:sz w:val="24"/>
          <w:szCs w:val="24"/>
          <w:lang w:eastAsia="fr-FR"/>
        </w:rPr>
        <w:t>“</w:t>
      </w:r>
      <w:r w:rsidR="004F35A4" w:rsidRPr="00887780">
        <w:rPr>
          <w:rFonts w:ascii="Times New Roman" w:eastAsia="Times New Roman" w:hAnsi="Times New Roman"/>
          <w:sz w:val="24"/>
          <w:szCs w:val="24"/>
          <w:lang w:eastAsia="fr-FR"/>
        </w:rPr>
        <w:t>.</w:t>
      </w:r>
      <w:r w:rsidR="00C66BAC" w:rsidRPr="00887780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</w:p>
    <w:p w14:paraId="73BA59C9" w14:textId="77777777" w:rsidR="00B74FFF" w:rsidRPr="00887780" w:rsidRDefault="00B74FFF" w:rsidP="00B74FFF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</w:p>
    <w:p w14:paraId="4F135DAB" w14:textId="77777777" w:rsidR="00C66BAC" w:rsidRPr="00887780" w:rsidRDefault="00535ACE" w:rsidP="00B74FFF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887780">
        <w:rPr>
          <w:rFonts w:ascii="Times New Roman" w:eastAsia="Times New Roman" w:hAnsi="Times New Roman"/>
          <w:b/>
          <w:sz w:val="24"/>
          <w:szCs w:val="24"/>
          <w:lang w:eastAsia="fr-FR"/>
        </w:rPr>
        <w:t>(</w:t>
      </w:r>
      <w:r w:rsidR="001A5AAC" w:rsidRPr="00887780">
        <w:rPr>
          <w:rFonts w:ascii="Times New Roman" w:eastAsia="Times New Roman" w:hAnsi="Times New Roman"/>
          <w:b/>
          <w:sz w:val="24"/>
          <w:szCs w:val="24"/>
          <w:lang w:eastAsia="fr-FR"/>
        </w:rPr>
        <w:t>6</w:t>
      </w:r>
      <w:r w:rsidRPr="00887780">
        <w:rPr>
          <w:rFonts w:ascii="Times New Roman" w:eastAsia="Times New Roman" w:hAnsi="Times New Roman"/>
          <w:b/>
          <w:sz w:val="24"/>
          <w:szCs w:val="24"/>
          <w:lang w:eastAsia="fr-FR"/>
        </w:rPr>
        <w:t>)</w:t>
      </w:r>
      <w:r w:rsidR="002C5E60" w:rsidRPr="00887780">
        <w:rPr>
          <w:rFonts w:ascii="Times New Roman" w:eastAsia="Times New Roman" w:hAnsi="Times New Roman"/>
          <w:b/>
          <w:sz w:val="24"/>
          <w:szCs w:val="24"/>
          <w:lang w:eastAsia="fr-FR"/>
        </w:rPr>
        <w:t xml:space="preserve"> </w:t>
      </w:r>
      <w:r w:rsidR="002C5E60" w:rsidRPr="00887780">
        <w:rPr>
          <w:rFonts w:ascii="Times New Roman" w:eastAsia="Times New Roman" w:hAnsi="Times New Roman"/>
          <w:sz w:val="24"/>
          <w:szCs w:val="24"/>
          <w:lang w:eastAsia="fr-FR"/>
        </w:rPr>
        <w:t>Бенефициентът</w:t>
      </w:r>
      <w:r w:rsidR="009C4CB8" w:rsidRPr="00887780">
        <w:rPr>
          <w:rFonts w:ascii="Times New Roman" w:eastAsia="Times New Roman" w:hAnsi="Times New Roman"/>
          <w:sz w:val="24"/>
          <w:szCs w:val="24"/>
          <w:lang w:eastAsia="fr-FR"/>
        </w:rPr>
        <w:t xml:space="preserve"> изпълнява проекта съгласно одобреното проектно предложение</w:t>
      </w:r>
      <w:r w:rsidR="008D3E08" w:rsidRPr="00887780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CE2E9F" w:rsidRPr="00887780">
        <w:rPr>
          <w:rFonts w:ascii="Times New Roman" w:eastAsia="Times New Roman" w:hAnsi="Times New Roman"/>
          <w:sz w:val="24"/>
          <w:szCs w:val="24"/>
          <w:lang w:eastAsia="fr-FR"/>
        </w:rPr>
        <w:t>(Приложение I към настоящия договор)</w:t>
      </w:r>
      <w:r w:rsidR="00712B4A" w:rsidRPr="00887780">
        <w:rPr>
          <w:rFonts w:ascii="Times New Roman" w:eastAsia="Times New Roman" w:hAnsi="Times New Roman"/>
          <w:sz w:val="24"/>
          <w:szCs w:val="24"/>
          <w:lang w:eastAsia="fr-FR"/>
        </w:rPr>
        <w:t xml:space="preserve">, </w:t>
      </w:r>
      <w:r w:rsidR="00170F5F" w:rsidRPr="00887780">
        <w:rPr>
          <w:rFonts w:ascii="Times New Roman" w:eastAsia="Times New Roman" w:hAnsi="Times New Roman"/>
          <w:sz w:val="24"/>
          <w:szCs w:val="24"/>
          <w:lang w:eastAsia="fr-FR"/>
        </w:rPr>
        <w:t>У</w:t>
      </w:r>
      <w:r w:rsidR="00781D51" w:rsidRPr="00887780">
        <w:rPr>
          <w:rFonts w:ascii="Times New Roman" w:eastAsia="Times New Roman" w:hAnsi="Times New Roman"/>
          <w:sz w:val="24"/>
          <w:szCs w:val="24"/>
          <w:lang w:eastAsia="fr-FR"/>
        </w:rPr>
        <w:t>словия</w:t>
      </w:r>
      <w:r w:rsidR="00170F5F" w:rsidRPr="00887780">
        <w:rPr>
          <w:rFonts w:ascii="Times New Roman" w:eastAsia="Times New Roman" w:hAnsi="Times New Roman"/>
          <w:sz w:val="24"/>
          <w:szCs w:val="24"/>
          <w:lang w:eastAsia="fr-FR"/>
        </w:rPr>
        <w:t>та</w:t>
      </w:r>
      <w:r w:rsidR="00781D51" w:rsidRPr="00887780">
        <w:rPr>
          <w:rFonts w:ascii="Times New Roman" w:eastAsia="Times New Roman" w:hAnsi="Times New Roman"/>
          <w:sz w:val="24"/>
          <w:szCs w:val="24"/>
          <w:lang w:eastAsia="fr-FR"/>
        </w:rPr>
        <w:t xml:space="preserve"> за кандидатстване</w:t>
      </w:r>
      <w:r w:rsidR="00505ADA" w:rsidRPr="00887780">
        <w:rPr>
          <w:rFonts w:ascii="Times New Roman" w:eastAsia="Times New Roman" w:hAnsi="Times New Roman"/>
          <w:sz w:val="24"/>
          <w:szCs w:val="24"/>
          <w:lang w:eastAsia="fr-FR"/>
        </w:rPr>
        <w:t>,</w:t>
      </w:r>
      <w:r w:rsidR="00781D51" w:rsidRPr="00887780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170F5F" w:rsidRPr="00887780">
        <w:rPr>
          <w:rFonts w:ascii="Times New Roman" w:eastAsia="Times New Roman" w:hAnsi="Times New Roman"/>
          <w:sz w:val="24"/>
          <w:szCs w:val="24"/>
          <w:lang w:eastAsia="fr-FR"/>
        </w:rPr>
        <w:t>У</w:t>
      </w:r>
      <w:r w:rsidR="00781D51" w:rsidRPr="00887780">
        <w:rPr>
          <w:rFonts w:ascii="Times New Roman" w:eastAsia="Times New Roman" w:hAnsi="Times New Roman"/>
          <w:sz w:val="24"/>
          <w:szCs w:val="24"/>
          <w:lang w:eastAsia="fr-FR"/>
        </w:rPr>
        <w:t>словия</w:t>
      </w:r>
      <w:r w:rsidR="00170F5F" w:rsidRPr="00887780">
        <w:rPr>
          <w:rFonts w:ascii="Times New Roman" w:eastAsia="Times New Roman" w:hAnsi="Times New Roman"/>
          <w:sz w:val="24"/>
          <w:szCs w:val="24"/>
          <w:lang w:eastAsia="fr-FR"/>
        </w:rPr>
        <w:t>та</w:t>
      </w:r>
      <w:r w:rsidR="00712B4A" w:rsidRPr="00887780">
        <w:rPr>
          <w:rFonts w:ascii="Times New Roman" w:eastAsia="Times New Roman" w:hAnsi="Times New Roman"/>
          <w:sz w:val="24"/>
          <w:szCs w:val="24"/>
          <w:lang w:eastAsia="fr-FR"/>
        </w:rPr>
        <w:t xml:space="preserve"> за изпълнение </w:t>
      </w:r>
      <w:r w:rsidR="008F0E86" w:rsidRPr="00887780">
        <w:rPr>
          <w:rFonts w:ascii="Times New Roman" w:eastAsia="Times New Roman" w:hAnsi="Times New Roman"/>
          <w:sz w:val="24"/>
          <w:szCs w:val="24"/>
          <w:lang w:eastAsia="fr-FR"/>
        </w:rPr>
        <w:t>(Приложение I</w:t>
      </w:r>
      <w:r w:rsidR="008F0E86" w:rsidRPr="00887780">
        <w:rPr>
          <w:rFonts w:ascii="Times New Roman" w:eastAsia="Times New Roman" w:hAnsi="Times New Roman"/>
          <w:sz w:val="24"/>
          <w:szCs w:val="24"/>
          <w:lang w:val="en-US" w:eastAsia="fr-FR"/>
        </w:rPr>
        <w:t>I</w:t>
      </w:r>
      <w:r w:rsidR="008F0E86" w:rsidRPr="00887780">
        <w:rPr>
          <w:rFonts w:ascii="Times New Roman" w:eastAsia="Times New Roman" w:hAnsi="Times New Roman"/>
          <w:sz w:val="24"/>
          <w:szCs w:val="24"/>
          <w:lang w:eastAsia="fr-FR"/>
        </w:rPr>
        <w:t xml:space="preserve"> към настоящия договор)</w:t>
      </w:r>
      <w:r w:rsidR="00712B4A" w:rsidRPr="00887780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0207C0" w:rsidRPr="00887780">
        <w:rPr>
          <w:rFonts w:ascii="Times New Roman" w:eastAsia="Times New Roman" w:hAnsi="Times New Roman"/>
          <w:sz w:val="24"/>
          <w:szCs w:val="24"/>
          <w:lang w:eastAsia="fr-FR"/>
        </w:rPr>
        <w:t xml:space="preserve">по процедура </w:t>
      </w:r>
      <w:r w:rsidR="00170F5F" w:rsidRPr="00887780">
        <w:rPr>
          <w:rFonts w:ascii="Times New Roman" w:eastAsia="Times New Roman" w:hAnsi="Times New Roman"/>
          <w:sz w:val="24"/>
          <w:szCs w:val="24"/>
          <w:lang w:eastAsia="fr-FR"/>
        </w:rPr>
        <w:t>чрез</w:t>
      </w:r>
      <w:r w:rsidR="000207C0" w:rsidRPr="00887780">
        <w:rPr>
          <w:rFonts w:ascii="Times New Roman" w:eastAsia="Times New Roman" w:hAnsi="Times New Roman"/>
          <w:sz w:val="24"/>
          <w:szCs w:val="24"/>
          <w:lang w:eastAsia="fr-FR"/>
        </w:rPr>
        <w:t xml:space="preserve"> подбор на проект</w:t>
      </w:r>
      <w:r w:rsidR="00170F5F" w:rsidRPr="00887780">
        <w:rPr>
          <w:rFonts w:ascii="Times New Roman" w:eastAsia="Times New Roman" w:hAnsi="Times New Roman"/>
          <w:sz w:val="24"/>
          <w:szCs w:val="24"/>
          <w:lang w:eastAsia="fr-FR"/>
        </w:rPr>
        <w:t>н</w:t>
      </w:r>
      <w:r w:rsidR="000207C0" w:rsidRPr="00887780">
        <w:rPr>
          <w:rFonts w:ascii="Times New Roman" w:eastAsia="Times New Roman" w:hAnsi="Times New Roman"/>
          <w:sz w:val="24"/>
          <w:szCs w:val="24"/>
          <w:lang w:eastAsia="fr-FR"/>
        </w:rPr>
        <w:t>и</w:t>
      </w:r>
      <w:r w:rsidR="00170F5F" w:rsidRPr="00887780">
        <w:rPr>
          <w:rFonts w:ascii="Times New Roman" w:eastAsia="Times New Roman" w:hAnsi="Times New Roman"/>
          <w:sz w:val="24"/>
          <w:szCs w:val="24"/>
          <w:lang w:eastAsia="fr-FR"/>
        </w:rPr>
        <w:t xml:space="preserve"> предложения</w:t>
      </w:r>
      <w:r w:rsidR="000207C0" w:rsidRPr="00887780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5F1C26" w:rsidRPr="00887780">
        <w:rPr>
          <w:rFonts w:ascii="Times New Roman" w:eastAsia="Times New Roman" w:hAnsi="Times New Roman"/>
          <w:sz w:val="24"/>
          <w:szCs w:val="24"/>
          <w:lang w:eastAsia="fr-FR"/>
        </w:rPr>
        <w:t xml:space="preserve">BG16RFPR002-1.005 </w:t>
      </w:r>
      <w:r w:rsidR="00C166EB" w:rsidRPr="00887780">
        <w:rPr>
          <w:rFonts w:ascii="Times New Roman" w:eastAsia="Times New Roman" w:hAnsi="Times New Roman"/>
          <w:sz w:val="24"/>
          <w:szCs w:val="24"/>
          <w:lang w:eastAsia="fr-FR"/>
        </w:rPr>
        <w:t>„</w:t>
      </w:r>
      <w:r w:rsidR="005F1C26" w:rsidRPr="00887780">
        <w:rPr>
          <w:rFonts w:ascii="Times New Roman" w:eastAsia="Times New Roman" w:hAnsi="Times New Roman"/>
          <w:sz w:val="24"/>
          <w:szCs w:val="24"/>
          <w:lang w:eastAsia="fr-FR"/>
        </w:rPr>
        <w:t>Малки иновативни грантове за малки и средни предприятия (МСП)</w:t>
      </w:r>
      <w:r w:rsidR="00C166EB" w:rsidRPr="00887780">
        <w:rPr>
          <w:rFonts w:ascii="Times New Roman" w:eastAsia="Times New Roman" w:hAnsi="Times New Roman"/>
          <w:sz w:val="24"/>
          <w:szCs w:val="24"/>
          <w:lang w:eastAsia="fr-FR"/>
        </w:rPr>
        <w:t>“</w:t>
      </w:r>
      <w:r w:rsidR="004A1F3D" w:rsidRPr="00887780">
        <w:rPr>
          <w:rFonts w:ascii="Times New Roman" w:eastAsia="Times New Roman" w:hAnsi="Times New Roman"/>
          <w:sz w:val="24"/>
          <w:szCs w:val="24"/>
          <w:lang w:eastAsia="fr-FR"/>
        </w:rPr>
        <w:t xml:space="preserve"> и клаузите на настоящия договор</w:t>
      </w:r>
      <w:r w:rsidR="00170F5F" w:rsidRPr="00887780">
        <w:rPr>
          <w:rFonts w:ascii="Times New Roman" w:eastAsia="Times New Roman" w:hAnsi="Times New Roman"/>
          <w:sz w:val="24"/>
          <w:szCs w:val="24"/>
          <w:lang w:eastAsia="fr-FR"/>
        </w:rPr>
        <w:t>.</w:t>
      </w:r>
    </w:p>
    <w:p w14:paraId="34FD4775" w14:textId="77777777" w:rsidR="00B74FFF" w:rsidRPr="00887780" w:rsidRDefault="00B74FFF" w:rsidP="00B74FFF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</w:p>
    <w:p w14:paraId="73AB2147" w14:textId="77777777" w:rsidR="00B47A6E" w:rsidRPr="00887780" w:rsidRDefault="000239E8" w:rsidP="00B74FFF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887780">
        <w:rPr>
          <w:rFonts w:ascii="Times New Roman" w:eastAsia="Times New Roman" w:hAnsi="Times New Roman"/>
          <w:b/>
          <w:sz w:val="24"/>
          <w:szCs w:val="24"/>
          <w:lang w:eastAsia="fr-FR"/>
        </w:rPr>
        <w:t>(</w:t>
      </w:r>
      <w:r w:rsidR="00B47A6E" w:rsidRPr="00887780">
        <w:rPr>
          <w:rFonts w:ascii="Times New Roman" w:eastAsia="Times New Roman" w:hAnsi="Times New Roman"/>
          <w:b/>
          <w:sz w:val="24"/>
          <w:szCs w:val="24"/>
          <w:lang w:eastAsia="fr-FR"/>
        </w:rPr>
        <w:t>7</w:t>
      </w:r>
      <w:r w:rsidRPr="00887780">
        <w:rPr>
          <w:rFonts w:ascii="Times New Roman" w:eastAsia="Times New Roman" w:hAnsi="Times New Roman"/>
          <w:b/>
          <w:sz w:val="24"/>
          <w:szCs w:val="24"/>
          <w:lang w:eastAsia="fr-FR"/>
        </w:rPr>
        <w:t>)</w:t>
      </w:r>
      <w:r w:rsidR="00661F09" w:rsidRPr="00887780">
        <w:rPr>
          <w:rFonts w:ascii="Times New Roman" w:eastAsia="Times New Roman" w:hAnsi="Times New Roman"/>
          <w:b/>
          <w:sz w:val="24"/>
          <w:szCs w:val="24"/>
          <w:lang w:eastAsia="fr-FR"/>
        </w:rPr>
        <w:t xml:space="preserve"> </w:t>
      </w:r>
      <w:r w:rsidR="00B47A6E" w:rsidRPr="00887780">
        <w:rPr>
          <w:rFonts w:ascii="Times New Roman" w:eastAsia="Times New Roman" w:hAnsi="Times New Roman"/>
          <w:sz w:val="24"/>
          <w:szCs w:val="24"/>
          <w:lang w:eastAsia="fr-FR"/>
        </w:rPr>
        <w:t>Бенефициентът се задължава в 20</w:t>
      </w:r>
      <w:r w:rsidR="00170F5F" w:rsidRPr="00887780">
        <w:rPr>
          <w:rFonts w:ascii="Times New Roman" w:eastAsia="Times New Roman" w:hAnsi="Times New Roman"/>
          <w:sz w:val="24"/>
          <w:szCs w:val="24"/>
          <w:lang w:eastAsia="fr-FR"/>
        </w:rPr>
        <w:t>-</w:t>
      </w:r>
      <w:r w:rsidR="00B47A6E" w:rsidRPr="00887780">
        <w:rPr>
          <w:rFonts w:ascii="Times New Roman" w:eastAsia="Times New Roman" w:hAnsi="Times New Roman"/>
          <w:sz w:val="24"/>
          <w:szCs w:val="24"/>
          <w:lang w:eastAsia="fr-FR"/>
        </w:rPr>
        <w:t xml:space="preserve">дневен срок от сключването на настоящия договор да уведоми Управляващия орган за </w:t>
      </w:r>
      <w:r w:rsidR="00A42957" w:rsidRPr="00887780">
        <w:rPr>
          <w:rFonts w:ascii="Times New Roman" w:eastAsia="Times New Roman" w:hAnsi="Times New Roman"/>
          <w:sz w:val="24"/>
          <w:szCs w:val="24"/>
          <w:lang w:eastAsia="fr-FR"/>
        </w:rPr>
        <w:t>притежавана</w:t>
      </w:r>
      <w:r w:rsidR="00FA0728" w:rsidRPr="00887780">
        <w:rPr>
          <w:rFonts w:ascii="Times New Roman" w:eastAsia="Times New Roman" w:hAnsi="Times New Roman"/>
          <w:sz w:val="24"/>
          <w:szCs w:val="24"/>
          <w:lang w:eastAsia="fr-FR"/>
        </w:rPr>
        <w:t xml:space="preserve"> от него </w:t>
      </w:r>
      <w:r w:rsidR="00B47A6E" w:rsidRPr="00887780">
        <w:rPr>
          <w:rFonts w:ascii="Times New Roman" w:eastAsia="Times New Roman" w:hAnsi="Times New Roman"/>
          <w:sz w:val="24"/>
          <w:szCs w:val="24"/>
          <w:lang w:eastAsia="fr-FR"/>
        </w:rPr>
        <w:t xml:space="preserve">банкова сметка, по която ще бъдат извършвани плащанията съгласно посоченото в чл. </w:t>
      </w:r>
      <w:r w:rsidR="00472397" w:rsidRPr="00887780">
        <w:rPr>
          <w:rFonts w:ascii="Times New Roman" w:eastAsia="Times New Roman" w:hAnsi="Times New Roman"/>
          <w:sz w:val="24"/>
          <w:szCs w:val="24"/>
          <w:lang w:eastAsia="fr-FR"/>
        </w:rPr>
        <w:t>3 – 6</w:t>
      </w:r>
      <w:r w:rsidR="006A0A32" w:rsidRPr="00887780">
        <w:rPr>
          <w:rFonts w:ascii="Times New Roman" w:eastAsia="Times New Roman" w:hAnsi="Times New Roman"/>
          <w:sz w:val="24"/>
          <w:szCs w:val="24"/>
          <w:lang w:eastAsia="fr-FR"/>
        </w:rPr>
        <w:t>,</w:t>
      </w:r>
      <w:r w:rsidR="006A0A32" w:rsidRPr="00887780">
        <w:t xml:space="preserve"> </w:t>
      </w:r>
      <w:r w:rsidR="008D125B" w:rsidRPr="00887780">
        <w:rPr>
          <w:rFonts w:ascii="Times New Roman" w:eastAsia="Times New Roman" w:hAnsi="Times New Roman"/>
          <w:sz w:val="24"/>
          <w:szCs w:val="24"/>
          <w:lang w:eastAsia="fr-FR"/>
        </w:rPr>
        <w:t>посредством представяне</w:t>
      </w:r>
      <w:r w:rsidR="001F0FE4" w:rsidRPr="00887780">
        <w:rPr>
          <w:rFonts w:ascii="Times New Roman" w:eastAsia="Times New Roman" w:hAnsi="Times New Roman"/>
          <w:sz w:val="24"/>
          <w:szCs w:val="24"/>
          <w:lang w:eastAsia="fr-FR"/>
        </w:rPr>
        <w:t xml:space="preserve"> на ф</w:t>
      </w:r>
      <w:r w:rsidR="006A0A32" w:rsidRPr="00887780">
        <w:rPr>
          <w:rFonts w:ascii="Times New Roman" w:eastAsia="Times New Roman" w:hAnsi="Times New Roman"/>
          <w:sz w:val="24"/>
          <w:szCs w:val="24"/>
          <w:lang w:eastAsia="fr-FR"/>
        </w:rPr>
        <w:t>и</w:t>
      </w:r>
      <w:r w:rsidR="0040483E" w:rsidRPr="00887780">
        <w:rPr>
          <w:rFonts w:ascii="Times New Roman" w:eastAsia="Times New Roman" w:hAnsi="Times New Roman"/>
          <w:sz w:val="24"/>
          <w:szCs w:val="24"/>
          <w:lang w:eastAsia="fr-FR"/>
        </w:rPr>
        <w:t>нансова идентификационна форма</w:t>
      </w:r>
      <w:r w:rsidR="000C49F6" w:rsidRPr="00887780">
        <w:rPr>
          <w:rFonts w:ascii="Times New Roman" w:eastAsia="Times New Roman" w:hAnsi="Times New Roman"/>
          <w:sz w:val="24"/>
          <w:szCs w:val="24"/>
          <w:lang w:eastAsia="fr-FR"/>
        </w:rPr>
        <w:t xml:space="preserve"> по образец на Управляващия орган</w:t>
      </w:r>
      <w:r w:rsidR="004F35A4" w:rsidRPr="00887780">
        <w:rPr>
          <w:rFonts w:ascii="Times New Roman" w:eastAsia="Times New Roman" w:hAnsi="Times New Roman"/>
          <w:sz w:val="24"/>
          <w:szCs w:val="24"/>
          <w:lang w:eastAsia="fr-FR"/>
        </w:rPr>
        <w:t>.</w:t>
      </w:r>
    </w:p>
    <w:p w14:paraId="07288F77" w14:textId="77777777" w:rsidR="00B74FFF" w:rsidRPr="00887780" w:rsidRDefault="00B74FFF" w:rsidP="00B74FFF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</w:p>
    <w:p w14:paraId="3A1486A5" w14:textId="77777777" w:rsidR="00B47A6E" w:rsidRPr="00887780" w:rsidRDefault="00875408" w:rsidP="00B74FFF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887780">
        <w:rPr>
          <w:rFonts w:ascii="Times New Roman" w:eastAsia="Times New Roman" w:hAnsi="Times New Roman"/>
          <w:b/>
          <w:sz w:val="24"/>
          <w:szCs w:val="24"/>
          <w:lang w:eastAsia="fr-FR"/>
        </w:rPr>
        <w:t>(</w:t>
      </w:r>
      <w:r w:rsidR="00606033" w:rsidRPr="00887780">
        <w:rPr>
          <w:rFonts w:ascii="Times New Roman" w:eastAsia="Times New Roman" w:hAnsi="Times New Roman"/>
          <w:b/>
          <w:sz w:val="24"/>
          <w:szCs w:val="24"/>
          <w:lang w:eastAsia="fr-FR"/>
        </w:rPr>
        <w:t>8</w:t>
      </w:r>
      <w:r w:rsidRPr="00887780">
        <w:rPr>
          <w:rFonts w:ascii="Times New Roman" w:eastAsia="Times New Roman" w:hAnsi="Times New Roman"/>
          <w:b/>
          <w:sz w:val="24"/>
          <w:szCs w:val="24"/>
          <w:lang w:eastAsia="fr-FR"/>
        </w:rPr>
        <w:t>)</w:t>
      </w:r>
      <w:r w:rsidR="00B47A6E" w:rsidRPr="00887780">
        <w:rPr>
          <w:rFonts w:ascii="Times New Roman" w:eastAsia="Times New Roman" w:hAnsi="Times New Roman"/>
          <w:sz w:val="24"/>
          <w:szCs w:val="24"/>
          <w:lang w:eastAsia="fr-FR"/>
        </w:rPr>
        <w:t xml:space="preserve"> В случай на промяна в банковата сметка по чл. </w:t>
      </w:r>
      <w:r w:rsidR="00A41034" w:rsidRPr="00887780">
        <w:rPr>
          <w:rFonts w:ascii="Times New Roman" w:eastAsia="Times New Roman" w:hAnsi="Times New Roman"/>
          <w:sz w:val="24"/>
          <w:szCs w:val="24"/>
          <w:lang w:eastAsia="fr-FR"/>
        </w:rPr>
        <w:t>1</w:t>
      </w:r>
      <w:r w:rsidR="0040434F" w:rsidRPr="00887780">
        <w:rPr>
          <w:rFonts w:ascii="Times New Roman" w:eastAsia="Times New Roman" w:hAnsi="Times New Roman"/>
          <w:sz w:val="24"/>
          <w:szCs w:val="24"/>
          <w:lang w:eastAsia="fr-FR"/>
        </w:rPr>
        <w:t xml:space="preserve"> (</w:t>
      </w:r>
      <w:r w:rsidR="00B47A6E" w:rsidRPr="00887780">
        <w:rPr>
          <w:rFonts w:ascii="Times New Roman" w:eastAsia="Times New Roman" w:hAnsi="Times New Roman"/>
          <w:sz w:val="24"/>
          <w:szCs w:val="24"/>
          <w:lang w:eastAsia="fr-FR"/>
        </w:rPr>
        <w:t>7</w:t>
      </w:r>
      <w:r w:rsidR="0040434F" w:rsidRPr="00887780">
        <w:rPr>
          <w:rFonts w:ascii="Times New Roman" w:eastAsia="Times New Roman" w:hAnsi="Times New Roman"/>
          <w:sz w:val="24"/>
          <w:szCs w:val="24"/>
          <w:lang w:eastAsia="fr-FR"/>
        </w:rPr>
        <w:t>)</w:t>
      </w:r>
      <w:r w:rsidR="00B47A6E" w:rsidRPr="00887780">
        <w:rPr>
          <w:rFonts w:ascii="Times New Roman" w:eastAsia="Times New Roman" w:hAnsi="Times New Roman"/>
          <w:sz w:val="24"/>
          <w:szCs w:val="24"/>
          <w:lang w:eastAsia="fr-FR"/>
        </w:rPr>
        <w:t xml:space="preserve">, </w:t>
      </w:r>
      <w:r w:rsidR="00960BD9" w:rsidRPr="00887780">
        <w:rPr>
          <w:rFonts w:ascii="Times New Roman" w:eastAsia="Times New Roman" w:hAnsi="Times New Roman"/>
          <w:sz w:val="24"/>
          <w:szCs w:val="24"/>
          <w:lang w:eastAsia="fr-FR"/>
        </w:rPr>
        <w:t>Б</w:t>
      </w:r>
      <w:r w:rsidR="00B47A6E" w:rsidRPr="00887780">
        <w:rPr>
          <w:rFonts w:ascii="Times New Roman" w:eastAsia="Times New Roman" w:hAnsi="Times New Roman"/>
          <w:sz w:val="24"/>
          <w:szCs w:val="24"/>
          <w:lang w:eastAsia="fr-FR"/>
        </w:rPr>
        <w:t xml:space="preserve">енефициентът се задължава в срок не по-дълъг от 5 </w:t>
      </w:r>
      <w:r w:rsidR="00960BD9" w:rsidRPr="00887780">
        <w:rPr>
          <w:rFonts w:ascii="Times New Roman" w:eastAsia="Times New Roman" w:hAnsi="Times New Roman"/>
          <w:sz w:val="24"/>
          <w:szCs w:val="24"/>
          <w:lang w:eastAsia="fr-FR"/>
        </w:rPr>
        <w:t xml:space="preserve">(пет) </w:t>
      </w:r>
      <w:r w:rsidR="00B47A6E" w:rsidRPr="00887780">
        <w:rPr>
          <w:rFonts w:ascii="Times New Roman" w:eastAsia="Times New Roman" w:hAnsi="Times New Roman"/>
          <w:sz w:val="24"/>
          <w:szCs w:val="24"/>
          <w:lang w:eastAsia="fr-FR"/>
        </w:rPr>
        <w:t xml:space="preserve">дни да уведоми Управляващия орган за промяната с нова </w:t>
      </w:r>
      <w:r w:rsidR="000C49F6" w:rsidRPr="00887780">
        <w:rPr>
          <w:rFonts w:ascii="Times New Roman" w:eastAsia="Times New Roman" w:hAnsi="Times New Roman"/>
          <w:sz w:val="24"/>
          <w:szCs w:val="24"/>
          <w:lang w:eastAsia="fr-FR"/>
        </w:rPr>
        <w:t>финансова</w:t>
      </w:r>
      <w:r w:rsidR="00B47A6E" w:rsidRPr="00887780">
        <w:rPr>
          <w:rFonts w:ascii="Times New Roman" w:eastAsia="Times New Roman" w:hAnsi="Times New Roman"/>
          <w:sz w:val="24"/>
          <w:szCs w:val="24"/>
          <w:lang w:eastAsia="fr-FR"/>
        </w:rPr>
        <w:t xml:space="preserve"> идентификационна форма.</w:t>
      </w:r>
    </w:p>
    <w:p w14:paraId="407E4D8B" w14:textId="77777777" w:rsidR="00D33399" w:rsidRPr="00887780" w:rsidRDefault="00D33399" w:rsidP="00B74FFF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</w:p>
    <w:p w14:paraId="4871B306" w14:textId="77777777" w:rsidR="003B5B79" w:rsidRPr="00887780" w:rsidRDefault="00262438" w:rsidP="009A79AC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887780">
        <w:rPr>
          <w:rFonts w:ascii="Times New Roman" w:eastAsia="Times New Roman" w:hAnsi="Times New Roman"/>
          <w:b/>
          <w:sz w:val="24"/>
          <w:szCs w:val="24"/>
          <w:lang w:eastAsia="fr-FR"/>
        </w:rPr>
        <w:t>(9)</w:t>
      </w:r>
      <w:r w:rsidR="008D4804" w:rsidRPr="00887780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830307" w:rsidRPr="00887780">
        <w:rPr>
          <w:rFonts w:ascii="Times New Roman" w:eastAsia="Times New Roman" w:hAnsi="Times New Roman"/>
          <w:sz w:val="24"/>
          <w:szCs w:val="24"/>
          <w:lang w:eastAsia="fr-FR"/>
        </w:rPr>
        <w:t xml:space="preserve">Сумите, изплащани от Управляващия орган, се превеждат </w:t>
      </w:r>
      <w:r w:rsidR="00A64378" w:rsidRPr="00887780">
        <w:rPr>
          <w:rFonts w:ascii="Times New Roman" w:eastAsia="Times New Roman" w:hAnsi="Times New Roman"/>
          <w:sz w:val="24"/>
          <w:szCs w:val="24"/>
          <w:lang w:eastAsia="fr-FR"/>
        </w:rPr>
        <w:t>по</w:t>
      </w:r>
      <w:r w:rsidR="00830307" w:rsidRPr="00887780">
        <w:rPr>
          <w:rFonts w:ascii="Times New Roman" w:eastAsia="Times New Roman" w:hAnsi="Times New Roman"/>
          <w:sz w:val="24"/>
          <w:szCs w:val="24"/>
          <w:lang w:eastAsia="fr-FR"/>
        </w:rPr>
        <w:t xml:space="preserve"> банкова</w:t>
      </w:r>
      <w:r w:rsidR="009A7C71" w:rsidRPr="00887780">
        <w:rPr>
          <w:rFonts w:ascii="Times New Roman" w:eastAsia="Times New Roman" w:hAnsi="Times New Roman"/>
          <w:sz w:val="24"/>
          <w:szCs w:val="24"/>
          <w:lang w:eastAsia="fr-FR"/>
        </w:rPr>
        <w:t>та</w:t>
      </w:r>
      <w:r w:rsidR="00830307" w:rsidRPr="00887780">
        <w:rPr>
          <w:rFonts w:ascii="Times New Roman" w:eastAsia="Times New Roman" w:hAnsi="Times New Roman"/>
          <w:sz w:val="24"/>
          <w:szCs w:val="24"/>
          <w:lang w:eastAsia="fr-FR"/>
        </w:rPr>
        <w:t xml:space="preserve"> сметка на Бенефициента, посочена във </w:t>
      </w:r>
      <w:r w:rsidR="00902186" w:rsidRPr="00887780">
        <w:rPr>
          <w:rFonts w:ascii="Times New Roman" w:eastAsia="Times New Roman" w:hAnsi="Times New Roman"/>
          <w:sz w:val="24"/>
          <w:szCs w:val="24"/>
          <w:lang w:eastAsia="fr-FR"/>
        </w:rPr>
        <w:t xml:space="preserve">финансовата идентификационна </w:t>
      </w:r>
      <w:r w:rsidR="00AE07BA" w:rsidRPr="00887780">
        <w:rPr>
          <w:rFonts w:ascii="Times New Roman" w:eastAsia="Times New Roman" w:hAnsi="Times New Roman"/>
          <w:sz w:val="24"/>
          <w:szCs w:val="24"/>
          <w:lang w:eastAsia="fr-FR"/>
        </w:rPr>
        <w:t>форма по образец</w:t>
      </w:r>
      <w:r w:rsidR="00830307" w:rsidRPr="00887780">
        <w:rPr>
          <w:rFonts w:ascii="Times New Roman" w:eastAsia="Times New Roman" w:hAnsi="Times New Roman"/>
          <w:sz w:val="24"/>
          <w:szCs w:val="24"/>
          <w:lang w:eastAsia="fr-FR"/>
        </w:rPr>
        <w:t xml:space="preserve"> на Управляващия орган.</w:t>
      </w:r>
    </w:p>
    <w:p w14:paraId="4CEDCBBD" w14:textId="77777777" w:rsidR="009A79AC" w:rsidRPr="00887780" w:rsidRDefault="009A79AC" w:rsidP="009A79AC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</w:p>
    <w:p w14:paraId="59ADF457" w14:textId="77777777" w:rsidR="00830307" w:rsidRPr="00887780" w:rsidRDefault="003B5B79" w:rsidP="009A79AC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887780">
        <w:rPr>
          <w:rFonts w:ascii="Times New Roman" w:eastAsia="Times New Roman" w:hAnsi="Times New Roman"/>
          <w:b/>
          <w:sz w:val="24"/>
          <w:szCs w:val="24"/>
          <w:lang w:eastAsia="fr-FR"/>
        </w:rPr>
        <w:t>(10)</w:t>
      </w:r>
      <w:r w:rsidR="00830307" w:rsidRPr="00887780">
        <w:rPr>
          <w:rFonts w:ascii="Times New Roman" w:eastAsia="Times New Roman" w:hAnsi="Times New Roman"/>
          <w:sz w:val="24"/>
          <w:szCs w:val="24"/>
          <w:lang w:eastAsia="fr-FR"/>
        </w:rPr>
        <w:t xml:space="preserve"> В случаите на учреден залог в полза на банкова институция, банковата сметка, посочен</w:t>
      </w:r>
      <w:r w:rsidR="00F4264F" w:rsidRPr="00887780">
        <w:rPr>
          <w:rFonts w:ascii="Times New Roman" w:eastAsia="Times New Roman" w:hAnsi="Times New Roman"/>
          <w:sz w:val="24"/>
          <w:szCs w:val="24"/>
          <w:lang w:eastAsia="fr-FR"/>
        </w:rPr>
        <w:t>а</w:t>
      </w:r>
      <w:r w:rsidR="00830307" w:rsidRPr="00887780">
        <w:rPr>
          <w:rFonts w:ascii="Times New Roman" w:eastAsia="Times New Roman" w:hAnsi="Times New Roman"/>
          <w:sz w:val="24"/>
          <w:szCs w:val="24"/>
          <w:lang w:eastAsia="fr-FR"/>
        </w:rPr>
        <w:t xml:space="preserve"> във финансов</w:t>
      </w:r>
      <w:r w:rsidR="00D63379" w:rsidRPr="00887780">
        <w:rPr>
          <w:rFonts w:ascii="Times New Roman" w:eastAsia="Times New Roman" w:hAnsi="Times New Roman"/>
          <w:sz w:val="24"/>
          <w:szCs w:val="24"/>
          <w:lang w:eastAsia="fr-FR"/>
        </w:rPr>
        <w:t>ата</w:t>
      </w:r>
      <w:r w:rsidR="00830307" w:rsidRPr="00887780">
        <w:rPr>
          <w:rFonts w:ascii="Times New Roman" w:eastAsia="Times New Roman" w:hAnsi="Times New Roman"/>
          <w:sz w:val="24"/>
          <w:szCs w:val="24"/>
          <w:lang w:eastAsia="fr-FR"/>
        </w:rPr>
        <w:t xml:space="preserve"> идентификационна форма</w:t>
      </w:r>
      <w:r w:rsidR="000B2B8C" w:rsidRPr="00887780">
        <w:rPr>
          <w:rFonts w:ascii="Times New Roman" w:eastAsia="Times New Roman" w:hAnsi="Times New Roman"/>
          <w:sz w:val="24"/>
          <w:szCs w:val="24"/>
          <w:lang w:eastAsia="fr-FR"/>
        </w:rPr>
        <w:t>,</w:t>
      </w:r>
      <w:r w:rsidR="00830307" w:rsidRPr="00887780">
        <w:rPr>
          <w:rFonts w:ascii="Times New Roman" w:eastAsia="Times New Roman" w:hAnsi="Times New Roman"/>
          <w:sz w:val="24"/>
          <w:szCs w:val="24"/>
          <w:lang w:eastAsia="fr-FR"/>
        </w:rPr>
        <w:t xml:space="preserve"> трябва да съответства на сметката, посочена в договора за особен залог.</w:t>
      </w:r>
    </w:p>
    <w:p w14:paraId="01838FEA" w14:textId="77777777" w:rsidR="009A79AC" w:rsidRPr="00887780" w:rsidRDefault="009A79AC" w:rsidP="009A79AC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</w:p>
    <w:p w14:paraId="2F34C379" w14:textId="77777777" w:rsidR="00EB059C" w:rsidRPr="00887780" w:rsidRDefault="00EB059C" w:rsidP="009A79AC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887780">
        <w:rPr>
          <w:rFonts w:ascii="Times New Roman" w:eastAsia="Times New Roman" w:hAnsi="Times New Roman"/>
          <w:b/>
          <w:sz w:val="24"/>
          <w:szCs w:val="24"/>
          <w:lang w:eastAsia="fr-FR"/>
        </w:rPr>
        <w:t>(11)</w:t>
      </w:r>
      <w:r w:rsidRPr="00887780">
        <w:rPr>
          <w:rFonts w:ascii="Times New Roman" w:eastAsia="Times New Roman" w:hAnsi="Times New Roman"/>
          <w:sz w:val="24"/>
          <w:szCs w:val="24"/>
          <w:lang w:eastAsia="fr-FR"/>
        </w:rPr>
        <w:t xml:space="preserve"> При наличие на задължения към Национална агенция </w:t>
      </w:r>
      <w:r w:rsidR="003A734A" w:rsidRPr="00887780">
        <w:rPr>
          <w:rFonts w:ascii="Times New Roman" w:eastAsia="Times New Roman" w:hAnsi="Times New Roman"/>
          <w:sz w:val="24"/>
          <w:szCs w:val="24"/>
          <w:lang w:eastAsia="fr-FR"/>
        </w:rPr>
        <w:t>за приходите и Агенция „Митници”</w:t>
      </w:r>
      <w:r w:rsidRPr="00887780">
        <w:rPr>
          <w:rFonts w:ascii="Times New Roman" w:eastAsia="Times New Roman" w:hAnsi="Times New Roman"/>
          <w:sz w:val="24"/>
          <w:szCs w:val="24"/>
          <w:lang w:eastAsia="fr-FR"/>
        </w:rPr>
        <w:t xml:space="preserve">, Управляващият орган извършва банков превод на </w:t>
      </w:r>
      <w:proofErr w:type="spellStart"/>
      <w:r w:rsidRPr="00887780">
        <w:rPr>
          <w:rFonts w:ascii="Times New Roman" w:eastAsia="Times New Roman" w:hAnsi="Times New Roman"/>
          <w:sz w:val="24"/>
          <w:szCs w:val="24"/>
          <w:lang w:eastAsia="fr-FR"/>
        </w:rPr>
        <w:t>запорираната</w:t>
      </w:r>
      <w:proofErr w:type="spellEnd"/>
      <w:r w:rsidRPr="00887780">
        <w:rPr>
          <w:rFonts w:ascii="Times New Roman" w:eastAsia="Times New Roman" w:hAnsi="Times New Roman"/>
          <w:sz w:val="24"/>
          <w:szCs w:val="24"/>
          <w:lang w:eastAsia="fr-FR"/>
        </w:rPr>
        <w:t xml:space="preserve"> сума по посочената в разпореждането за изпълнение банкова сметка.</w:t>
      </w:r>
    </w:p>
    <w:p w14:paraId="163BCD08" w14:textId="77777777" w:rsidR="009A79AC" w:rsidRPr="00887780" w:rsidRDefault="009A79AC" w:rsidP="009A79AC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</w:p>
    <w:p w14:paraId="0F35633E" w14:textId="77777777" w:rsidR="008977B8" w:rsidRPr="00887780" w:rsidRDefault="0082585B" w:rsidP="009A79AC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887780">
        <w:rPr>
          <w:rFonts w:ascii="Times New Roman" w:eastAsia="Times New Roman" w:hAnsi="Times New Roman"/>
          <w:b/>
          <w:sz w:val="24"/>
          <w:szCs w:val="24"/>
          <w:lang w:eastAsia="fr-FR"/>
        </w:rPr>
        <w:t>(12)</w:t>
      </w:r>
      <w:r w:rsidRPr="00887780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830307" w:rsidRPr="00887780">
        <w:rPr>
          <w:rFonts w:ascii="Times New Roman" w:eastAsia="Times New Roman" w:hAnsi="Times New Roman"/>
          <w:sz w:val="24"/>
          <w:szCs w:val="24"/>
          <w:lang w:eastAsia="fr-FR"/>
        </w:rPr>
        <w:t>Управляващият орган може да извършва банков превод по искане или наложен запор от съдия изпълнител, публичен изпълнител и др</w:t>
      </w:r>
      <w:r w:rsidR="00F4264F" w:rsidRPr="00887780">
        <w:rPr>
          <w:rFonts w:ascii="Times New Roman" w:eastAsia="Times New Roman" w:hAnsi="Times New Roman"/>
          <w:sz w:val="24"/>
          <w:szCs w:val="24"/>
          <w:lang w:eastAsia="fr-FR"/>
        </w:rPr>
        <w:t>уги</w:t>
      </w:r>
      <w:r w:rsidR="004725D8" w:rsidRPr="00887780">
        <w:rPr>
          <w:rFonts w:ascii="Times New Roman" w:eastAsia="Times New Roman" w:hAnsi="Times New Roman"/>
          <w:sz w:val="24"/>
          <w:szCs w:val="24"/>
          <w:lang w:eastAsia="fr-FR"/>
        </w:rPr>
        <w:t xml:space="preserve"> по посочената в разпореждането за изпълнение банкова сметка.</w:t>
      </w:r>
    </w:p>
    <w:p w14:paraId="0E2D0D9E" w14:textId="77777777" w:rsidR="009A79AC" w:rsidRPr="00887780" w:rsidRDefault="009A79AC" w:rsidP="009A79AC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</w:p>
    <w:p w14:paraId="71701830" w14:textId="77777777" w:rsidR="005A6145" w:rsidRPr="00887780" w:rsidRDefault="00C166EB" w:rsidP="00B74FFF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887780">
        <w:rPr>
          <w:rFonts w:ascii="Times New Roman" w:eastAsia="Times New Roman" w:hAnsi="Times New Roman"/>
          <w:b/>
          <w:sz w:val="24"/>
          <w:szCs w:val="24"/>
          <w:lang w:eastAsia="fr-FR"/>
        </w:rPr>
        <w:t>(1</w:t>
      </w:r>
      <w:r w:rsidR="001A14A5" w:rsidRPr="00887780">
        <w:rPr>
          <w:rFonts w:ascii="Times New Roman" w:eastAsia="Times New Roman" w:hAnsi="Times New Roman"/>
          <w:b/>
          <w:sz w:val="24"/>
          <w:szCs w:val="24"/>
          <w:lang w:eastAsia="fr-FR"/>
        </w:rPr>
        <w:t>3</w:t>
      </w:r>
      <w:r w:rsidRPr="00887780">
        <w:rPr>
          <w:rFonts w:ascii="Times New Roman" w:eastAsia="Times New Roman" w:hAnsi="Times New Roman"/>
          <w:b/>
          <w:sz w:val="24"/>
          <w:szCs w:val="24"/>
          <w:lang w:eastAsia="fr-FR"/>
        </w:rPr>
        <w:t xml:space="preserve">) </w:t>
      </w:r>
      <w:proofErr w:type="spellStart"/>
      <w:r w:rsidR="005A6145" w:rsidRPr="00887780">
        <w:rPr>
          <w:rFonts w:ascii="Times New Roman" w:eastAsia="Times New Roman" w:hAnsi="Times New Roman"/>
          <w:sz w:val="24"/>
          <w:szCs w:val="24"/>
          <w:lang w:eastAsia="fr-FR"/>
        </w:rPr>
        <w:t>Бенефициенът</w:t>
      </w:r>
      <w:proofErr w:type="spellEnd"/>
      <w:r w:rsidR="005A6145" w:rsidRPr="00887780">
        <w:rPr>
          <w:rFonts w:ascii="Times New Roman" w:eastAsia="Times New Roman" w:hAnsi="Times New Roman"/>
          <w:sz w:val="24"/>
          <w:szCs w:val="24"/>
          <w:lang w:eastAsia="fr-FR"/>
        </w:rPr>
        <w:t xml:space="preserve"> се задължава да избере изпълнител на услуга от </w:t>
      </w:r>
      <w:r w:rsidR="005A6145" w:rsidRPr="00887780">
        <w:rPr>
          <w:rFonts w:ascii="Times New Roman" w:hAnsi="Times New Roman"/>
          <w:sz w:val="24"/>
        </w:rPr>
        <w:t>Платформа за сътрудничество между висшите училища, изследователските организации и бизнеса</w:t>
      </w:r>
      <w:r w:rsidR="009440DD" w:rsidRPr="00887780">
        <w:rPr>
          <w:rFonts w:ascii="Times New Roman" w:hAnsi="Times New Roman"/>
          <w:sz w:val="24"/>
        </w:rPr>
        <w:t xml:space="preserve"> (наричана по-нататък „Платформата“)</w:t>
      </w:r>
      <w:r w:rsidR="005A6145" w:rsidRPr="00887780">
        <w:rPr>
          <w:rFonts w:ascii="Times New Roman" w:hAnsi="Times New Roman"/>
          <w:sz w:val="24"/>
        </w:rPr>
        <w:t>, достъпна в интернет на адрес …</w:t>
      </w:r>
      <w:r w:rsidR="005A6145" w:rsidRPr="00887780">
        <w:rPr>
          <w:rStyle w:val="FootnoteReference"/>
          <w:rFonts w:ascii="Times New Roman" w:hAnsi="Times New Roman"/>
          <w:sz w:val="24"/>
        </w:rPr>
        <w:footnoteReference w:id="2"/>
      </w:r>
      <w:r w:rsidR="005A6145" w:rsidRPr="00887780">
        <w:rPr>
          <w:rFonts w:ascii="Times New Roman" w:eastAsia="Times New Roman" w:hAnsi="Times New Roman"/>
          <w:sz w:val="24"/>
          <w:szCs w:val="24"/>
          <w:lang w:eastAsia="fr-FR"/>
        </w:rPr>
        <w:t xml:space="preserve"> за всяка заявена услуга в раздел „План за </w:t>
      </w:r>
      <w:proofErr w:type="spellStart"/>
      <w:r w:rsidR="005A6145" w:rsidRPr="00887780">
        <w:rPr>
          <w:rFonts w:ascii="Times New Roman" w:eastAsia="Times New Roman" w:hAnsi="Times New Roman"/>
          <w:sz w:val="24"/>
          <w:szCs w:val="24"/>
          <w:lang w:eastAsia="fr-FR"/>
        </w:rPr>
        <w:t>изпълннеие</w:t>
      </w:r>
      <w:proofErr w:type="spellEnd"/>
      <w:r w:rsidR="005A6145" w:rsidRPr="00887780">
        <w:rPr>
          <w:rFonts w:ascii="Times New Roman" w:eastAsia="Times New Roman" w:hAnsi="Times New Roman"/>
          <w:sz w:val="24"/>
          <w:szCs w:val="24"/>
          <w:lang w:eastAsia="fr-FR"/>
        </w:rPr>
        <w:t xml:space="preserve">/дейности по проекта“ от Приложение </w:t>
      </w:r>
      <w:r w:rsidR="005A6145" w:rsidRPr="00887780">
        <w:rPr>
          <w:rFonts w:ascii="Times New Roman" w:hAnsi="Times New Roman"/>
          <w:sz w:val="24"/>
        </w:rPr>
        <w:t>I</w:t>
      </w:r>
      <w:r w:rsidR="005A6145" w:rsidRPr="00887780">
        <w:rPr>
          <w:rFonts w:ascii="Times New Roman" w:eastAsia="Times New Roman" w:hAnsi="Times New Roman"/>
          <w:sz w:val="24"/>
          <w:szCs w:val="24"/>
          <w:lang w:eastAsia="fr-FR"/>
        </w:rPr>
        <w:t xml:space="preserve"> към настоящия договор.</w:t>
      </w:r>
    </w:p>
    <w:p w14:paraId="745CCAF4" w14:textId="77777777" w:rsidR="00CA3B22" w:rsidRPr="00887780" w:rsidRDefault="00CA3B22" w:rsidP="00B74FFF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</w:p>
    <w:p w14:paraId="26E2EF40" w14:textId="69E9C48F" w:rsidR="009A75DF" w:rsidRPr="00887780" w:rsidRDefault="00CA3B22" w:rsidP="009A75DF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887780">
        <w:rPr>
          <w:rFonts w:ascii="Times New Roman" w:eastAsia="Times New Roman" w:hAnsi="Times New Roman"/>
          <w:sz w:val="24"/>
          <w:szCs w:val="24"/>
          <w:lang w:eastAsia="fr-FR"/>
        </w:rPr>
        <w:t>(14)</w:t>
      </w:r>
      <w:r w:rsidR="009A75DF" w:rsidRPr="00887780">
        <w:rPr>
          <w:rFonts w:ascii="Times New Roman" w:eastAsia="Times New Roman" w:hAnsi="Times New Roman"/>
          <w:sz w:val="24"/>
          <w:szCs w:val="24"/>
          <w:lang w:eastAsia="fr-FR"/>
        </w:rPr>
        <w:t xml:space="preserve">Бенефициентът се задължава </w:t>
      </w:r>
      <w:r w:rsidR="009440DD" w:rsidRPr="00887780">
        <w:rPr>
          <w:rFonts w:ascii="Times New Roman" w:eastAsia="Times New Roman" w:hAnsi="Times New Roman"/>
          <w:sz w:val="24"/>
          <w:szCs w:val="24"/>
          <w:lang w:eastAsia="fr-FR"/>
        </w:rPr>
        <w:t>избраната</w:t>
      </w:r>
      <w:r w:rsidR="009A75DF" w:rsidRPr="00887780">
        <w:rPr>
          <w:rFonts w:ascii="Times New Roman" w:eastAsia="Times New Roman" w:hAnsi="Times New Roman"/>
          <w:sz w:val="24"/>
          <w:szCs w:val="24"/>
          <w:lang w:eastAsia="fr-FR"/>
        </w:rPr>
        <w:t xml:space="preserve"> услуга от Платформата да </w:t>
      </w:r>
      <w:r w:rsidR="00AE17EE" w:rsidRPr="00887780">
        <w:rPr>
          <w:rFonts w:ascii="Times New Roman" w:eastAsia="Times New Roman" w:hAnsi="Times New Roman"/>
          <w:sz w:val="24"/>
          <w:szCs w:val="24"/>
          <w:lang w:eastAsia="fr-FR"/>
        </w:rPr>
        <w:t xml:space="preserve">е в същата тематична област  </w:t>
      </w:r>
      <w:r w:rsidR="009440DD" w:rsidRPr="00887780">
        <w:rPr>
          <w:rFonts w:ascii="Times New Roman" w:eastAsia="Times New Roman" w:hAnsi="Times New Roman"/>
          <w:sz w:val="24"/>
          <w:szCs w:val="24"/>
          <w:lang w:eastAsia="fr-FR"/>
        </w:rPr>
        <w:t xml:space="preserve">от ИСИС, която е </w:t>
      </w:r>
      <w:r w:rsidR="009A75DF" w:rsidRPr="00887780">
        <w:rPr>
          <w:rFonts w:ascii="Times New Roman" w:eastAsia="Times New Roman" w:hAnsi="Times New Roman"/>
          <w:sz w:val="24"/>
          <w:szCs w:val="24"/>
          <w:lang w:eastAsia="fr-FR"/>
        </w:rPr>
        <w:t>посочена</w:t>
      </w:r>
      <w:r w:rsidR="009440DD" w:rsidRPr="00887780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8650FC" w:rsidRPr="00887780">
        <w:rPr>
          <w:rFonts w:ascii="Times New Roman" w:eastAsia="Times New Roman" w:hAnsi="Times New Roman"/>
          <w:sz w:val="24"/>
          <w:szCs w:val="24"/>
          <w:lang w:eastAsia="fr-FR"/>
        </w:rPr>
        <w:t xml:space="preserve">по отношение на дейността </w:t>
      </w:r>
      <w:r w:rsidR="009440DD" w:rsidRPr="00887780">
        <w:rPr>
          <w:rFonts w:ascii="Times New Roman" w:eastAsia="Times New Roman" w:hAnsi="Times New Roman"/>
          <w:sz w:val="24"/>
          <w:szCs w:val="24"/>
          <w:lang w:eastAsia="fr-FR"/>
        </w:rPr>
        <w:t>в</w:t>
      </w:r>
      <w:r w:rsidR="009A75DF" w:rsidRPr="00887780">
        <w:rPr>
          <w:rFonts w:ascii="Times New Roman" w:eastAsia="Times New Roman" w:hAnsi="Times New Roman"/>
          <w:sz w:val="24"/>
          <w:szCs w:val="24"/>
          <w:lang w:eastAsia="fr-FR"/>
        </w:rPr>
        <w:t>ъв Формуляра за кандидатстване</w:t>
      </w:r>
      <w:r w:rsidR="009440DD" w:rsidRPr="00887780">
        <w:rPr>
          <w:rFonts w:ascii="Times New Roman" w:eastAsia="Times New Roman" w:hAnsi="Times New Roman"/>
          <w:sz w:val="24"/>
          <w:szCs w:val="24"/>
          <w:lang w:eastAsia="fr-FR"/>
        </w:rPr>
        <w:t xml:space="preserve"> (Приложение </w:t>
      </w:r>
      <w:r w:rsidR="009440DD" w:rsidRPr="00887780">
        <w:rPr>
          <w:rFonts w:ascii="Times New Roman" w:eastAsia="Times New Roman" w:hAnsi="Times New Roman"/>
          <w:sz w:val="24"/>
          <w:szCs w:val="24"/>
          <w:lang w:val="en-US" w:eastAsia="fr-FR"/>
        </w:rPr>
        <w:t>I</w:t>
      </w:r>
      <w:r w:rsidR="00210BB0" w:rsidRPr="00887780">
        <w:rPr>
          <w:rFonts w:ascii="Times New Roman" w:eastAsia="Times New Roman" w:hAnsi="Times New Roman"/>
          <w:sz w:val="24"/>
          <w:szCs w:val="24"/>
          <w:lang w:eastAsia="fr-FR"/>
        </w:rPr>
        <w:t xml:space="preserve"> към настоящия договор</w:t>
      </w:r>
      <w:r w:rsidR="009440DD" w:rsidRPr="00887780">
        <w:rPr>
          <w:rFonts w:ascii="Times New Roman" w:eastAsia="Times New Roman" w:hAnsi="Times New Roman"/>
          <w:sz w:val="24"/>
          <w:szCs w:val="24"/>
          <w:lang w:eastAsia="fr-FR"/>
        </w:rPr>
        <w:t>)</w:t>
      </w:r>
      <w:r w:rsidR="009A75DF" w:rsidRPr="00887780">
        <w:rPr>
          <w:rFonts w:ascii="Times New Roman" w:eastAsia="Times New Roman" w:hAnsi="Times New Roman"/>
          <w:sz w:val="24"/>
          <w:szCs w:val="24"/>
          <w:lang w:eastAsia="fr-FR"/>
        </w:rPr>
        <w:t>.</w:t>
      </w:r>
    </w:p>
    <w:p w14:paraId="6B01206C" w14:textId="77777777" w:rsidR="00CA3B22" w:rsidRPr="00887780" w:rsidRDefault="00CA3B22" w:rsidP="009A75DF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</w:p>
    <w:p w14:paraId="2545B597" w14:textId="48551EEC" w:rsidR="00D33399" w:rsidRPr="00887780" w:rsidRDefault="005A6145" w:rsidP="00B74FFF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887780">
        <w:rPr>
          <w:rFonts w:ascii="Times New Roman" w:eastAsia="Times New Roman" w:hAnsi="Times New Roman"/>
          <w:b/>
          <w:sz w:val="24"/>
          <w:szCs w:val="24"/>
          <w:lang w:eastAsia="fr-FR"/>
        </w:rPr>
        <w:t>(1</w:t>
      </w:r>
      <w:r w:rsidR="00CA3B22" w:rsidRPr="00887780">
        <w:rPr>
          <w:rFonts w:ascii="Times New Roman" w:eastAsia="Times New Roman" w:hAnsi="Times New Roman"/>
          <w:b/>
          <w:sz w:val="24"/>
          <w:szCs w:val="24"/>
          <w:lang w:eastAsia="fr-FR"/>
        </w:rPr>
        <w:t>5</w:t>
      </w:r>
      <w:r w:rsidRPr="00887780">
        <w:rPr>
          <w:rFonts w:ascii="Times New Roman" w:eastAsia="Times New Roman" w:hAnsi="Times New Roman"/>
          <w:b/>
          <w:sz w:val="24"/>
          <w:szCs w:val="24"/>
          <w:lang w:eastAsia="fr-FR"/>
        </w:rPr>
        <w:t xml:space="preserve">) </w:t>
      </w:r>
      <w:proofErr w:type="spellStart"/>
      <w:r w:rsidR="00D33399" w:rsidRPr="00887780">
        <w:rPr>
          <w:rFonts w:ascii="Times New Roman" w:eastAsia="Times New Roman" w:hAnsi="Times New Roman"/>
          <w:sz w:val="24"/>
          <w:szCs w:val="24"/>
          <w:lang w:eastAsia="fr-FR"/>
        </w:rPr>
        <w:t>Бенефициенът</w:t>
      </w:r>
      <w:proofErr w:type="spellEnd"/>
      <w:r w:rsidR="00D33399" w:rsidRPr="00887780">
        <w:rPr>
          <w:rFonts w:ascii="Times New Roman" w:eastAsia="Times New Roman" w:hAnsi="Times New Roman"/>
          <w:sz w:val="24"/>
          <w:szCs w:val="24"/>
          <w:lang w:eastAsia="fr-FR"/>
        </w:rPr>
        <w:t xml:space="preserve"> се задължава разходите и плащанията по проекта да бъдат отразени в счетоводната документация, към икономическа дейност 72 „Научноизследователска и развойна дейност“, сектор М „Професионални</w:t>
      </w:r>
      <w:r w:rsidR="001405D3" w:rsidRPr="00887780">
        <w:rPr>
          <w:rFonts w:ascii="Times New Roman" w:eastAsia="Times New Roman" w:hAnsi="Times New Roman"/>
          <w:sz w:val="24"/>
          <w:szCs w:val="24"/>
          <w:lang w:eastAsia="fr-FR"/>
        </w:rPr>
        <w:t xml:space="preserve"> дейности и научни изследвания“ от КИД 2008</w:t>
      </w:r>
      <w:r w:rsidR="00C166EB" w:rsidRPr="00887780">
        <w:rPr>
          <w:rFonts w:ascii="Times New Roman" w:eastAsia="Times New Roman" w:hAnsi="Times New Roman"/>
          <w:sz w:val="24"/>
          <w:szCs w:val="24"/>
          <w:lang w:eastAsia="fr-FR"/>
        </w:rPr>
        <w:t xml:space="preserve"> на НСИ</w:t>
      </w:r>
      <w:r w:rsidR="001405D3" w:rsidRPr="00887780">
        <w:rPr>
          <w:rFonts w:ascii="Times New Roman" w:eastAsia="Times New Roman" w:hAnsi="Times New Roman"/>
          <w:sz w:val="24"/>
          <w:szCs w:val="24"/>
          <w:lang w:eastAsia="fr-FR"/>
        </w:rPr>
        <w:t>.</w:t>
      </w:r>
    </w:p>
    <w:p w14:paraId="7E541A20" w14:textId="77777777" w:rsidR="008977B8" w:rsidRPr="00887780" w:rsidRDefault="008977B8" w:rsidP="00B74FFF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</w:p>
    <w:p w14:paraId="7B7B2745" w14:textId="77777777" w:rsidR="008D3E08" w:rsidRPr="00887780" w:rsidRDefault="008D3E08" w:rsidP="00B55661">
      <w:pPr>
        <w:pStyle w:val="ListParagraph"/>
        <w:numPr>
          <w:ilvl w:val="0"/>
          <w:numId w:val="11"/>
        </w:numPr>
        <w:spacing w:after="0"/>
        <w:ind w:left="426" w:hanging="142"/>
        <w:jc w:val="both"/>
        <w:rPr>
          <w:rFonts w:ascii="Times New Roman" w:eastAsia="Times New Roman" w:hAnsi="Times New Roman"/>
          <w:b/>
          <w:sz w:val="24"/>
          <w:szCs w:val="24"/>
          <w:lang w:eastAsia="fr-FR"/>
        </w:rPr>
      </w:pPr>
      <w:r w:rsidRPr="00887780">
        <w:rPr>
          <w:rFonts w:ascii="Times New Roman" w:eastAsia="Times New Roman" w:hAnsi="Times New Roman"/>
          <w:b/>
          <w:sz w:val="24"/>
          <w:szCs w:val="24"/>
          <w:lang w:eastAsia="fr-FR"/>
        </w:rPr>
        <w:t>Техническо и финансов</w:t>
      </w:r>
      <w:r w:rsidR="00960BD9" w:rsidRPr="00887780">
        <w:rPr>
          <w:rFonts w:ascii="Times New Roman" w:eastAsia="Times New Roman" w:hAnsi="Times New Roman"/>
          <w:b/>
          <w:sz w:val="24"/>
          <w:szCs w:val="24"/>
          <w:lang w:eastAsia="fr-FR"/>
        </w:rPr>
        <w:t>о отчитане и условия за плащане:</w:t>
      </w:r>
    </w:p>
    <w:p w14:paraId="3E9E86C4" w14:textId="77777777" w:rsidR="009A79AC" w:rsidRPr="00887780" w:rsidRDefault="009A79AC" w:rsidP="009A79AC">
      <w:pPr>
        <w:tabs>
          <w:tab w:val="left" w:pos="567"/>
        </w:tabs>
        <w:spacing w:after="0"/>
        <w:jc w:val="both"/>
        <w:rPr>
          <w:rFonts w:ascii="Times New Roman" w:eastAsia="Times New Roman" w:hAnsi="Times New Roman"/>
          <w:b/>
          <w:sz w:val="24"/>
          <w:szCs w:val="24"/>
          <w:lang w:eastAsia="fr-FR"/>
        </w:rPr>
      </w:pPr>
    </w:p>
    <w:p w14:paraId="62A4DB0D" w14:textId="77777777" w:rsidR="00B55661" w:rsidRPr="00887780" w:rsidRDefault="00264CB3" w:rsidP="008977B8">
      <w:pPr>
        <w:tabs>
          <w:tab w:val="left" w:pos="426"/>
        </w:tabs>
        <w:spacing w:after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887780">
        <w:rPr>
          <w:rFonts w:ascii="Times New Roman" w:eastAsia="Times New Roman" w:hAnsi="Times New Roman"/>
          <w:b/>
          <w:sz w:val="24"/>
          <w:szCs w:val="24"/>
          <w:lang w:eastAsia="fr-FR"/>
        </w:rPr>
        <w:t>Чл. 2</w:t>
      </w:r>
      <w:r w:rsidR="001C351A" w:rsidRPr="00887780">
        <w:rPr>
          <w:rFonts w:ascii="Times New Roman" w:eastAsia="Times New Roman" w:hAnsi="Times New Roman"/>
          <w:b/>
          <w:sz w:val="24"/>
          <w:szCs w:val="24"/>
          <w:lang w:eastAsia="fr-FR"/>
        </w:rPr>
        <w:t>.</w:t>
      </w:r>
      <w:r w:rsidRPr="00887780">
        <w:rPr>
          <w:rFonts w:ascii="Times New Roman" w:eastAsia="Times New Roman" w:hAnsi="Times New Roman"/>
          <w:b/>
          <w:sz w:val="24"/>
          <w:szCs w:val="24"/>
          <w:lang w:eastAsia="fr-FR"/>
        </w:rPr>
        <w:t xml:space="preserve"> </w:t>
      </w:r>
      <w:r w:rsidR="00572CFA" w:rsidRPr="00887780">
        <w:rPr>
          <w:rFonts w:ascii="Times New Roman" w:eastAsia="Times New Roman" w:hAnsi="Times New Roman"/>
          <w:b/>
          <w:sz w:val="24"/>
          <w:szCs w:val="24"/>
          <w:lang w:eastAsia="fr-FR"/>
        </w:rPr>
        <w:t xml:space="preserve">(1)  </w:t>
      </w:r>
      <w:r w:rsidR="00606033" w:rsidRPr="00887780">
        <w:rPr>
          <w:rFonts w:ascii="Times New Roman" w:eastAsia="Times New Roman" w:hAnsi="Times New Roman"/>
          <w:sz w:val="24"/>
          <w:szCs w:val="24"/>
          <w:lang w:eastAsia="fr-FR"/>
        </w:rPr>
        <w:t>Безвъзмездната финансова помощ се предоставя, чрез прилагане на опростен вариант на разходите по процедурата</w:t>
      </w:r>
      <w:r w:rsidR="004214C8" w:rsidRPr="00887780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606033" w:rsidRPr="00887780">
        <w:rPr>
          <w:rFonts w:ascii="Times New Roman" w:eastAsia="Times New Roman" w:hAnsi="Times New Roman"/>
          <w:sz w:val="24"/>
          <w:szCs w:val="24"/>
          <w:lang w:eastAsia="fr-FR"/>
        </w:rPr>
        <w:t xml:space="preserve">(Еднократна сума, съгласно чл. 53, </w:t>
      </w:r>
      <w:proofErr w:type="spellStart"/>
      <w:r w:rsidR="00606033" w:rsidRPr="00887780">
        <w:rPr>
          <w:rFonts w:ascii="Times New Roman" w:eastAsia="Times New Roman" w:hAnsi="Times New Roman"/>
          <w:sz w:val="24"/>
          <w:szCs w:val="24"/>
          <w:lang w:eastAsia="fr-FR"/>
        </w:rPr>
        <w:t>пар</w:t>
      </w:r>
      <w:proofErr w:type="spellEnd"/>
      <w:r w:rsidR="00606033" w:rsidRPr="00887780">
        <w:rPr>
          <w:rFonts w:ascii="Times New Roman" w:eastAsia="Times New Roman" w:hAnsi="Times New Roman"/>
          <w:sz w:val="24"/>
          <w:szCs w:val="24"/>
          <w:lang w:eastAsia="fr-FR"/>
        </w:rPr>
        <w:t>. 1, б. „в“ на Регламент (ЕС) № 2021/1060), като Бенефициентът се задължава да постигне  договорените резултати (предвидената/</w:t>
      </w:r>
      <w:proofErr w:type="spellStart"/>
      <w:r w:rsidR="00606033" w:rsidRPr="00887780">
        <w:rPr>
          <w:rFonts w:ascii="Times New Roman" w:eastAsia="Times New Roman" w:hAnsi="Times New Roman"/>
          <w:sz w:val="24"/>
          <w:szCs w:val="24"/>
          <w:lang w:eastAsia="fr-FR"/>
        </w:rPr>
        <w:t>ите</w:t>
      </w:r>
      <w:proofErr w:type="spellEnd"/>
      <w:r w:rsidR="00606033" w:rsidRPr="00887780">
        <w:rPr>
          <w:rFonts w:ascii="Times New Roman" w:eastAsia="Times New Roman" w:hAnsi="Times New Roman"/>
          <w:sz w:val="24"/>
          <w:szCs w:val="24"/>
          <w:lang w:eastAsia="fr-FR"/>
        </w:rPr>
        <w:t xml:space="preserve"> услуга/и от </w:t>
      </w:r>
      <w:proofErr w:type="spellStart"/>
      <w:r w:rsidR="00606033" w:rsidRPr="00887780">
        <w:rPr>
          <w:rFonts w:ascii="Times New Roman" w:eastAsia="Times New Roman" w:hAnsi="Times New Roman"/>
          <w:sz w:val="24"/>
          <w:szCs w:val="24"/>
          <w:lang w:eastAsia="fr-FR"/>
        </w:rPr>
        <w:t>научноизследоватеската</w:t>
      </w:r>
      <w:proofErr w:type="spellEnd"/>
      <w:r w:rsidR="00606033" w:rsidRPr="00887780">
        <w:rPr>
          <w:rFonts w:ascii="Times New Roman" w:eastAsia="Times New Roman" w:hAnsi="Times New Roman"/>
          <w:sz w:val="24"/>
          <w:szCs w:val="24"/>
          <w:lang w:eastAsia="fr-FR"/>
        </w:rPr>
        <w:t>/</w:t>
      </w:r>
      <w:proofErr w:type="spellStart"/>
      <w:r w:rsidR="00606033" w:rsidRPr="00887780">
        <w:rPr>
          <w:rFonts w:ascii="Times New Roman" w:eastAsia="Times New Roman" w:hAnsi="Times New Roman"/>
          <w:sz w:val="24"/>
          <w:szCs w:val="24"/>
          <w:lang w:eastAsia="fr-FR"/>
        </w:rPr>
        <w:t>ите</w:t>
      </w:r>
      <w:proofErr w:type="spellEnd"/>
      <w:r w:rsidR="00606033" w:rsidRPr="00887780">
        <w:rPr>
          <w:rFonts w:ascii="Times New Roman" w:eastAsia="Times New Roman" w:hAnsi="Times New Roman"/>
          <w:sz w:val="24"/>
          <w:szCs w:val="24"/>
          <w:lang w:eastAsia="fr-FR"/>
        </w:rPr>
        <w:t xml:space="preserve"> организация/и). </w:t>
      </w:r>
    </w:p>
    <w:p w14:paraId="6974775C" w14:textId="77777777" w:rsidR="00B55661" w:rsidRPr="00887780" w:rsidRDefault="00B55661" w:rsidP="008977B8">
      <w:pPr>
        <w:tabs>
          <w:tab w:val="left" w:pos="426"/>
        </w:tabs>
        <w:spacing w:after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887780">
        <w:rPr>
          <w:rFonts w:ascii="Times New Roman" w:eastAsia="Times New Roman" w:hAnsi="Times New Roman"/>
          <w:b/>
          <w:sz w:val="24"/>
          <w:szCs w:val="24"/>
          <w:lang w:eastAsia="fr-FR"/>
        </w:rPr>
        <w:t xml:space="preserve">(2) </w:t>
      </w:r>
      <w:r w:rsidR="00606033" w:rsidRPr="00887780">
        <w:rPr>
          <w:rFonts w:ascii="Times New Roman" w:eastAsia="Times New Roman" w:hAnsi="Times New Roman"/>
          <w:sz w:val="24"/>
          <w:szCs w:val="24"/>
          <w:lang w:eastAsia="fr-FR"/>
        </w:rPr>
        <w:t xml:space="preserve">В случай че </w:t>
      </w:r>
      <w:r w:rsidR="002C0A46" w:rsidRPr="00887780">
        <w:rPr>
          <w:rFonts w:ascii="Times New Roman" w:eastAsia="Times New Roman" w:hAnsi="Times New Roman"/>
          <w:sz w:val="24"/>
          <w:szCs w:val="24"/>
          <w:lang w:eastAsia="fr-FR"/>
        </w:rPr>
        <w:t xml:space="preserve">по конкретна услуга не са постигнати предвидените резултати или </w:t>
      </w:r>
      <w:r w:rsidR="00FD7660" w:rsidRPr="00887780">
        <w:rPr>
          <w:rFonts w:ascii="Times New Roman" w:eastAsia="Times New Roman" w:hAnsi="Times New Roman"/>
          <w:sz w:val="24"/>
          <w:szCs w:val="24"/>
          <w:lang w:eastAsia="fr-FR"/>
        </w:rPr>
        <w:t>същите са</w:t>
      </w:r>
      <w:r w:rsidR="00606033" w:rsidRPr="00887780">
        <w:rPr>
          <w:rFonts w:ascii="Times New Roman" w:eastAsia="Times New Roman" w:hAnsi="Times New Roman"/>
          <w:sz w:val="24"/>
          <w:szCs w:val="24"/>
          <w:lang w:eastAsia="fr-FR"/>
        </w:rPr>
        <w:t xml:space="preserve"> изпълн</w:t>
      </w:r>
      <w:r w:rsidR="00FD7660" w:rsidRPr="00887780">
        <w:rPr>
          <w:rFonts w:ascii="Times New Roman" w:eastAsia="Times New Roman" w:hAnsi="Times New Roman"/>
          <w:sz w:val="24"/>
          <w:szCs w:val="24"/>
          <w:lang w:eastAsia="fr-FR"/>
        </w:rPr>
        <w:t>ени</w:t>
      </w:r>
      <w:r w:rsidR="00606033" w:rsidRPr="00887780">
        <w:rPr>
          <w:rFonts w:ascii="Times New Roman" w:eastAsia="Times New Roman" w:hAnsi="Times New Roman"/>
          <w:sz w:val="24"/>
          <w:szCs w:val="24"/>
          <w:lang w:eastAsia="fr-FR"/>
        </w:rPr>
        <w:t xml:space="preserve"> частично, допустимите разходи за </w:t>
      </w:r>
      <w:r w:rsidR="002C0A46" w:rsidRPr="00887780">
        <w:rPr>
          <w:rFonts w:ascii="Times New Roman" w:eastAsia="Times New Roman" w:hAnsi="Times New Roman"/>
          <w:sz w:val="24"/>
          <w:szCs w:val="24"/>
          <w:lang w:eastAsia="fr-FR"/>
        </w:rPr>
        <w:t xml:space="preserve">тази услуга </w:t>
      </w:r>
      <w:r w:rsidR="00606033" w:rsidRPr="00887780">
        <w:rPr>
          <w:rFonts w:ascii="Times New Roman" w:eastAsia="Times New Roman" w:hAnsi="Times New Roman"/>
          <w:sz w:val="24"/>
          <w:szCs w:val="24"/>
          <w:lang w:eastAsia="fr-FR"/>
        </w:rPr>
        <w:t>са равни на 0.00 лв. и безвъзмездна финансова помощ не се изплаща, независимо от постигнатото частично изпълнение (ако има такова).</w:t>
      </w:r>
      <w:r w:rsidR="002C0A46" w:rsidRPr="00887780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</w:p>
    <w:p w14:paraId="3413E501" w14:textId="50C5DBD3" w:rsidR="00172B07" w:rsidRPr="00887780" w:rsidRDefault="00B55661" w:rsidP="00172B07">
      <w:pPr>
        <w:tabs>
          <w:tab w:val="left" w:pos="426"/>
        </w:tabs>
        <w:spacing w:after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887780">
        <w:rPr>
          <w:rFonts w:ascii="Times New Roman" w:eastAsia="Times New Roman" w:hAnsi="Times New Roman"/>
          <w:b/>
          <w:sz w:val="24"/>
          <w:szCs w:val="24"/>
          <w:lang w:eastAsia="fr-FR"/>
        </w:rPr>
        <w:t xml:space="preserve">(3) </w:t>
      </w:r>
      <w:r w:rsidR="002C0A46" w:rsidRPr="00887780">
        <w:rPr>
          <w:rFonts w:ascii="Times New Roman" w:hAnsi="Times New Roman"/>
          <w:sz w:val="24"/>
          <w:szCs w:val="24"/>
        </w:rPr>
        <w:t>В случай че са предвидени две услуги</w:t>
      </w:r>
      <w:r w:rsidR="005A6145" w:rsidRPr="00887780">
        <w:rPr>
          <w:rFonts w:ascii="Times New Roman" w:eastAsia="Times New Roman" w:hAnsi="Times New Roman"/>
          <w:sz w:val="24"/>
          <w:szCs w:val="24"/>
          <w:lang w:eastAsia="fr-FR"/>
        </w:rPr>
        <w:t xml:space="preserve"> в раздел „План за изпълнение/дейности по проекта“ от Приложение </w:t>
      </w:r>
      <w:r w:rsidR="005A6145" w:rsidRPr="00887780">
        <w:rPr>
          <w:rFonts w:ascii="Times New Roman" w:hAnsi="Times New Roman"/>
          <w:sz w:val="24"/>
        </w:rPr>
        <w:t>I</w:t>
      </w:r>
      <w:r w:rsidR="005A6145" w:rsidRPr="00887780">
        <w:rPr>
          <w:rFonts w:ascii="Times New Roman" w:eastAsia="Times New Roman" w:hAnsi="Times New Roman"/>
          <w:sz w:val="24"/>
          <w:szCs w:val="24"/>
          <w:lang w:eastAsia="fr-FR"/>
        </w:rPr>
        <w:t xml:space="preserve"> към настоящия договор</w:t>
      </w:r>
      <w:r w:rsidR="002C0A46" w:rsidRPr="00887780">
        <w:rPr>
          <w:rFonts w:ascii="Times New Roman" w:hAnsi="Times New Roman"/>
          <w:sz w:val="24"/>
          <w:szCs w:val="24"/>
        </w:rPr>
        <w:t xml:space="preserve">, но е постигнат резултат, надлежно удостоверен от бенефициента и одобрен от УО на ПНИИДИТ само за една услуга, </w:t>
      </w:r>
      <w:r w:rsidR="00172B07" w:rsidRPr="00887780">
        <w:rPr>
          <w:rFonts w:ascii="Times New Roman" w:eastAsia="Times New Roman" w:hAnsi="Times New Roman"/>
          <w:sz w:val="24"/>
          <w:szCs w:val="24"/>
          <w:lang w:eastAsia="fr-FR"/>
        </w:rPr>
        <w:t>безвъзмездна финансова помощ се изплаща</w:t>
      </w:r>
      <w:r w:rsidR="005A6145" w:rsidRPr="00887780">
        <w:rPr>
          <w:rFonts w:ascii="Times New Roman" w:eastAsia="Times New Roman" w:hAnsi="Times New Roman"/>
          <w:sz w:val="24"/>
          <w:szCs w:val="24"/>
          <w:lang w:eastAsia="fr-FR"/>
        </w:rPr>
        <w:t xml:space="preserve"> за едната услуга</w:t>
      </w:r>
      <w:r w:rsidR="00172B07" w:rsidRPr="00887780">
        <w:rPr>
          <w:rFonts w:ascii="Times New Roman" w:eastAsia="Times New Roman" w:hAnsi="Times New Roman"/>
          <w:sz w:val="24"/>
          <w:szCs w:val="24"/>
          <w:lang w:eastAsia="fr-FR"/>
        </w:rPr>
        <w:t>,</w:t>
      </w:r>
      <w:r w:rsidR="005A6145" w:rsidRPr="00887780">
        <w:rPr>
          <w:rFonts w:ascii="Times New Roman" w:eastAsia="Times New Roman" w:hAnsi="Times New Roman"/>
          <w:sz w:val="24"/>
          <w:szCs w:val="24"/>
          <w:lang w:eastAsia="fr-FR"/>
        </w:rPr>
        <w:t xml:space="preserve"> която е изпълнена</w:t>
      </w:r>
      <w:r w:rsidR="00172B07" w:rsidRPr="00887780">
        <w:rPr>
          <w:rFonts w:ascii="Times New Roman" w:eastAsia="Times New Roman" w:hAnsi="Times New Roman"/>
          <w:sz w:val="24"/>
          <w:szCs w:val="24"/>
          <w:lang w:eastAsia="fr-FR"/>
        </w:rPr>
        <w:t xml:space="preserve">. </w:t>
      </w:r>
    </w:p>
    <w:p w14:paraId="7A45365E" w14:textId="77777777" w:rsidR="00606033" w:rsidRPr="00887780" w:rsidRDefault="00606033" w:rsidP="008977B8">
      <w:pPr>
        <w:tabs>
          <w:tab w:val="left" w:pos="426"/>
        </w:tabs>
        <w:spacing w:after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</w:p>
    <w:p w14:paraId="4C43C0A3" w14:textId="77777777" w:rsidR="008E6203" w:rsidRPr="00887780" w:rsidRDefault="008E6203" w:rsidP="008977B8">
      <w:pPr>
        <w:tabs>
          <w:tab w:val="left" w:pos="426"/>
        </w:tabs>
        <w:spacing w:after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</w:p>
    <w:p w14:paraId="5E421D3B" w14:textId="77777777" w:rsidR="001D1290" w:rsidRPr="00887780" w:rsidRDefault="000116A4" w:rsidP="00231ADB">
      <w:pPr>
        <w:tabs>
          <w:tab w:val="left" w:pos="426"/>
        </w:tabs>
        <w:spacing w:after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887780">
        <w:rPr>
          <w:rFonts w:ascii="Times New Roman" w:eastAsia="Times New Roman" w:hAnsi="Times New Roman"/>
          <w:b/>
          <w:sz w:val="24"/>
          <w:szCs w:val="24"/>
          <w:lang w:eastAsia="fr-FR"/>
        </w:rPr>
        <w:t xml:space="preserve">Чл. </w:t>
      </w:r>
      <w:r w:rsidR="00606033" w:rsidRPr="00887780">
        <w:rPr>
          <w:rFonts w:ascii="Times New Roman" w:eastAsia="Times New Roman" w:hAnsi="Times New Roman"/>
          <w:b/>
          <w:sz w:val="24"/>
          <w:szCs w:val="24"/>
          <w:lang w:eastAsia="fr-FR"/>
        </w:rPr>
        <w:t>3.</w:t>
      </w:r>
      <w:r w:rsidR="00606033" w:rsidRPr="00887780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852FCE" w:rsidRPr="00887780">
        <w:rPr>
          <w:rFonts w:ascii="Times New Roman" w:eastAsia="Times New Roman" w:hAnsi="Times New Roman"/>
          <w:sz w:val="24"/>
          <w:szCs w:val="24"/>
          <w:lang w:eastAsia="fr-FR"/>
        </w:rPr>
        <w:t>Плащането по този договор е само окончателно плащане</w:t>
      </w:r>
      <w:r w:rsidR="001D1290" w:rsidRPr="00887780">
        <w:rPr>
          <w:rFonts w:ascii="Times New Roman" w:eastAsia="Times New Roman" w:hAnsi="Times New Roman"/>
          <w:sz w:val="24"/>
          <w:szCs w:val="24"/>
          <w:lang w:eastAsia="fr-FR"/>
        </w:rPr>
        <w:t>.</w:t>
      </w:r>
    </w:p>
    <w:p w14:paraId="29684F7B" w14:textId="77777777" w:rsidR="001D1290" w:rsidRPr="00887780" w:rsidRDefault="001D1290" w:rsidP="00231ADB">
      <w:pPr>
        <w:tabs>
          <w:tab w:val="left" w:pos="426"/>
        </w:tabs>
        <w:spacing w:after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</w:p>
    <w:p w14:paraId="21BDDC81" w14:textId="622DCDFC" w:rsidR="009A065D" w:rsidRPr="00887780" w:rsidRDefault="000116A4" w:rsidP="00231ADB">
      <w:pPr>
        <w:tabs>
          <w:tab w:val="left" w:pos="426"/>
        </w:tabs>
        <w:spacing w:after="0"/>
        <w:jc w:val="both"/>
        <w:rPr>
          <w:rFonts w:ascii="Times New Roman" w:hAnsi="Times New Roman"/>
          <w:sz w:val="24"/>
        </w:rPr>
      </w:pPr>
      <w:r w:rsidRPr="00887780">
        <w:rPr>
          <w:rFonts w:ascii="Times New Roman" w:eastAsia="Times New Roman" w:hAnsi="Times New Roman"/>
          <w:b/>
          <w:sz w:val="24"/>
          <w:szCs w:val="24"/>
          <w:lang w:eastAsia="fr-FR"/>
        </w:rPr>
        <w:t>Чл. 4.</w:t>
      </w:r>
      <w:r w:rsidR="00902356" w:rsidRPr="00887780">
        <w:rPr>
          <w:rFonts w:ascii="Times New Roman" w:eastAsia="Times New Roman" w:hAnsi="Times New Roman"/>
          <w:b/>
          <w:bCs/>
          <w:sz w:val="24"/>
          <w:szCs w:val="24"/>
          <w:lang w:eastAsia="fr-FR"/>
        </w:rPr>
        <w:t xml:space="preserve"> (1)</w:t>
      </w:r>
      <w:r w:rsidR="00902356" w:rsidRPr="00887780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Pr="00887780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852FCE" w:rsidRPr="00887780">
        <w:rPr>
          <w:rFonts w:ascii="Times New Roman" w:eastAsia="Times New Roman" w:hAnsi="Times New Roman"/>
          <w:sz w:val="24"/>
          <w:szCs w:val="24"/>
          <w:lang w:eastAsia="fr-FR"/>
        </w:rPr>
        <w:t xml:space="preserve">Искането за окончателно плащане се подкрепя с представяне на финален отчет, който се състои от техническа и финансова част в съответствие с чл. </w:t>
      </w:r>
      <w:r w:rsidR="00264CB3" w:rsidRPr="00887780">
        <w:rPr>
          <w:rFonts w:ascii="Times New Roman" w:eastAsia="Times New Roman" w:hAnsi="Times New Roman"/>
          <w:sz w:val="24"/>
          <w:szCs w:val="24"/>
          <w:lang w:eastAsia="fr-FR"/>
        </w:rPr>
        <w:t>1</w:t>
      </w:r>
      <w:r w:rsidR="00CC7828" w:rsidRPr="00887780">
        <w:rPr>
          <w:rFonts w:ascii="Times New Roman" w:eastAsia="Times New Roman" w:hAnsi="Times New Roman"/>
          <w:sz w:val="24"/>
          <w:szCs w:val="24"/>
          <w:lang w:eastAsia="fr-FR"/>
        </w:rPr>
        <w:t>2</w:t>
      </w:r>
      <w:r w:rsidR="00235ED7">
        <w:rPr>
          <w:rFonts w:ascii="Times New Roman" w:eastAsia="Times New Roman" w:hAnsi="Times New Roman"/>
          <w:sz w:val="24"/>
          <w:szCs w:val="24"/>
          <w:lang w:eastAsia="fr-FR"/>
        </w:rPr>
        <w:t>-14</w:t>
      </w:r>
      <w:r w:rsidR="00CC7828" w:rsidRPr="00887780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852FCE" w:rsidRPr="00887780">
        <w:rPr>
          <w:rFonts w:ascii="Times New Roman" w:eastAsia="Times New Roman" w:hAnsi="Times New Roman"/>
          <w:sz w:val="24"/>
          <w:szCs w:val="24"/>
          <w:lang w:eastAsia="fr-FR"/>
        </w:rPr>
        <w:t>от Приложение II към настоящия договор.</w:t>
      </w:r>
    </w:p>
    <w:p w14:paraId="0BC10AE5" w14:textId="77777777" w:rsidR="00C07CE2" w:rsidRPr="00887780" w:rsidRDefault="00E238E4" w:rsidP="00D54671">
      <w:pPr>
        <w:tabs>
          <w:tab w:val="left" w:pos="426"/>
        </w:tabs>
        <w:spacing w:after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887780">
        <w:rPr>
          <w:rFonts w:ascii="Times New Roman" w:eastAsia="Times New Roman" w:hAnsi="Times New Roman"/>
          <w:b/>
          <w:sz w:val="24"/>
          <w:szCs w:val="24"/>
          <w:lang w:eastAsia="fr-FR"/>
        </w:rPr>
        <w:t>(</w:t>
      </w:r>
      <w:r w:rsidR="00902356" w:rsidRPr="00887780">
        <w:rPr>
          <w:rFonts w:ascii="Times New Roman" w:eastAsia="Times New Roman" w:hAnsi="Times New Roman"/>
          <w:b/>
          <w:sz w:val="24"/>
          <w:szCs w:val="24"/>
          <w:lang w:eastAsia="fr-FR"/>
        </w:rPr>
        <w:t>2</w:t>
      </w:r>
      <w:r w:rsidRPr="00887780">
        <w:rPr>
          <w:rFonts w:ascii="Times New Roman" w:eastAsia="Times New Roman" w:hAnsi="Times New Roman"/>
          <w:b/>
          <w:sz w:val="24"/>
          <w:szCs w:val="24"/>
          <w:lang w:eastAsia="fr-FR"/>
        </w:rPr>
        <w:t>)</w:t>
      </w:r>
      <w:r w:rsidR="005E128B" w:rsidRPr="00887780">
        <w:rPr>
          <w:rFonts w:ascii="Times New Roman" w:eastAsia="Times New Roman" w:hAnsi="Times New Roman"/>
          <w:b/>
          <w:sz w:val="24"/>
          <w:szCs w:val="24"/>
          <w:lang w:eastAsia="fr-FR"/>
        </w:rPr>
        <w:t xml:space="preserve"> </w:t>
      </w:r>
      <w:r w:rsidR="00902356" w:rsidRPr="00887780">
        <w:rPr>
          <w:rFonts w:ascii="Times New Roman" w:eastAsia="Times New Roman" w:hAnsi="Times New Roman"/>
          <w:sz w:val="24"/>
          <w:szCs w:val="24"/>
          <w:lang w:eastAsia="fr-FR"/>
        </w:rPr>
        <w:t>Окончателното</w:t>
      </w:r>
      <w:r w:rsidR="0049540A" w:rsidRPr="00887780">
        <w:rPr>
          <w:rFonts w:ascii="Times New Roman" w:eastAsia="Times New Roman" w:hAnsi="Times New Roman"/>
          <w:sz w:val="24"/>
          <w:szCs w:val="24"/>
          <w:lang w:eastAsia="fr-FR"/>
        </w:rPr>
        <w:t xml:space="preserve"> плащане </w:t>
      </w:r>
      <w:r w:rsidR="009A065D" w:rsidRPr="00887780">
        <w:rPr>
          <w:rFonts w:ascii="Times New Roman" w:eastAsia="Times New Roman" w:hAnsi="Times New Roman"/>
          <w:sz w:val="24"/>
          <w:szCs w:val="24"/>
          <w:lang w:eastAsia="fr-FR"/>
        </w:rPr>
        <w:t xml:space="preserve">се извършва след одобрението на финалния отчет и е в размер на </w:t>
      </w:r>
      <w:r w:rsidR="00874D12" w:rsidRPr="00887780">
        <w:rPr>
          <w:rFonts w:ascii="Times New Roman" w:eastAsia="Times New Roman" w:hAnsi="Times New Roman"/>
          <w:sz w:val="24"/>
          <w:szCs w:val="24"/>
          <w:lang w:eastAsia="fr-FR"/>
        </w:rPr>
        <w:t xml:space="preserve">еднократната </w:t>
      </w:r>
      <w:r w:rsidR="000207C0" w:rsidRPr="00887780">
        <w:rPr>
          <w:rFonts w:ascii="Times New Roman" w:eastAsia="Times New Roman" w:hAnsi="Times New Roman"/>
          <w:sz w:val="24"/>
          <w:szCs w:val="24"/>
          <w:lang w:eastAsia="fr-FR"/>
        </w:rPr>
        <w:t>сума</w:t>
      </w:r>
      <w:r w:rsidR="00874D12" w:rsidRPr="00887780">
        <w:rPr>
          <w:rFonts w:ascii="Times New Roman" w:eastAsia="Times New Roman" w:hAnsi="Times New Roman"/>
          <w:sz w:val="24"/>
          <w:szCs w:val="24"/>
          <w:lang w:eastAsia="fr-FR"/>
        </w:rPr>
        <w:t xml:space="preserve"> за една или две заявени услуги</w:t>
      </w:r>
      <w:r w:rsidR="00C07CE2" w:rsidRPr="00887780">
        <w:rPr>
          <w:rFonts w:ascii="Times New Roman" w:eastAsia="Times New Roman" w:hAnsi="Times New Roman"/>
          <w:sz w:val="24"/>
          <w:szCs w:val="24"/>
          <w:lang w:eastAsia="fr-FR"/>
        </w:rPr>
        <w:t>.</w:t>
      </w:r>
    </w:p>
    <w:p w14:paraId="07CBB85B" w14:textId="77777777" w:rsidR="009A065D" w:rsidRPr="00887780" w:rsidRDefault="00874D12" w:rsidP="00D54671">
      <w:pPr>
        <w:tabs>
          <w:tab w:val="left" w:pos="426"/>
        </w:tabs>
        <w:spacing w:after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887780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</w:p>
    <w:p w14:paraId="2D6C2146" w14:textId="77777777" w:rsidR="00767533" w:rsidRPr="00887780" w:rsidRDefault="00767533" w:rsidP="00067984">
      <w:pPr>
        <w:tabs>
          <w:tab w:val="left" w:pos="426"/>
        </w:tabs>
        <w:spacing w:after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887780">
        <w:rPr>
          <w:rFonts w:ascii="Times New Roman" w:eastAsia="Times New Roman" w:hAnsi="Times New Roman"/>
          <w:b/>
          <w:bCs/>
          <w:sz w:val="24"/>
          <w:szCs w:val="24"/>
          <w:lang w:eastAsia="fr-FR"/>
        </w:rPr>
        <w:t>Чл. 5</w:t>
      </w:r>
      <w:r w:rsidR="001C351A" w:rsidRPr="00887780">
        <w:rPr>
          <w:rFonts w:ascii="Times New Roman" w:eastAsia="Times New Roman" w:hAnsi="Times New Roman"/>
          <w:b/>
          <w:bCs/>
          <w:sz w:val="24"/>
          <w:szCs w:val="24"/>
          <w:lang w:eastAsia="fr-FR"/>
        </w:rPr>
        <w:t>.</w:t>
      </w:r>
      <w:r w:rsidRPr="00887780">
        <w:rPr>
          <w:rFonts w:ascii="Times New Roman" w:eastAsia="Times New Roman" w:hAnsi="Times New Roman"/>
          <w:b/>
          <w:bCs/>
          <w:sz w:val="24"/>
          <w:szCs w:val="24"/>
          <w:lang w:eastAsia="fr-FR"/>
        </w:rPr>
        <w:t xml:space="preserve"> (1)</w:t>
      </w:r>
      <w:r w:rsidRPr="00887780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9A065D" w:rsidRPr="00887780">
        <w:rPr>
          <w:rFonts w:ascii="Times New Roman" w:eastAsia="Times New Roman" w:hAnsi="Times New Roman"/>
          <w:sz w:val="24"/>
          <w:szCs w:val="24"/>
          <w:lang w:eastAsia="fr-FR"/>
        </w:rPr>
        <w:t xml:space="preserve">Окончателното плащане се извършва </w:t>
      </w:r>
      <w:r w:rsidRPr="00887780">
        <w:rPr>
          <w:rFonts w:ascii="Times New Roman" w:eastAsia="Times New Roman" w:hAnsi="Times New Roman"/>
          <w:sz w:val="24"/>
          <w:szCs w:val="24"/>
          <w:lang w:eastAsia="fr-FR"/>
        </w:rPr>
        <w:t>след одобрение на представен пакет отчетни документи (</w:t>
      </w:r>
      <w:r w:rsidR="009A065D" w:rsidRPr="00887780">
        <w:rPr>
          <w:rFonts w:ascii="Times New Roman" w:eastAsia="Times New Roman" w:hAnsi="Times New Roman"/>
          <w:sz w:val="24"/>
          <w:szCs w:val="24"/>
          <w:lang w:eastAsia="fr-FR"/>
        </w:rPr>
        <w:t>ПОД</w:t>
      </w:r>
      <w:r w:rsidRPr="00887780">
        <w:rPr>
          <w:rFonts w:ascii="Times New Roman" w:eastAsia="Times New Roman" w:hAnsi="Times New Roman"/>
          <w:sz w:val="24"/>
          <w:szCs w:val="24"/>
          <w:lang w:eastAsia="fr-FR"/>
        </w:rPr>
        <w:t>) в ИСУН</w:t>
      </w:r>
      <w:r w:rsidR="009A065D" w:rsidRPr="00887780">
        <w:rPr>
          <w:rFonts w:ascii="Times New Roman" w:eastAsia="Times New Roman" w:hAnsi="Times New Roman"/>
          <w:sz w:val="24"/>
          <w:szCs w:val="24"/>
          <w:lang w:eastAsia="fr-FR"/>
        </w:rPr>
        <w:t xml:space="preserve">, съдържащ </w:t>
      </w:r>
      <w:r w:rsidRPr="00887780">
        <w:rPr>
          <w:rFonts w:ascii="Times New Roman" w:eastAsia="Times New Roman" w:hAnsi="Times New Roman"/>
          <w:sz w:val="24"/>
          <w:szCs w:val="24"/>
          <w:lang w:eastAsia="fr-FR"/>
        </w:rPr>
        <w:t>финален</w:t>
      </w:r>
      <w:r w:rsidR="009A065D" w:rsidRPr="00887780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2D6A27" w:rsidRPr="00887780">
        <w:rPr>
          <w:rFonts w:ascii="Times New Roman" w:eastAsia="Times New Roman" w:hAnsi="Times New Roman"/>
          <w:sz w:val="24"/>
          <w:szCs w:val="24"/>
        </w:rPr>
        <w:t xml:space="preserve">технически и финансов отчет </w:t>
      </w:r>
      <w:r w:rsidR="009A065D" w:rsidRPr="00887780">
        <w:rPr>
          <w:rFonts w:ascii="Times New Roman" w:eastAsia="Times New Roman" w:hAnsi="Times New Roman"/>
          <w:sz w:val="24"/>
          <w:szCs w:val="24"/>
          <w:lang w:eastAsia="fr-FR"/>
        </w:rPr>
        <w:t>и искане за окончателно плащане</w:t>
      </w:r>
      <w:r w:rsidRPr="00887780">
        <w:rPr>
          <w:rFonts w:ascii="Times New Roman" w:eastAsia="Times New Roman" w:hAnsi="Times New Roman"/>
          <w:sz w:val="24"/>
          <w:szCs w:val="24"/>
          <w:lang w:eastAsia="fr-FR"/>
        </w:rPr>
        <w:t>, в срок от 80 (осемдесет) календарни дни от датата на постъпване на</w:t>
      </w:r>
      <w:r w:rsidR="00053B3B" w:rsidRPr="00887780">
        <w:rPr>
          <w:rFonts w:ascii="Times New Roman" w:eastAsia="Times New Roman" w:hAnsi="Times New Roman"/>
          <w:sz w:val="24"/>
          <w:szCs w:val="24"/>
          <w:lang w:eastAsia="fr-FR"/>
        </w:rPr>
        <w:t xml:space="preserve"> искането за плащане</w:t>
      </w:r>
      <w:r w:rsidRPr="00887780">
        <w:rPr>
          <w:rFonts w:ascii="Times New Roman" w:eastAsia="Times New Roman" w:hAnsi="Times New Roman"/>
          <w:sz w:val="24"/>
          <w:szCs w:val="24"/>
          <w:lang w:eastAsia="fr-FR"/>
        </w:rPr>
        <w:t xml:space="preserve"> в Управляващия орган на </w:t>
      </w:r>
      <w:r w:rsidR="00902356" w:rsidRPr="00887780">
        <w:rPr>
          <w:rFonts w:ascii="Times New Roman" w:eastAsia="Times New Roman" w:hAnsi="Times New Roman"/>
          <w:sz w:val="24"/>
          <w:szCs w:val="24"/>
          <w:lang w:eastAsia="fr-FR"/>
        </w:rPr>
        <w:t>ПНИИДИТ</w:t>
      </w:r>
      <w:r w:rsidRPr="00887780">
        <w:rPr>
          <w:rFonts w:ascii="Times New Roman" w:eastAsia="Times New Roman" w:hAnsi="Times New Roman"/>
          <w:sz w:val="24"/>
          <w:szCs w:val="24"/>
          <w:lang w:eastAsia="fr-FR"/>
        </w:rPr>
        <w:t>.</w:t>
      </w:r>
    </w:p>
    <w:p w14:paraId="28454655" w14:textId="77777777" w:rsidR="00D54671" w:rsidRPr="00887780" w:rsidRDefault="0036092C" w:rsidP="00D54671">
      <w:pPr>
        <w:tabs>
          <w:tab w:val="left" w:pos="426"/>
        </w:tabs>
        <w:spacing w:after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887780">
        <w:rPr>
          <w:rFonts w:ascii="Times New Roman" w:eastAsia="Times New Roman" w:hAnsi="Times New Roman"/>
          <w:b/>
          <w:bCs/>
          <w:sz w:val="24"/>
          <w:szCs w:val="24"/>
          <w:lang w:eastAsia="fr-FR"/>
        </w:rPr>
        <w:t>(2)</w:t>
      </w:r>
      <w:r w:rsidR="00053B3B" w:rsidRPr="00887780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D54671" w:rsidRPr="00887780">
        <w:rPr>
          <w:rFonts w:ascii="Times New Roman" w:eastAsia="Times New Roman" w:hAnsi="Times New Roman"/>
          <w:sz w:val="24"/>
          <w:szCs w:val="24"/>
          <w:lang w:eastAsia="fr-FR"/>
        </w:rPr>
        <w:t xml:space="preserve">Финалният отчет трябва да посочва и постигането на целите на проекта чрез реализиране на проектните дейности, както и да показва реалното изпълнение на заложените очаквани резултати. Към финалния отчет задължително се прилагат </w:t>
      </w:r>
      <w:r w:rsidR="00D54671" w:rsidRPr="00887780">
        <w:rPr>
          <w:rFonts w:ascii="Times New Roman" w:eastAsia="Times New Roman" w:hAnsi="Times New Roman"/>
          <w:sz w:val="24"/>
          <w:szCs w:val="24"/>
          <w:lang w:eastAsia="fr-FR"/>
        </w:rPr>
        <w:lastRenderedPageBreak/>
        <w:t>следните документи</w:t>
      </w:r>
      <w:r w:rsidR="004339B4" w:rsidRPr="00887780">
        <w:rPr>
          <w:rFonts w:ascii="Times New Roman" w:eastAsia="Times New Roman" w:hAnsi="Times New Roman"/>
          <w:sz w:val="24"/>
          <w:szCs w:val="24"/>
          <w:lang w:eastAsia="fr-FR"/>
        </w:rPr>
        <w:t>, доказващи получената от МСП за предоставената услуга и/или достъп до научни инфраструктури/специализирани лабораторни комплекси или уникално научно оборудване</w:t>
      </w:r>
      <w:r w:rsidR="00D54671" w:rsidRPr="00887780">
        <w:rPr>
          <w:rFonts w:ascii="Times New Roman" w:eastAsia="Times New Roman" w:hAnsi="Times New Roman"/>
          <w:sz w:val="24"/>
          <w:szCs w:val="24"/>
          <w:lang w:eastAsia="fr-FR"/>
        </w:rPr>
        <w:t>:</w:t>
      </w:r>
    </w:p>
    <w:p w14:paraId="04A804CC" w14:textId="275F86AB" w:rsidR="00D54671" w:rsidRPr="00887780" w:rsidRDefault="00D54671" w:rsidP="00D54671">
      <w:pPr>
        <w:numPr>
          <w:ilvl w:val="0"/>
          <w:numId w:val="13"/>
        </w:numPr>
        <w:tabs>
          <w:tab w:val="left" w:pos="426"/>
        </w:tabs>
        <w:spacing w:after="0"/>
        <w:ind w:left="72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887780">
        <w:rPr>
          <w:rFonts w:ascii="Times New Roman" w:eastAsia="Times New Roman" w:hAnsi="Times New Roman"/>
          <w:sz w:val="24"/>
          <w:szCs w:val="24"/>
          <w:lang w:eastAsia="fr-FR"/>
        </w:rPr>
        <w:t xml:space="preserve">Договор за услуга между МСП и </w:t>
      </w:r>
      <w:r w:rsidR="00B0653B" w:rsidRPr="00887780">
        <w:rPr>
          <w:rFonts w:ascii="Times New Roman" w:eastAsia="Times New Roman" w:hAnsi="Times New Roman"/>
          <w:sz w:val="24"/>
          <w:szCs w:val="24"/>
          <w:lang w:eastAsia="fr-FR"/>
        </w:rPr>
        <w:t>изпълнителя на услугата</w:t>
      </w:r>
      <w:r w:rsidR="001C0FF4" w:rsidRPr="00887780">
        <w:rPr>
          <w:rFonts w:ascii="Times New Roman" w:eastAsia="Times New Roman" w:hAnsi="Times New Roman"/>
          <w:sz w:val="24"/>
          <w:szCs w:val="24"/>
          <w:lang w:eastAsia="fr-FR"/>
        </w:rPr>
        <w:t>, включен</w:t>
      </w:r>
      <w:r w:rsidRPr="00887780">
        <w:rPr>
          <w:rFonts w:ascii="Times New Roman" w:eastAsia="Times New Roman" w:hAnsi="Times New Roman"/>
          <w:sz w:val="24"/>
          <w:szCs w:val="24"/>
          <w:lang w:eastAsia="fr-FR"/>
        </w:rPr>
        <w:t xml:space="preserve"> в </w:t>
      </w:r>
      <w:r w:rsidR="00B0653B" w:rsidRPr="00887780">
        <w:rPr>
          <w:rFonts w:ascii="Times New Roman" w:eastAsia="Times New Roman" w:hAnsi="Times New Roman"/>
          <w:sz w:val="24"/>
          <w:szCs w:val="24"/>
          <w:lang w:eastAsia="fr-FR"/>
        </w:rPr>
        <w:t xml:space="preserve">Платформата </w:t>
      </w:r>
      <w:r w:rsidRPr="00887780">
        <w:rPr>
          <w:rFonts w:ascii="Times New Roman" w:eastAsia="Times New Roman" w:hAnsi="Times New Roman"/>
          <w:sz w:val="24"/>
          <w:szCs w:val="24"/>
          <w:lang w:eastAsia="fr-FR"/>
        </w:rPr>
        <w:t xml:space="preserve">. </w:t>
      </w:r>
    </w:p>
    <w:p w14:paraId="3CCCB863" w14:textId="69FDAA90" w:rsidR="00D54671" w:rsidRPr="00887780" w:rsidRDefault="00B0653B" w:rsidP="00A051A6">
      <w:pPr>
        <w:numPr>
          <w:ilvl w:val="0"/>
          <w:numId w:val="13"/>
        </w:numPr>
        <w:tabs>
          <w:tab w:val="left" w:pos="426"/>
        </w:tabs>
        <w:spacing w:after="0"/>
        <w:ind w:left="72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887780">
        <w:rPr>
          <w:rFonts w:ascii="Times New Roman" w:eastAsia="Times New Roman" w:hAnsi="Times New Roman"/>
          <w:sz w:val="24"/>
          <w:szCs w:val="24"/>
          <w:lang w:eastAsia="fr-FR"/>
        </w:rPr>
        <w:t>Сертификат по образец от Платформата</w:t>
      </w:r>
      <w:bookmarkStart w:id="0" w:name="_GoBack"/>
      <w:bookmarkEnd w:id="0"/>
      <w:r w:rsidR="00D54671" w:rsidRPr="00887780">
        <w:rPr>
          <w:rFonts w:ascii="Times New Roman" w:eastAsia="Times New Roman" w:hAnsi="Times New Roman"/>
          <w:sz w:val="24"/>
          <w:szCs w:val="24"/>
          <w:lang w:eastAsia="fr-FR"/>
        </w:rPr>
        <w:t xml:space="preserve">, издаден на МСП от </w:t>
      </w:r>
      <w:r w:rsidR="00172B07" w:rsidRPr="00887780">
        <w:rPr>
          <w:rFonts w:ascii="Times New Roman" w:eastAsia="Times New Roman" w:hAnsi="Times New Roman"/>
          <w:sz w:val="24"/>
          <w:szCs w:val="24"/>
          <w:lang w:eastAsia="fr-FR"/>
        </w:rPr>
        <w:t>Изпълнителя</w:t>
      </w:r>
      <w:r w:rsidR="00172B07" w:rsidRPr="00887780">
        <w:rPr>
          <w:rStyle w:val="FootnoteReference"/>
          <w:rFonts w:ascii="Times New Roman" w:eastAsia="Times New Roman" w:hAnsi="Times New Roman"/>
          <w:sz w:val="24"/>
          <w:szCs w:val="24"/>
          <w:lang w:eastAsia="fr-FR"/>
        </w:rPr>
        <w:footnoteReference w:id="3"/>
      </w:r>
      <w:r w:rsidR="00D54671" w:rsidRPr="00887780">
        <w:rPr>
          <w:rFonts w:ascii="Times New Roman" w:eastAsia="Times New Roman" w:hAnsi="Times New Roman"/>
          <w:sz w:val="24"/>
          <w:szCs w:val="24"/>
          <w:lang w:eastAsia="fr-FR"/>
        </w:rPr>
        <w:t xml:space="preserve"> за предоставената услуга и/или достъп до научни инфраструктури/специализирани лабораторни комплекси или уникално научно оборудване</w:t>
      </w:r>
      <w:r w:rsidR="00AE17EE" w:rsidRPr="00887780">
        <w:rPr>
          <w:rFonts w:ascii="Times New Roman" w:eastAsia="Times New Roman" w:hAnsi="Times New Roman"/>
          <w:sz w:val="24"/>
          <w:szCs w:val="24"/>
          <w:lang w:eastAsia="fr-FR"/>
        </w:rPr>
        <w:t>.</w:t>
      </w:r>
      <w:r w:rsidR="00D25058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AE17EE" w:rsidRPr="00887780">
        <w:rPr>
          <w:rFonts w:ascii="Times New Roman" w:eastAsia="Times New Roman" w:hAnsi="Times New Roman"/>
          <w:sz w:val="24"/>
          <w:szCs w:val="24"/>
          <w:lang w:eastAsia="fr-FR"/>
        </w:rPr>
        <w:t>Посочената</w:t>
      </w:r>
      <w:r w:rsidR="00D25058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AE17EE" w:rsidRPr="00887780">
        <w:rPr>
          <w:rFonts w:ascii="Times New Roman" w:eastAsia="Times New Roman" w:hAnsi="Times New Roman"/>
          <w:sz w:val="24"/>
          <w:szCs w:val="24"/>
          <w:lang w:eastAsia="fr-FR"/>
        </w:rPr>
        <w:t>в Сертификата</w:t>
      </w:r>
      <w:r w:rsidR="00AE17EE" w:rsidRPr="00887780">
        <w:t xml:space="preserve"> </w:t>
      </w:r>
      <w:r w:rsidR="00AE17EE" w:rsidRPr="00887780">
        <w:rPr>
          <w:rFonts w:ascii="Times New Roman" w:eastAsia="Times New Roman" w:hAnsi="Times New Roman"/>
          <w:sz w:val="24"/>
          <w:szCs w:val="24"/>
          <w:lang w:eastAsia="fr-FR"/>
        </w:rPr>
        <w:t>тематична област на ИСИС следва да е идентична с посочената</w:t>
      </w:r>
      <w:r w:rsidR="00A732A3" w:rsidRPr="00887780">
        <w:rPr>
          <w:rFonts w:ascii="Times New Roman" w:eastAsia="Times New Roman" w:hAnsi="Times New Roman"/>
          <w:sz w:val="24"/>
          <w:szCs w:val="24"/>
          <w:lang w:eastAsia="fr-FR"/>
        </w:rPr>
        <w:t xml:space="preserve"> в Приложение </w:t>
      </w:r>
      <w:r w:rsidR="00A732A3" w:rsidRPr="00887780">
        <w:rPr>
          <w:rFonts w:ascii="Times New Roman" w:eastAsia="Times New Roman" w:hAnsi="Times New Roman"/>
          <w:sz w:val="24"/>
          <w:szCs w:val="24"/>
          <w:lang w:val="en-US" w:eastAsia="fr-FR"/>
        </w:rPr>
        <w:t>I</w:t>
      </w:r>
      <w:r w:rsidR="00117471" w:rsidRPr="00887780">
        <w:rPr>
          <w:rFonts w:ascii="Times New Roman" w:eastAsia="Times New Roman" w:hAnsi="Times New Roman"/>
          <w:sz w:val="24"/>
          <w:szCs w:val="24"/>
          <w:lang w:eastAsia="fr-FR"/>
        </w:rPr>
        <w:t xml:space="preserve"> към настоящия договор</w:t>
      </w:r>
      <w:r w:rsidR="00A732A3" w:rsidRPr="00887780">
        <w:rPr>
          <w:rFonts w:ascii="Times New Roman" w:eastAsia="Times New Roman" w:hAnsi="Times New Roman"/>
          <w:sz w:val="24"/>
          <w:szCs w:val="24"/>
          <w:lang w:val="en-US" w:eastAsia="fr-FR"/>
        </w:rPr>
        <w:t xml:space="preserve"> </w:t>
      </w:r>
      <w:r w:rsidR="00AE17EE" w:rsidRPr="00887780">
        <w:rPr>
          <w:rFonts w:ascii="Times New Roman" w:eastAsia="Times New Roman" w:hAnsi="Times New Roman"/>
          <w:sz w:val="24"/>
          <w:szCs w:val="24"/>
          <w:lang w:eastAsia="fr-FR"/>
        </w:rPr>
        <w:t>.</w:t>
      </w:r>
      <w:r w:rsidR="00D54671" w:rsidRPr="00887780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</w:p>
    <w:p w14:paraId="42DE1E41" w14:textId="7AB1AD8E" w:rsidR="00A051A6" w:rsidRPr="00A25EED" w:rsidRDefault="00172B07" w:rsidP="00A25EED">
      <w:pPr>
        <w:numPr>
          <w:ilvl w:val="0"/>
          <w:numId w:val="13"/>
        </w:numPr>
        <w:tabs>
          <w:tab w:val="left" w:pos="426"/>
        </w:tabs>
        <w:spacing w:after="0"/>
        <w:ind w:left="72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A25EED">
        <w:rPr>
          <w:rFonts w:ascii="Times New Roman" w:eastAsia="Times New Roman" w:hAnsi="Times New Roman"/>
          <w:sz w:val="24"/>
          <w:szCs w:val="24"/>
          <w:lang w:eastAsia="fr-FR"/>
        </w:rPr>
        <w:t>Описание</w:t>
      </w:r>
      <w:r w:rsidR="00D54671" w:rsidRPr="00A25EED">
        <w:rPr>
          <w:rFonts w:ascii="Times New Roman" w:eastAsia="Times New Roman" w:hAnsi="Times New Roman"/>
          <w:sz w:val="24"/>
          <w:szCs w:val="24"/>
          <w:lang w:eastAsia="fr-FR"/>
        </w:rPr>
        <w:t xml:space="preserve"> на постигнатите резултати.</w:t>
      </w:r>
    </w:p>
    <w:p w14:paraId="38196366" w14:textId="092B2D95" w:rsidR="008B540F" w:rsidRPr="00887780" w:rsidRDefault="00D54671" w:rsidP="0036092C">
      <w:pPr>
        <w:tabs>
          <w:tab w:val="left" w:pos="426"/>
        </w:tabs>
        <w:spacing w:after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887780">
        <w:rPr>
          <w:rFonts w:ascii="Times New Roman" w:eastAsia="Times New Roman" w:hAnsi="Times New Roman"/>
          <w:b/>
          <w:sz w:val="24"/>
          <w:szCs w:val="24"/>
          <w:lang w:eastAsia="fr-FR"/>
        </w:rPr>
        <w:t xml:space="preserve">(3) </w:t>
      </w:r>
      <w:r w:rsidR="008B540F" w:rsidRPr="00887780">
        <w:rPr>
          <w:rFonts w:ascii="Times New Roman" w:eastAsia="Times New Roman" w:hAnsi="Times New Roman"/>
          <w:sz w:val="24"/>
          <w:szCs w:val="24"/>
          <w:lang w:eastAsia="fr-FR"/>
        </w:rPr>
        <w:t xml:space="preserve">В рамките на срока по чл. </w:t>
      </w:r>
      <w:r w:rsidR="00CC7828" w:rsidRPr="00887780">
        <w:rPr>
          <w:rFonts w:ascii="Times New Roman" w:eastAsia="Times New Roman" w:hAnsi="Times New Roman"/>
          <w:sz w:val="24"/>
          <w:szCs w:val="24"/>
          <w:lang w:eastAsia="fr-FR"/>
        </w:rPr>
        <w:t xml:space="preserve">66 </w:t>
      </w:r>
      <w:r w:rsidR="008B540F" w:rsidRPr="00887780">
        <w:rPr>
          <w:rFonts w:ascii="Times New Roman" w:eastAsia="Times New Roman" w:hAnsi="Times New Roman"/>
          <w:sz w:val="24"/>
          <w:szCs w:val="24"/>
          <w:lang w:eastAsia="fr-FR"/>
        </w:rPr>
        <w:t xml:space="preserve">от Приложение II към настоящия договор във връзка с чл. </w:t>
      </w:r>
      <w:r w:rsidR="00CC7828" w:rsidRPr="00887780">
        <w:rPr>
          <w:rFonts w:ascii="Times New Roman" w:eastAsia="Times New Roman" w:hAnsi="Times New Roman"/>
          <w:sz w:val="24"/>
          <w:szCs w:val="24"/>
          <w:lang w:eastAsia="fr-FR"/>
        </w:rPr>
        <w:t xml:space="preserve">64 </w:t>
      </w:r>
      <w:r w:rsidR="008B540F" w:rsidRPr="00887780">
        <w:rPr>
          <w:rFonts w:ascii="Times New Roman" w:eastAsia="Times New Roman" w:hAnsi="Times New Roman"/>
          <w:sz w:val="24"/>
          <w:szCs w:val="24"/>
          <w:lang w:eastAsia="fr-FR"/>
        </w:rPr>
        <w:t xml:space="preserve">от Приложение II към настоящия договор, когато извършени и верифицирани разходи впоследствие бъдат </w:t>
      </w:r>
      <w:r w:rsidR="00264CB3" w:rsidRPr="00887780">
        <w:rPr>
          <w:rFonts w:ascii="Times New Roman" w:eastAsia="Times New Roman" w:hAnsi="Times New Roman"/>
          <w:sz w:val="24"/>
          <w:szCs w:val="24"/>
          <w:lang w:eastAsia="fr-FR"/>
        </w:rPr>
        <w:t>установени като</w:t>
      </w:r>
      <w:r w:rsidR="008B540F" w:rsidRPr="00887780">
        <w:rPr>
          <w:rFonts w:ascii="Times New Roman" w:eastAsia="Times New Roman" w:hAnsi="Times New Roman"/>
          <w:sz w:val="24"/>
          <w:szCs w:val="24"/>
          <w:lang w:eastAsia="fr-FR"/>
        </w:rPr>
        <w:t xml:space="preserve"> недопустими от </w:t>
      </w:r>
      <w:r w:rsidR="007E78C0" w:rsidRPr="00887780">
        <w:rPr>
          <w:rFonts w:ascii="Times New Roman" w:eastAsia="Times New Roman" w:hAnsi="Times New Roman"/>
          <w:sz w:val="24"/>
          <w:szCs w:val="24"/>
          <w:lang w:eastAsia="fr-FR"/>
        </w:rPr>
        <w:t>с</w:t>
      </w:r>
      <w:r w:rsidR="004879A4" w:rsidRPr="00887780">
        <w:rPr>
          <w:rFonts w:ascii="Times New Roman" w:eastAsia="Times New Roman" w:hAnsi="Times New Roman"/>
          <w:sz w:val="24"/>
          <w:szCs w:val="24"/>
          <w:lang w:eastAsia="fr-FR"/>
        </w:rPr>
        <w:t>четовод</w:t>
      </w:r>
      <w:r w:rsidR="007E78C0" w:rsidRPr="00887780">
        <w:rPr>
          <w:rFonts w:ascii="Times New Roman" w:eastAsia="Times New Roman" w:hAnsi="Times New Roman"/>
          <w:sz w:val="24"/>
          <w:szCs w:val="24"/>
          <w:lang w:eastAsia="fr-FR"/>
        </w:rPr>
        <w:t>е</w:t>
      </w:r>
      <w:r w:rsidR="004879A4" w:rsidRPr="00887780">
        <w:rPr>
          <w:rFonts w:ascii="Times New Roman" w:eastAsia="Times New Roman" w:hAnsi="Times New Roman"/>
          <w:sz w:val="24"/>
          <w:szCs w:val="24"/>
          <w:lang w:eastAsia="fr-FR"/>
        </w:rPr>
        <w:t>н</w:t>
      </w:r>
      <w:r w:rsidR="008B540F" w:rsidRPr="00887780">
        <w:rPr>
          <w:rFonts w:ascii="Times New Roman" w:eastAsia="Times New Roman" w:hAnsi="Times New Roman"/>
          <w:sz w:val="24"/>
          <w:szCs w:val="24"/>
          <w:lang w:eastAsia="fr-FR"/>
        </w:rPr>
        <w:t xml:space="preserve">, одитиращ или друг контролиращ орган, същите подлежат на възстановяване от </w:t>
      </w:r>
      <w:r w:rsidR="007E78C0" w:rsidRPr="00887780">
        <w:rPr>
          <w:rFonts w:ascii="Times New Roman" w:eastAsia="Times New Roman" w:hAnsi="Times New Roman"/>
          <w:sz w:val="24"/>
          <w:szCs w:val="24"/>
          <w:lang w:eastAsia="fr-FR"/>
        </w:rPr>
        <w:t>Б</w:t>
      </w:r>
      <w:r w:rsidR="008B540F" w:rsidRPr="00887780">
        <w:rPr>
          <w:rFonts w:ascii="Times New Roman" w:eastAsia="Times New Roman" w:hAnsi="Times New Roman"/>
          <w:sz w:val="24"/>
          <w:szCs w:val="24"/>
          <w:lang w:eastAsia="fr-FR"/>
        </w:rPr>
        <w:t xml:space="preserve">енефициента съгласно </w:t>
      </w:r>
      <w:r w:rsidR="00264CB3" w:rsidRPr="00887780">
        <w:rPr>
          <w:rFonts w:ascii="Times New Roman" w:eastAsia="Times New Roman" w:hAnsi="Times New Roman"/>
          <w:sz w:val="24"/>
          <w:szCs w:val="24"/>
          <w:lang w:eastAsia="fr-FR"/>
        </w:rPr>
        <w:t xml:space="preserve">раздел </w:t>
      </w:r>
      <w:r w:rsidR="00264CB3" w:rsidRPr="00887780">
        <w:rPr>
          <w:rFonts w:ascii="Times New Roman" w:eastAsia="Times New Roman" w:hAnsi="Times New Roman"/>
          <w:sz w:val="24"/>
          <w:szCs w:val="24"/>
          <w:lang w:val="en-US" w:eastAsia="fr-FR"/>
        </w:rPr>
        <w:t>XVI</w:t>
      </w:r>
      <w:r w:rsidR="008B540F" w:rsidRPr="00887780">
        <w:rPr>
          <w:rFonts w:ascii="Times New Roman" w:eastAsia="Times New Roman" w:hAnsi="Times New Roman"/>
          <w:sz w:val="24"/>
          <w:szCs w:val="24"/>
          <w:lang w:eastAsia="fr-FR"/>
        </w:rPr>
        <w:t xml:space="preserve"> от Приложение II към настоящия договор.</w:t>
      </w:r>
    </w:p>
    <w:p w14:paraId="41070849" w14:textId="77777777" w:rsidR="00B74FFF" w:rsidRPr="00887780" w:rsidRDefault="00B74FFF" w:rsidP="0036092C">
      <w:pPr>
        <w:spacing w:before="80" w:after="80" w:line="240" w:lineRule="auto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</w:p>
    <w:p w14:paraId="45D5B641" w14:textId="77777777" w:rsidR="00CC1ED7" w:rsidRPr="00887780" w:rsidRDefault="00CC1ED7" w:rsidP="0036092C">
      <w:pPr>
        <w:pStyle w:val="ListParagraph"/>
        <w:numPr>
          <w:ilvl w:val="0"/>
          <w:numId w:val="11"/>
        </w:numPr>
        <w:tabs>
          <w:tab w:val="left" w:pos="567"/>
        </w:tabs>
        <w:spacing w:after="0"/>
        <w:jc w:val="both"/>
        <w:rPr>
          <w:rFonts w:ascii="Times New Roman" w:hAnsi="Times New Roman"/>
          <w:b/>
          <w:sz w:val="24"/>
        </w:rPr>
      </w:pPr>
      <w:r w:rsidRPr="00887780">
        <w:rPr>
          <w:rFonts w:ascii="Times New Roman" w:hAnsi="Times New Roman"/>
          <w:b/>
          <w:sz w:val="24"/>
        </w:rPr>
        <w:t>Други условия</w:t>
      </w:r>
    </w:p>
    <w:p w14:paraId="32BDBE5F" w14:textId="77777777" w:rsidR="002F6216" w:rsidRPr="00887780" w:rsidRDefault="002F6216" w:rsidP="00986FE3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</w:p>
    <w:p w14:paraId="343D056C" w14:textId="77777777" w:rsidR="00DB09E1" w:rsidRPr="00887780" w:rsidRDefault="00F70999" w:rsidP="00F70999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887780">
        <w:rPr>
          <w:rFonts w:ascii="Times New Roman" w:hAnsi="Times New Roman"/>
          <w:b/>
          <w:sz w:val="24"/>
        </w:rPr>
        <w:t>Чл.</w:t>
      </w:r>
      <w:r w:rsidR="003955CF" w:rsidRPr="00887780">
        <w:rPr>
          <w:rFonts w:ascii="Times New Roman" w:hAnsi="Times New Roman"/>
          <w:b/>
          <w:sz w:val="24"/>
        </w:rPr>
        <w:t xml:space="preserve"> </w:t>
      </w:r>
      <w:r w:rsidR="00E010A4" w:rsidRPr="00887780">
        <w:rPr>
          <w:rFonts w:ascii="Times New Roman" w:eastAsia="Times New Roman" w:hAnsi="Times New Roman"/>
          <w:b/>
          <w:sz w:val="24"/>
          <w:szCs w:val="24"/>
          <w:lang w:eastAsia="fr-FR"/>
        </w:rPr>
        <w:t>6</w:t>
      </w:r>
      <w:r w:rsidR="003955CF" w:rsidRPr="00887780">
        <w:rPr>
          <w:rFonts w:ascii="Times New Roman" w:hAnsi="Times New Roman"/>
          <w:sz w:val="24"/>
        </w:rPr>
        <w:t xml:space="preserve"> </w:t>
      </w:r>
      <w:r w:rsidR="00C84C75" w:rsidRPr="00887780">
        <w:rPr>
          <w:rFonts w:ascii="Times New Roman" w:eastAsia="Times New Roman" w:hAnsi="Times New Roman"/>
          <w:sz w:val="24"/>
          <w:szCs w:val="24"/>
          <w:lang w:eastAsia="fr-FR"/>
        </w:rPr>
        <w:t>П</w:t>
      </w:r>
      <w:r w:rsidRPr="00887780">
        <w:rPr>
          <w:rFonts w:ascii="Times New Roman" w:eastAsia="Times New Roman" w:hAnsi="Times New Roman"/>
          <w:sz w:val="24"/>
          <w:szCs w:val="24"/>
          <w:lang w:eastAsia="fr-FR"/>
        </w:rPr>
        <w:t xml:space="preserve">ри кандидатстване за друго публично финансиране </w:t>
      </w:r>
      <w:r w:rsidR="00E438BA" w:rsidRPr="00887780">
        <w:rPr>
          <w:rFonts w:ascii="Times New Roman" w:eastAsia="Times New Roman" w:hAnsi="Times New Roman"/>
          <w:sz w:val="24"/>
          <w:szCs w:val="24"/>
          <w:lang w:eastAsia="fr-FR"/>
        </w:rPr>
        <w:t>Б</w:t>
      </w:r>
      <w:r w:rsidR="00C84C75" w:rsidRPr="00887780">
        <w:rPr>
          <w:rFonts w:ascii="Times New Roman" w:eastAsia="Times New Roman" w:hAnsi="Times New Roman"/>
          <w:sz w:val="24"/>
          <w:szCs w:val="24"/>
          <w:lang w:eastAsia="fr-FR"/>
        </w:rPr>
        <w:t xml:space="preserve">енефициентът </w:t>
      </w:r>
      <w:r w:rsidRPr="00887780">
        <w:rPr>
          <w:rFonts w:ascii="Times New Roman" w:eastAsia="Times New Roman" w:hAnsi="Times New Roman"/>
          <w:sz w:val="24"/>
          <w:szCs w:val="24"/>
          <w:lang w:eastAsia="fr-FR"/>
        </w:rPr>
        <w:t>следва да има предвид, че:</w:t>
      </w:r>
    </w:p>
    <w:p w14:paraId="2405E1F1" w14:textId="77777777" w:rsidR="00F70999" w:rsidRPr="00887780" w:rsidRDefault="005A07BC" w:rsidP="00F70999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887780">
        <w:rPr>
          <w:rFonts w:ascii="Times New Roman" w:eastAsia="Times New Roman" w:hAnsi="Times New Roman"/>
          <w:b/>
          <w:sz w:val="24"/>
          <w:szCs w:val="24"/>
          <w:lang w:eastAsia="fr-FR"/>
        </w:rPr>
        <w:t>(</w:t>
      </w:r>
      <w:r w:rsidR="0053113E" w:rsidRPr="00887780">
        <w:rPr>
          <w:rFonts w:ascii="Times New Roman" w:eastAsia="Times New Roman" w:hAnsi="Times New Roman"/>
          <w:b/>
          <w:sz w:val="24"/>
          <w:szCs w:val="24"/>
          <w:lang w:eastAsia="fr-FR"/>
        </w:rPr>
        <w:t>1</w:t>
      </w:r>
      <w:r w:rsidRPr="00887780">
        <w:rPr>
          <w:rFonts w:ascii="Times New Roman" w:eastAsia="Times New Roman" w:hAnsi="Times New Roman"/>
          <w:b/>
          <w:sz w:val="24"/>
          <w:szCs w:val="24"/>
          <w:lang w:eastAsia="fr-FR"/>
        </w:rPr>
        <w:t>)</w:t>
      </w:r>
      <w:r w:rsidR="00F70999" w:rsidRPr="00887780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DB09E1" w:rsidRPr="00887780">
        <w:rPr>
          <w:rFonts w:ascii="Times New Roman" w:eastAsia="Times New Roman" w:hAnsi="Times New Roman"/>
          <w:sz w:val="24"/>
          <w:szCs w:val="24"/>
          <w:lang w:eastAsia="fr-FR"/>
        </w:rPr>
        <w:t>С</w:t>
      </w:r>
      <w:r w:rsidR="00F70999" w:rsidRPr="00887780">
        <w:rPr>
          <w:rFonts w:ascii="Times New Roman" w:eastAsia="Times New Roman" w:hAnsi="Times New Roman"/>
          <w:sz w:val="24"/>
          <w:szCs w:val="24"/>
          <w:lang w:eastAsia="fr-FR"/>
        </w:rPr>
        <w:t xml:space="preserve">ъгласно чл. 8, </w:t>
      </w:r>
      <w:proofErr w:type="spellStart"/>
      <w:r w:rsidR="00F70999" w:rsidRPr="00887780">
        <w:rPr>
          <w:rFonts w:ascii="Times New Roman" w:eastAsia="Times New Roman" w:hAnsi="Times New Roman"/>
          <w:sz w:val="24"/>
          <w:szCs w:val="24"/>
          <w:lang w:eastAsia="fr-FR"/>
        </w:rPr>
        <w:t>пар</w:t>
      </w:r>
      <w:proofErr w:type="spellEnd"/>
      <w:r w:rsidR="00F70999" w:rsidRPr="00887780">
        <w:rPr>
          <w:rFonts w:ascii="Times New Roman" w:eastAsia="Times New Roman" w:hAnsi="Times New Roman"/>
          <w:sz w:val="24"/>
          <w:szCs w:val="24"/>
          <w:lang w:eastAsia="fr-FR"/>
        </w:rPr>
        <w:t xml:space="preserve">. 3 от Регламент (ЕС) № 651/2014 г. на Комисията помощите с </w:t>
      </w:r>
      <w:proofErr w:type="spellStart"/>
      <w:r w:rsidR="00F70999" w:rsidRPr="00887780">
        <w:rPr>
          <w:rFonts w:ascii="Times New Roman" w:eastAsia="Times New Roman" w:hAnsi="Times New Roman"/>
          <w:sz w:val="24"/>
          <w:szCs w:val="24"/>
          <w:lang w:eastAsia="fr-FR"/>
        </w:rPr>
        <w:t>установими</w:t>
      </w:r>
      <w:proofErr w:type="spellEnd"/>
      <w:r w:rsidR="00F70999" w:rsidRPr="00887780">
        <w:rPr>
          <w:rFonts w:ascii="Times New Roman" w:eastAsia="Times New Roman" w:hAnsi="Times New Roman"/>
          <w:sz w:val="24"/>
          <w:szCs w:val="24"/>
          <w:lang w:eastAsia="fr-FR"/>
        </w:rPr>
        <w:t xml:space="preserve"> допустими разходи, които са освободени от задължението за уведомяване по смисъла на същия регламент, могат да се натрупват с всякаква друга държавна помощ във връзка със същите допустими разходи, които се припокриват частично или напълно, само ако това натрупване не води до надхвърляне на най-високия интензитет на помощта или най-високия размер на помощта, приложими за тази помо</w:t>
      </w:r>
      <w:r w:rsidR="00252974" w:rsidRPr="00887780">
        <w:rPr>
          <w:rFonts w:ascii="Times New Roman" w:eastAsia="Times New Roman" w:hAnsi="Times New Roman"/>
          <w:sz w:val="24"/>
          <w:szCs w:val="24"/>
          <w:lang w:eastAsia="fr-FR"/>
        </w:rPr>
        <w:t>щ по силата на същия регламент.</w:t>
      </w:r>
    </w:p>
    <w:p w14:paraId="10B9AF00" w14:textId="77777777" w:rsidR="00DB09E1" w:rsidRPr="00887780" w:rsidRDefault="003955CF" w:rsidP="00874D12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887780">
        <w:rPr>
          <w:rFonts w:ascii="Times New Roman" w:eastAsia="Times New Roman" w:hAnsi="Times New Roman"/>
          <w:b/>
          <w:sz w:val="24"/>
          <w:szCs w:val="24"/>
          <w:lang w:eastAsia="fr-FR"/>
        </w:rPr>
        <w:t>(2)</w:t>
      </w:r>
      <w:r w:rsidRPr="00887780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DB09E1" w:rsidRPr="00887780">
        <w:rPr>
          <w:rFonts w:ascii="Times New Roman" w:eastAsia="Times New Roman" w:hAnsi="Times New Roman"/>
          <w:sz w:val="24"/>
          <w:szCs w:val="24"/>
          <w:lang w:eastAsia="fr-FR"/>
        </w:rPr>
        <w:t xml:space="preserve">Общият размер на безвъзмездната помощ, предоставена на едно предприятие съгласно </w:t>
      </w:r>
      <w:r w:rsidR="008E6203" w:rsidRPr="00887780">
        <w:rPr>
          <w:rFonts w:ascii="Times New Roman" w:eastAsia="Times New Roman" w:hAnsi="Times New Roman"/>
          <w:sz w:val="24"/>
          <w:szCs w:val="24"/>
          <w:lang w:eastAsia="fr-FR"/>
        </w:rPr>
        <w:t xml:space="preserve">чл. 28, </w:t>
      </w:r>
      <w:proofErr w:type="spellStart"/>
      <w:r w:rsidR="000B0BCA" w:rsidRPr="00887780">
        <w:rPr>
          <w:rFonts w:ascii="Times New Roman" w:eastAsia="Times New Roman" w:hAnsi="Times New Roman"/>
          <w:sz w:val="24"/>
          <w:szCs w:val="24"/>
          <w:lang w:eastAsia="fr-FR"/>
        </w:rPr>
        <w:t>пар</w:t>
      </w:r>
      <w:proofErr w:type="spellEnd"/>
      <w:r w:rsidR="008E6203" w:rsidRPr="00887780">
        <w:rPr>
          <w:rFonts w:ascii="Times New Roman" w:eastAsia="Times New Roman" w:hAnsi="Times New Roman"/>
          <w:sz w:val="24"/>
          <w:szCs w:val="24"/>
          <w:lang w:eastAsia="fr-FR"/>
        </w:rPr>
        <w:t xml:space="preserve">. </w:t>
      </w:r>
      <w:r w:rsidR="000B0BCA" w:rsidRPr="00887780">
        <w:rPr>
          <w:rFonts w:ascii="Times New Roman" w:eastAsia="Times New Roman" w:hAnsi="Times New Roman"/>
          <w:sz w:val="24"/>
          <w:szCs w:val="24"/>
          <w:lang w:eastAsia="fr-FR"/>
        </w:rPr>
        <w:t>4</w:t>
      </w:r>
      <w:r w:rsidR="008E6203" w:rsidRPr="00887780">
        <w:rPr>
          <w:rFonts w:ascii="Times New Roman" w:eastAsia="Times New Roman" w:hAnsi="Times New Roman"/>
          <w:sz w:val="24"/>
          <w:szCs w:val="24"/>
          <w:lang w:eastAsia="fr-FR"/>
        </w:rPr>
        <w:t xml:space="preserve"> от </w:t>
      </w:r>
      <w:r w:rsidR="00DB09E1" w:rsidRPr="00887780">
        <w:rPr>
          <w:rFonts w:ascii="Times New Roman" w:eastAsia="Times New Roman" w:hAnsi="Times New Roman"/>
          <w:sz w:val="24"/>
          <w:szCs w:val="24"/>
          <w:lang w:eastAsia="fr-FR"/>
        </w:rPr>
        <w:t xml:space="preserve">Регламент (ЕС) № </w:t>
      </w:r>
      <w:r w:rsidR="008E6203" w:rsidRPr="00887780">
        <w:rPr>
          <w:rFonts w:ascii="Times New Roman" w:eastAsia="Times New Roman" w:hAnsi="Times New Roman"/>
          <w:sz w:val="24"/>
          <w:szCs w:val="24"/>
          <w:lang w:eastAsia="fr-FR"/>
        </w:rPr>
        <w:t>651</w:t>
      </w:r>
      <w:r w:rsidR="00DB09E1" w:rsidRPr="00887780">
        <w:rPr>
          <w:rFonts w:ascii="Times New Roman" w:eastAsia="Times New Roman" w:hAnsi="Times New Roman"/>
          <w:sz w:val="24"/>
          <w:szCs w:val="24"/>
          <w:lang w:eastAsia="fr-FR"/>
        </w:rPr>
        <w:t>/201</w:t>
      </w:r>
      <w:r w:rsidR="008E6203" w:rsidRPr="00887780">
        <w:rPr>
          <w:rFonts w:ascii="Times New Roman" w:eastAsia="Times New Roman" w:hAnsi="Times New Roman"/>
          <w:sz w:val="24"/>
          <w:szCs w:val="24"/>
          <w:lang w:eastAsia="fr-FR"/>
        </w:rPr>
        <w:t>4</w:t>
      </w:r>
      <w:r w:rsidR="00DB09E1" w:rsidRPr="00887780">
        <w:rPr>
          <w:rFonts w:ascii="Times New Roman" w:eastAsia="Times New Roman" w:hAnsi="Times New Roman"/>
          <w:sz w:val="24"/>
          <w:szCs w:val="24"/>
          <w:lang w:eastAsia="fr-FR"/>
        </w:rPr>
        <w:t>, не може да надхвърля левовата равностойност на 2</w:t>
      </w:r>
      <w:r w:rsidR="000B0BCA" w:rsidRPr="00887780">
        <w:rPr>
          <w:rFonts w:ascii="Times New Roman" w:eastAsia="Times New Roman" w:hAnsi="Times New Roman"/>
          <w:sz w:val="24"/>
          <w:szCs w:val="24"/>
          <w:lang w:eastAsia="fr-FR"/>
        </w:rPr>
        <w:t>20</w:t>
      </w:r>
      <w:r w:rsidR="00DB09E1" w:rsidRPr="00887780">
        <w:rPr>
          <w:rFonts w:ascii="Times New Roman" w:eastAsia="Times New Roman" w:hAnsi="Times New Roman"/>
          <w:sz w:val="24"/>
          <w:szCs w:val="24"/>
          <w:lang w:eastAsia="fr-FR"/>
        </w:rPr>
        <w:t xml:space="preserve"> 000 евро (</w:t>
      </w:r>
      <w:r w:rsidR="000B0BCA" w:rsidRPr="00887780">
        <w:rPr>
          <w:rFonts w:ascii="Times New Roman" w:eastAsia="Times New Roman" w:hAnsi="Times New Roman"/>
          <w:sz w:val="24"/>
          <w:szCs w:val="24"/>
          <w:lang w:eastAsia="fr-FR"/>
        </w:rPr>
        <w:t>430 282,60</w:t>
      </w:r>
      <w:r w:rsidR="00DB09E1" w:rsidRPr="00887780">
        <w:rPr>
          <w:rFonts w:ascii="Times New Roman" w:eastAsia="Times New Roman" w:hAnsi="Times New Roman"/>
          <w:sz w:val="24"/>
          <w:szCs w:val="24"/>
          <w:lang w:eastAsia="fr-FR"/>
        </w:rPr>
        <w:t xml:space="preserve"> лева)</w:t>
      </w:r>
      <w:r w:rsidR="000B0BCA" w:rsidRPr="00887780">
        <w:rPr>
          <w:rFonts w:ascii="Times New Roman" w:eastAsia="Times New Roman" w:hAnsi="Times New Roman"/>
          <w:sz w:val="24"/>
          <w:szCs w:val="24"/>
          <w:lang w:eastAsia="fr-FR"/>
        </w:rPr>
        <w:t xml:space="preserve"> за всеки тригодишен период</w:t>
      </w:r>
      <w:r w:rsidR="00685372" w:rsidRPr="00887780">
        <w:rPr>
          <w:rStyle w:val="FootnoteReference"/>
          <w:rFonts w:ascii="Times New Roman" w:eastAsia="Times New Roman" w:hAnsi="Times New Roman"/>
          <w:sz w:val="24"/>
          <w:szCs w:val="24"/>
          <w:lang w:eastAsia="fr-FR"/>
        </w:rPr>
        <w:footnoteReference w:id="4"/>
      </w:r>
      <w:r w:rsidR="00DB09E1" w:rsidRPr="00887780">
        <w:rPr>
          <w:rFonts w:ascii="Times New Roman" w:eastAsia="Times New Roman" w:hAnsi="Times New Roman"/>
          <w:sz w:val="24"/>
          <w:szCs w:val="24"/>
          <w:lang w:eastAsia="fr-FR"/>
        </w:rPr>
        <w:t>.</w:t>
      </w:r>
      <w:r w:rsidR="00DB09E1" w:rsidRPr="00887780">
        <w:t xml:space="preserve"> </w:t>
      </w:r>
    </w:p>
    <w:p w14:paraId="3E7B3B50" w14:textId="2FE73661" w:rsidR="00DB09E1" w:rsidRPr="00887780" w:rsidRDefault="005A07BC" w:rsidP="005A07BC">
      <w:pPr>
        <w:spacing w:before="120" w:after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887780">
        <w:rPr>
          <w:rFonts w:ascii="Times New Roman" w:eastAsia="Times New Roman" w:hAnsi="Times New Roman"/>
          <w:b/>
          <w:sz w:val="24"/>
          <w:szCs w:val="24"/>
          <w:lang w:eastAsia="fr-FR"/>
        </w:rPr>
        <w:t>(</w:t>
      </w:r>
      <w:r w:rsidR="003955CF" w:rsidRPr="00887780">
        <w:rPr>
          <w:rFonts w:ascii="Times New Roman" w:eastAsia="Times New Roman" w:hAnsi="Times New Roman"/>
          <w:b/>
          <w:sz w:val="24"/>
          <w:szCs w:val="24"/>
          <w:lang w:eastAsia="fr-FR"/>
        </w:rPr>
        <w:t>3</w:t>
      </w:r>
      <w:r w:rsidRPr="00887780">
        <w:rPr>
          <w:rFonts w:ascii="Times New Roman" w:eastAsia="Times New Roman" w:hAnsi="Times New Roman"/>
          <w:b/>
          <w:sz w:val="24"/>
          <w:szCs w:val="24"/>
          <w:lang w:eastAsia="fr-FR"/>
        </w:rPr>
        <w:t>)</w:t>
      </w:r>
      <w:r w:rsidR="00DB09E1" w:rsidRPr="00887780">
        <w:rPr>
          <w:rFonts w:ascii="Times New Roman" w:eastAsia="Times New Roman" w:hAnsi="Times New Roman"/>
          <w:sz w:val="24"/>
          <w:szCs w:val="24"/>
          <w:lang w:eastAsia="fr-FR"/>
        </w:rPr>
        <w:t xml:space="preserve"> Помощ </w:t>
      </w:r>
      <w:r w:rsidR="000B0BCA" w:rsidRPr="00887780">
        <w:rPr>
          <w:rFonts w:ascii="Times New Roman" w:eastAsia="Times New Roman" w:hAnsi="Times New Roman"/>
          <w:sz w:val="24"/>
          <w:szCs w:val="24"/>
          <w:lang w:eastAsia="fr-FR"/>
        </w:rPr>
        <w:t>съгласно чл. 28</w:t>
      </w:r>
      <w:r w:rsidR="00E956C3" w:rsidRPr="00887780">
        <w:rPr>
          <w:rFonts w:ascii="Times New Roman" w:eastAsia="Times New Roman" w:hAnsi="Times New Roman"/>
          <w:sz w:val="24"/>
          <w:szCs w:val="24"/>
          <w:lang w:eastAsia="fr-FR"/>
        </w:rPr>
        <w:t xml:space="preserve"> от Регламент (ЕС) № 651/201</w:t>
      </w:r>
      <w:r w:rsidR="001314EC">
        <w:rPr>
          <w:rFonts w:ascii="Times New Roman" w:eastAsia="Times New Roman" w:hAnsi="Times New Roman"/>
          <w:sz w:val="24"/>
          <w:szCs w:val="24"/>
          <w:lang w:eastAsia="fr-FR"/>
        </w:rPr>
        <w:t>4</w:t>
      </w:r>
      <w:r w:rsidR="00DB09E1" w:rsidRPr="00887780">
        <w:rPr>
          <w:rFonts w:ascii="Times New Roman" w:eastAsia="Times New Roman" w:hAnsi="Times New Roman"/>
          <w:sz w:val="24"/>
          <w:szCs w:val="24"/>
          <w:lang w:eastAsia="fr-FR"/>
        </w:rPr>
        <w:t xml:space="preserve"> може да се </w:t>
      </w:r>
      <w:proofErr w:type="spellStart"/>
      <w:r w:rsidR="00DB09E1" w:rsidRPr="00887780">
        <w:rPr>
          <w:rFonts w:ascii="Times New Roman" w:eastAsia="Times New Roman" w:hAnsi="Times New Roman"/>
          <w:sz w:val="24"/>
          <w:szCs w:val="24"/>
          <w:lang w:eastAsia="fr-FR"/>
        </w:rPr>
        <w:t>кумулира</w:t>
      </w:r>
      <w:proofErr w:type="spellEnd"/>
      <w:r w:rsidR="00DB09E1" w:rsidRPr="00887780">
        <w:rPr>
          <w:rFonts w:ascii="Times New Roman" w:eastAsia="Times New Roman" w:hAnsi="Times New Roman"/>
          <w:sz w:val="24"/>
          <w:szCs w:val="24"/>
          <w:lang w:eastAsia="fr-FR"/>
        </w:rPr>
        <w:t xml:space="preserve"> с</w:t>
      </w:r>
      <w:r w:rsidR="000B0BCA" w:rsidRPr="00887780">
        <w:rPr>
          <w:rFonts w:ascii="Times New Roman" w:eastAsia="Times New Roman" w:hAnsi="Times New Roman"/>
          <w:sz w:val="24"/>
          <w:szCs w:val="24"/>
          <w:lang w:eastAsia="fr-FR"/>
        </w:rPr>
        <w:t>ъс същата помощ</w:t>
      </w:r>
      <w:r w:rsidR="00DB09E1" w:rsidRPr="00887780">
        <w:rPr>
          <w:rFonts w:ascii="Times New Roman" w:eastAsia="Times New Roman" w:hAnsi="Times New Roman"/>
          <w:sz w:val="24"/>
          <w:szCs w:val="24"/>
          <w:lang w:eastAsia="fr-FR"/>
        </w:rPr>
        <w:t xml:space="preserve">, предоставяна </w:t>
      </w:r>
      <w:r w:rsidR="000B0BCA" w:rsidRPr="00887780">
        <w:rPr>
          <w:rFonts w:ascii="Times New Roman" w:eastAsia="Times New Roman" w:hAnsi="Times New Roman"/>
          <w:sz w:val="24"/>
          <w:szCs w:val="24"/>
          <w:lang w:eastAsia="fr-FR"/>
        </w:rPr>
        <w:t>за същите допустими разходи</w:t>
      </w:r>
      <w:r w:rsidR="00DB09E1" w:rsidRPr="00887780">
        <w:rPr>
          <w:rFonts w:ascii="Times New Roman" w:eastAsia="Times New Roman" w:hAnsi="Times New Roman"/>
          <w:sz w:val="24"/>
          <w:szCs w:val="24"/>
          <w:lang w:eastAsia="fr-FR"/>
        </w:rPr>
        <w:t xml:space="preserve">, до съответния таван, определен в </w:t>
      </w:r>
      <w:r w:rsidRPr="00887780">
        <w:rPr>
          <w:rFonts w:ascii="Times New Roman" w:eastAsia="Times New Roman" w:hAnsi="Times New Roman"/>
          <w:sz w:val="24"/>
          <w:szCs w:val="24"/>
          <w:lang w:eastAsia="fr-FR"/>
        </w:rPr>
        <w:t>ал.</w:t>
      </w:r>
      <w:r w:rsidR="00E956C3" w:rsidRPr="00887780">
        <w:rPr>
          <w:rFonts w:ascii="Times New Roman" w:eastAsia="Times New Roman" w:hAnsi="Times New Roman"/>
          <w:sz w:val="24"/>
          <w:szCs w:val="24"/>
          <w:lang w:eastAsia="fr-FR"/>
        </w:rPr>
        <w:t>2</w:t>
      </w:r>
      <w:r w:rsidR="00DB09E1" w:rsidRPr="00887780">
        <w:rPr>
          <w:rFonts w:ascii="Times New Roman" w:eastAsia="Times New Roman" w:hAnsi="Times New Roman"/>
          <w:sz w:val="24"/>
          <w:szCs w:val="24"/>
          <w:lang w:eastAsia="fr-FR"/>
        </w:rPr>
        <w:t xml:space="preserve"> от настоящия член.</w:t>
      </w:r>
    </w:p>
    <w:p w14:paraId="189F3B44" w14:textId="77777777" w:rsidR="00F70999" w:rsidRPr="00887780" w:rsidRDefault="00F70999" w:rsidP="00F70999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887780">
        <w:rPr>
          <w:rFonts w:ascii="Times New Roman" w:eastAsia="Times New Roman" w:hAnsi="Times New Roman"/>
          <w:sz w:val="24"/>
          <w:szCs w:val="24"/>
          <w:lang w:eastAsia="fr-FR"/>
        </w:rPr>
        <w:t xml:space="preserve"> В случай че</w:t>
      </w:r>
      <w:r w:rsidR="00761840" w:rsidRPr="00887780">
        <w:rPr>
          <w:rFonts w:ascii="Times New Roman" w:eastAsia="Times New Roman" w:hAnsi="Times New Roman"/>
          <w:sz w:val="24"/>
          <w:szCs w:val="24"/>
          <w:lang w:eastAsia="fr-FR"/>
        </w:rPr>
        <w:t>,</w:t>
      </w:r>
      <w:r w:rsidRPr="00887780">
        <w:rPr>
          <w:rFonts w:ascii="Times New Roman" w:eastAsia="Times New Roman" w:hAnsi="Times New Roman"/>
          <w:sz w:val="24"/>
          <w:szCs w:val="24"/>
          <w:lang w:eastAsia="fr-FR"/>
        </w:rPr>
        <w:t xml:space="preserve"> за да получи </w:t>
      </w:r>
      <w:r w:rsidR="00D0244A" w:rsidRPr="00887780">
        <w:rPr>
          <w:rFonts w:ascii="Times New Roman" w:eastAsia="Times New Roman" w:hAnsi="Times New Roman"/>
          <w:sz w:val="24"/>
          <w:szCs w:val="24"/>
          <w:lang w:eastAsia="fr-FR"/>
        </w:rPr>
        <w:t xml:space="preserve">безвъзмездна финансова помощ, </w:t>
      </w:r>
      <w:r w:rsidR="000379AA" w:rsidRPr="00887780">
        <w:rPr>
          <w:rFonts w:ascii="Times New Roman" w:eastAsia="Times New Roman" w:hAnsi="Times New Roman"/>
          <w:sz w:val="24"/>
          <w:szCs w:val="24"/>
          <w:lang w:eastAsia="fr-FR"/>
        </w:rPr>
        <w:t>Б</w:t>
      </w:r>
      <w:r w:rsidR="00252974" w:rsidRPr="00887780">
        <w:rPr>
          <w:rFonts w:ascii="Times New Roman" w:eastAsia="Times New Roman" w:hAnsi="Times New Roman"/>
          <w:sz w:val="24"/>
          <w:szCs w:val="24"/>
          <w:lang w:eastAsia="fr-FR"/>
        </w:rPr>
        <w:t xml:space="preserve">енефициентът </w:t>
      </w:r>
      <w:r w:rsidRPr="00887780">
        <w:rPr>
          <w:rFonts w:ascii="Times New Roman" w:eastAsia="Times New Roman" w:hAnsi="Times New Roman"/>
          <w:sz w:val="24"/>
          <w:szCs w:val="24"/>
          <w:lang w:eastAsia="fr-FR"/>
        </w:rPr>
        <w:t xml:space="preserve">е декларирал, </w:t>
      </w:r>
      <w:r w:rsidR="00D0244A" w:rsidRPr="00887780">
        <w:rPr>
          <w:rFonts w:ascii="Times New Roman" w:eastAsia="Times New Roman" w:hAnsi="Times New Roman"/>
          <w:sz w:val="24"/>
          <w:szCs w:val="24"/>
          <w:lang w:eastAsia="fr-FR"/>
        </w:rPr>
        <w:t xml:space="preserve">представил информация/ документи (включително </w:t>
      </w:r>
      <w:r w:rsidRPr="00887780">
        <w:rPr>
          <w:rFonts w:ascii="Times New Roman" w:eastAsia="Times New Roman" w:hAnsi="Times New Roman"/>
          <w:sz w:val="24"/>
          <w:szCs w:val="24"/>
          <w:lang w:eastAsia="fr-FR"/>
        </w:rPr>
        <w:t xml:space="preserve">че представлява </w:t>
      </w:r>
      <w:proofErr w:type="spellStart"/>
      <w:r w:rsidRPr="00887780">
        <w:rPr>
          <w:rFonts w:ascii="Times New Roman" w:eastAsia="Times New Roman" w:hAnsi="Times New Roman"/>
          <w:sz w:val="24"/>
          <w:szCs w:val="24"/>
          <w:lang w:eastAsia="fr-FR"/>
        </w:rPr>
        <w:t>микро</w:t>
      </w:r>
      <w:proofErr w:type="spellEnd"/>
      <w:r w:rsidR="00D0244A" w:rsidRPr="00887780">
        <w:rPr>
          <w:rFonts w:ascii="Times New Roman" w:eastAsia="Times New Roman" w:hAnsi="Times New Roman"/>
          <w:sz w:val="24"/>
          <w:szCs w:val="24"/>
          <w:lang w:eastAsia="fr-FR"/>
        </w:rPr>
        <w:t>- или</w:t>
      </w:r>
      <w:r w:rsidRPr="00887780">
        <w:rPr>
          <w:rFonts w:ascii="Times New Roman" w:eastAsia="Times New Roman" w:hAnsi="Times New Roman"/>
          <w:sz w:val="24"/>
          <w:szCs w:val="24"/>
          <w:lang w:eastAsia="fr-FR"/>
        </w:rPr>
        <w:t xml:space="preserve"> малко </w:t>
      </w:r>
      <w:r w:rsidRPr="00887780">
        <w:rPr>
          <w:rFonts w:ascii="Times New Roman" w:eastAsia="Times New Roman" w:hAnsi="Times New Roman"/>
          <w:sz w:val="24"/>
          <w:szCs w:val="24"/>
          <w:lang w:eastAsia="fr-FR"/>
        </w:rPr>
        <w:lastRenderedPageBreak/>
        <w:t>предприятие</w:t>
      </w:r>
      <w:r w:rsidR="00D0244A" w:rsidRPr="00887780">
        <w:rPr>
          <w:rFonts w:ascii="Times New Roman" w:eastAsia="Times New Roman" w:hAnsi="Times New Roman"/>
          <w:sz w:val="24"/>
          <w:szCs w:val="24"/>
          <w:lang w:eastAsia="fr-FR"/>
        </w:rPr>
        <w:t>),</w:t>
      </w:r>
      <w:r w:rsidRPr="00887780">
        <w:rPr>
          <w:rFonts w:ascii="Times New Roman" w:eastAsia="Times New Roman" w:hAnsi="Times New Roman"/>
          <w:sz w:val="24"/>
          <w:szCs w:val="24"/>
          <w:lang w:eastAsia="fr-FR"/>
        </w:rPr>
        <w:t xml:space="preserve"> и след сключване на </w:t>
      </w:r>
      <w:r w:rsidR="00D0244A" w:rsidRPr="00887780">
        <w:rPr>
          <w:rFonts w:ascii="Times New Roman" w:eastAsia="Times New Roman" w:hAnsi="Times New Roman"/>
          <w:sz w:val="24"/>
          <w:szCs w:val="24"/>
          <w:lang w:eastAsia="fr-FR"/>
        </w:rPr>
        <w:t xml:space="preserve">административния договор </w:t>
      </w:r>
      <w:r w:rsidRPr="00887780">
        <w:rPr>
          <w:rFonts w:ascii="Times New Roman" w:eastAsia="Times New Roman" w:hAnsi="Times New Roman"/>
          <w:sz w:val="24"/>
          <w:szCs w:val="24"/>
          <w:lang w:eastAsia="fr-FR"/>
        </w:rPr>
        <w:t>възникнат съмнения относно невярно декларирани данни</w:t>
      </w:r>
      <w:r w:rsidR="00D0244A" w:rsidRPr="00887780">
        <w:rPr>
          <w:rFonts w:ascii="Times New Roman" w:eastAsia="Times New Roman" w:hAnsi="Times New Roman"/>
          <w:sz w:val="24"/>
          <w:szCs w:val="24"/>
          <w:lang w:eastAsia="fr-FR"/>
        </w:rPr>
        <w:t xml:space="preserve"> и/или представена информация/ документи</w:t>
      </w:r>
      <w:r w:rsidRPr="00887780">
        <w:rPr>
          <w:rFonts w:ascii="Times New Roman" w:eastAsia="Times New Roman" w:hAnsi="Times New Roman"/>
          <w:sz w:val="24"/>
          <w:szCs w:val="24"/>
          <w:lang w:eastAsia="fr-FR"/>
        </w:rPr>
        <w:t xml:space="preserve">, </w:t>
      </w:r>
      <w:r w:rsidR="00252974" w:rsidRPr="00887780">
        <w:rPr>
          <w:rFonts w:ascii="Times New Roman" w:eastAsia="Times New Roman" w:hAnsi="Times New Roman"/>
          <w:sz w:val="24"/>
          <w:szCs w:val="24"/>
          <w:lang w:eastAsia="fr-FR"/>
        </w:rPr>
        <w:t xml:space="preserve">УО на </w:t>
      </w:r>
      <w:r w:rsidR="005F1C26" w:rsidRPr="00887780">
        <w:rPr>
          <w:rFonts w:ascii="Times New Roman" w:eastAsia="Times New Roman" w:hAnsi="Times New Roman"/>
          <w:sz w:val="24"/>
          <w:szCs w:val="24"/>
          <w:lang w:eastAsia="fr-FR"/>
        </w:rPr>
        <w:t>ПНИИДИТ</w:t>
      </w:r>
      <w:r w:rsidRPr="00887780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C84C75" w:rsidRPr="00887780">
        <w:rPr>
          <w:rFonts w:ascii="Times New Roman" w:eastAsia="Times New Roman" w:hAnsi="Times New Roman"/>
          <w:sz w:val="24"/>
          <w:szCs w:val="24"/>
          <w:lang w:eastAsia="fr-FR"/>
        </w:rPr>
        <w:t xml:space="preserve">извършва </w:t>
      </w:r>
      <w:r w:rsidRPr="00887780">
        <w:rPr>
          <w:rFonts w:ascii="Times New Roman" w:eastAsia="Times New Roman" w:hAnsi="Times New Roman"/>
          <w:sz w:val="24"/>
          <w:szCs w:val="24"/>
          <w:lang w:eastAsia="fr-FR"/>
        </w:rPr>
        <w:t>провер</w:t>
      </w:r>
      <w:r w:rsidR="00C84C75" w:rsidRPr="00887780">
        <w:rPr>
          <w:rFonts w:ascii="Times New Roman" w:eastAsia="Times New Roman" w:hAnsi="Times New Roman"/>
          <w:sz w:val="24"/>
          <w:szCs w:val="24"/>
          <w:lang w:eastAsia="fr-FR"/>
        </w:rPr>
        <w:t>ка</w:t>
      </w:r>
      <w:r w:rsidRPr="00887780">
        <w:rPr>
          <w:rFonts w:ascii="Times New Roman" w:eastAsia="Times New Roman" w:hAnsi="Times New Roman"/>
          <w:sz w:val="24"/>
          <w:szCs w:val="24"/>
          <w:lang w:eastAsia="fr-FR"/>
        </w:rPr>
        <w:t>, включително и по отношение на предприятията</w:t>
      </w:r>
      <w:r w:rsidR="00761840" w:rsidRPr="00887780">
        <w:rPr>
          <w:rFonts w:ascii="Times New Roman" w:eastAsia="Times New Roman" w:hAnsi="Times New Roman"/>
          <w:sz w:val="24"/>
          <w:szCs w:val="24"/>
          <w:lang w:eastAsia="fr-FR"/>
        </w:rPr>
        <w:t>-</w:t>
      </w:r>
      <w:r w:rsidRPr="00887780">
        <w:rPr>
          <w:rFonts w:ascii="Times New Roman" w:eastAsia="Times New Roman" w:hAnsi="Times New Roman"/>
          <w:sz w:val="24"/>
          <w:szCs w:val="24"/>
          <w:lang w:eastAsia="fr-FR"/>
        </w:rPr>
        <w:t xml:space="preserve">партньори и свързаните предприятия на </w:t>
      </w:r>
      <w:r w:rsidR="00761840" w:rsidRPr="00887780">
        <w:rPr>
          <w:rFonts w:ascii="Times New Roman" w:eastAsia="Times New Roman" w:hAnsi="Times New Roman"/>
          <w:sz w:val="24"/>
          <w:szCs w:val="24"/>
          <w:lang w:eastAsia="fr-FR"/>
        </w:rPr>
        <w:t>Б</w:t>
      </w:r>
      <w:r w:rsidR="00320311" w:rsidRPr="00887780">
        <w:rPr>
          <w:rFonts w:ascii="Times New Roman" w:eastAsia="Times New Roman" w:hAnsi="Times New Roman"/>
          <w:sz w:val="24"/>
          <w:szCs w:val="24"/>
          <w:lang w:eastAsia="fr-FR"/>
        </w:rPr>
        <w:t>енефициент</w:t>
      </w:r>
      <w:r w:rsidR="00761840" w:rsidRPr="00887780">
        <w:rPr>
          <w:rFonts w:ascii="Times New Roman" w:eastAsia="Times New Roman" w:hAnsi="Times New Roman"/>
          <w:sz w:val="24"/>
          <w:szCs w:val="24"/>
          <w:lang w:eastAsia="fr-FR"/>
        </w:rPr>
        <w:t>а.</w:t>
      </w:r>
      <w:r w:rsidR="00D0244A" w:rsidRPr="00887780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A37430" w:rsidRPr="00887780">
        <w:rPr>
          <w:rFonts w:ascii="Times New Roman" w:eastAsia="Times New Roman" w:hAnsi="Times New Roman"/>
          <w:sz w:val="24"/>
          <w:szCs w:val="24"/>
          <w:lang w:eastAsia="fr-FR"/>
        </w:rPr>
        <w:t xml:space="preserve">В случай че съмнението се потвърди, УО на </w:t>
      </w:r>
      <w:r w:rsidR="0036092C" w:rsidRPr="00887780">
        <w:rPr>
          <w:rFonts w:ascii="Times New Roman" w:eastAsia="Times New Roman" w:hAnsi="Times New Roman"/>
          <w:sz w:val="24"/>
          <w:szCs w:val="24"/>
          <w:lang w:eastAsia="fr-FR"/>
        </w:rPr>
        <w:t xml:space="preserve">ПНИИДИТ </w:t>
      </w:r>
      <w:r w:rsidR="00A37430" w:rsidRPr="00887780">
        <w:rPr>
          <w:rFonts w:ascii="Times New Roman" w:eastAsia="Times New Roman" w:hAnsi="Times New Roman"/>
          <w:sz w:val="24"/>
          <w:szCs w:val="24"/>
          <w:lang w:eastAsia="fr-FR"/>
        </w:rPr>
        <w:t>прекратява едностранно сключения договор. Бенефициентът следва да възстанови средствата по договора, вкл. дължимата законна лихва, ако:</w:t>
      </w:r>
    </w:p>
    <w:p w14:paraId="2FB152F5" w14:textId="77777777" w:rsidR="00F70999" w:rsidRPr="00887780" w:rsidRDefault="00212489" w:rsidP="005A07BC">
      <w:pPr>
        <w:spacing w:before="120" w:after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887780">
        <w:rPr>
          <w:rFonts w:ascii="Times New Roman" w:eastAsia="Times New Roman" w:hAnsi="Times New Roman"/>
          <w:b/>
          <w:sz w:val="24"/>
          <w:szCs w:val="24"/>
          <w:lang w:eastAsia="fr-FR"/>
        </w:rPr>
        <w:t>1.</w:t>
      </w:r>
      <w:r w:rsidR="00F70999" w:rsidRPr="00887780">
        <w:rPr>
          <w:rFonts w:ascii="Times New Roman" w:eastAsia="Times New Roman" w:hAnsi="Times New Roman"/>
          <w:sz w:val="24"/>
          <w:szCs w:val="24"/>
          <w:lang w:eastAsia="fr-FR"/>
        </w:rPr>
        <w:t xml:space="preserve"> установената категория</w:t>
      </w:r>
      <w:r w:rsidR="00B21900" w:rsidRPr="00887780">
        <w:rPr>
          <w:rFonts w:ascii="Times New Roman" w:eastAsia="Times New Roman" w:hAnsi="Times New Roman"/>
          <w:sz w:val="24"/>
          <w:szCs w:val="24"/>
          <w:lang w:eastAsia="fr-FR"/>
        </w:rPr>
        <w:t>/ обстоятелство</w:t>
      </w:r>
      <w:r w:rsidR="00F70999" w:rsidRPr="00887780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B21900" w:rsidRPr="00887780">
        <w:rPr>
          <w:rFonts w:ascii="Times New Roman" w:eastAsia="Times New Roman" w:hAnsi="Times New Roman"/>
          <w:sz w:val="24"/>
          <w:szCs w:val="24"/>
          <w:lang w:eastAsia="fr-FR"/>
        </w:rPr>
        <w:t>относно</w:t>
      </w:r>
      <w:r w:rsidR="00F70999" w:rsidRPr="00887780">
        <w:rPr>
          <w:rFonts w:ascii="Times New Roman" w:eastAsia="Times New Roman" w:hAnsi="Times New Roman"/>
          <w:sz w:val="24"/>
          <w:szCs w:val="24"/>
          <w:lang w:eastAsia="fr-FR"/>
        </w:rPr>
        <w:t xml:space="preserve"> предприятието би довела</w:t>
      </w:r>
      <w:r w:rsidR="00B21900" w:rsidRPr="00887780">
        <w:rPr>
          <w:rFonts w:ascii="Times New Roman" w:eastAsia="Times New Roman" w:hAnsi="Times New Roman"/>
          <w:sz w:val="24"/>
          <w:szCs w:val="24"/>
          <w:lang w:eastAsia="fr-FR"/>
        </w:rPr>
        <w:t>/о</w:t>
      </w:r>
      <w:r w:rsidR="00F70999" w:rsidRPr="00887780">
        <w:rPr>
          <w:rFonts w:ascii="Times New Roman" w:eastAsia="Times New Roman" w:hAnsi="Times New Roman"/>
          <w:sz w:val="24"/>
          <w:szCs w:val="24"/>
          <w:lang w:eastAsia="fr-FR"/>
        </w:rPr>
        <w:t xml:space="preserve"> до неспазване на заложени в Условията за кандидатстване правила или ограничения</w:t>
      </w:r>
      <w:r w:rsidR="00584950" w:rsidRPr="00887780">
        <w:rPr>
          <w:rFonts w:ascii="Times New Roman" w:eastAsia="Times New Roman" w:hAnsi="Times New Roman"/>
          <w:sz w:val="24"/>
          <w:szCs w:val="24"/>
          <w:lang w:eastAsia="fr-FR"/>
        </w:rPr>
        <w:t>,</w:t>
      </w:r>
      <w:r w:rsidR="00C84C75" w:rsidRPr="00887780">
        <w:rPr>
          <w:rFonts w:ascii="Times New Roman" w:eastAsia="Times New Roman" w:hAnsi="Times New Roman"/>
          <w:sz w:val="24"/>
          <w:szCs w:val="24"/>
          <w:lang w:eastAsia="fr-FR"/>
        </w:rPr>
        <w:t xml:space="preserve"> и/</w:t>
      </w:r>
      <w:r w:rsidR="00F70999" w:rsidRPr="00887780">
        <w:rPr>
          <w:rFonts w:ascii="Times New Roman" w:eastAsia="Times New Roman" w:hAnsi="Times New Roman"/>
          <w:sz w:val="24"/>
          <w:szCs w:val="24"/>
          <w:lang w:eastAsia="fr-FR"/>
        </w:rPr>
        <w:t>или</w:t>
      </w:r>
    </w:p>
    <w:p w14:paraId="40C83DC5" w14:textId="77777777" w:rsidR="00F70999" w:rsidRPr="00887780" w:rsidRDefault="00212489" w:rsidP="005A07BC">
      <w:pPr>
        <w:spacing w:before="120" w:after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887780">
        <w:rPr>
          <w:rFonts w:ascii="Times New Roman" w:eastAsia="Times New Roman" w:hAnsi="Times New Roman"/>
          <w:b/>
          <w:sz w:val="24"/>
          <w:szCs w:val="24"/>
          <w:lang w:eastAsia="fr-FR"/>
        </w:rPr>
        <w:t>2.</w:t>
      </w:r>
      <w:r w:rsidR="00F70999" w:rsidRPr="00887780">
        <w:rPr>
          <w:rFonts w:ascii="Times New Roman" w:eastAsia="Times New Roman" w:hAnsi="Times New Roman"/>
          <w:sz w:val="24"/>
          <w:szCs w:val="24"/>
          <w:lang w:eastAsia="fr-FR"/>
        </w:rPr>
        <w:t xml:space="preserve"> предприятието не би сключило </w:t>
      </w:r>
      <w:r w:rsidR="00584950" w:rsidRPr="00887780">
        <w:rPr>
          <w:rFonts w:ascii="Times New Roman" w:eastAsia="Times New Roman" w:hAnsi="Times New Roman"/>
          <w:sz w:val="24"/>
          <w:szCs w:val="24"/>
          <w:lang w:eastAsia="fr-FR"/>
        </w:rPr>
        <w:t>административен договор</w:t>
      </w:r>
      <w:r w:rsidR="00F70999" w:rsidRPr="00887780">
        <w:rPr>
          <w:rFonts w:ascii="Times New Roman" w:eastAsia="Times New Roman" w:hAnsi="Times New Roman"/>
          <w:sz w:val="24"/>
          <w:szCs w:val="24"/>
          <w:lang w:eastAsia="fr-FR"/>
        </w:rPr>
        <w:t>,</w:t>
      </w:r>
      <w:r w:rsidR="008C506C" w:rsidRPr="00887780">
        <w:rPr>
          <w:rFonts w:ascii="Times New Roman" w:eastAsia="Times New Roman" w:hAnsi="Times New Roman"/>
          <w:sz w:val="24"/>
          <w:szCs w:val="24"/>
          <w:lang w:eastAsia="fr-FR"/>
        </w:rPr>
        <w:t xml:space="preserve"> тъй като декларираната от него категория</w:t>
      </w:r>
      <w:r w:rsidR="00B21900" w:rsidRPr="00887780">
        <w:rPr>
          <w:rFonts w:ascii="Times New Roman" w:eastAsia="Times New Roman" w:hAnsi="Times New Roman"/>
          <w:sz w:val="24"/>
          <w:szCs w:val="24"/>
          <w:lang w:eastAsia="fr-FR"/>
        </w:rPr>
        <w:t>/ обстоятелство</w:t>
      </w:r>
      <w:r w:rsidR="008C506C" w:rsidRPr="00887780">
        <w:rPr>
          <w:rFonts w:ascii="Times New Roman" w:eastAsia="Times New Roman" w:hAnsi="Times New Roman"/>
          <w:sz w:val="24"/>
          <w:szCs w:val="24"/>
          <w:lang w:eastAsia="fr-FR"/>
        </w:rPr>
        <w:t xml:space="preserve"> не отговаря на реалната към момента</w:t>
      </w:r>
      <w:r w:rsidR="00A25897" w:rsidRPr="00887780">
        <w:rPr>
          <w:rFonts w:ascii="Times New Roman" w:eastAsia="Times New Roman" w:hAnsi="Times New Roman"/>
          <w:sz w:val="24"/>
          <w:szCs w:val="24"/>
          <w:lang w:eastAsia="fr-FR"/>
        </w:rPr>
        <w:t xml:space="preserve"> на постановяване</w:t>
      </w:r>
      <w:r w:rsidR="008C506C" w:rsidRPr="00887780">
        <w:rPr>
          <w:rFonts w:ascii="Times New Roman" w:eastAsia="Times New Roman" w:hAnsi="Times New Roman"/>
          <w:sz w:val="24"/>
          <w:szCs w:val="24"/>
          <w:lang w:eastAsia="fr-FR"/>
        </w:rPr>
        <w:t xml:space="preserve"> на решението за предоставяне на безвъзмездна финансова помощ</w:t>
      </w:r>
      <w:r w:rsidR="00761840" w:rsidRPr="00887780">
        <w:rPr>
          <w:rFonts w:ascii="Times New Roman" w:eastAsia="Times New Roman" w:hAnsi="Times New Roman"/>
          <w:sz w:val="24"/>
          <w:szCs w:val="24"/>
          <w:lang w:eastAsia="fr-FR"/>
        </w:rPr>
        <w:t>.</w:t>
      </w:r>
    </w:p>
    <w:p w14:paraId="5CF69451" w14:textId="77777777" w:rsidR="00F70999" w:rsidRPr="00887780" w:rsidRDefault="00212489" w:rsidP="005A07BC">
      <w:pPr>
        <w:spacing w:before="60" w:after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887780">
        <w:rPr>
          <w:rFonts w:ascii="Times New Roman" w:eastAsia="Times New Roman" w:hAnsi="Times New Roman"/>
          <w:b/>
          <w:bCs/>
          <w:sz w:val="24"/>
          <w:szCs w:val="24"/>
          <w:lang w:eastAsia="fr-FR"/>
        </w:rPr>
        <w:t>(</w:t>
      </w:r>
      <w:r w:rsidR="00EA76F1" w:rsidRPr="00887780">
        <w:rPr>
          <w:rFonts w:ascii="Times New Roman" w:eastAsia="Times New Roman" w:hAnsi="Times New Roman"/>
          <w:b/>
          <w:bCs/>
          <w:sz w:val="24"/>
          <w:szCs w:val="24"/>
          <w:lang w:eastAsia="fr-FR"/>
        </w:rPr>
        <w:t>4</w:t>
      </w:r>
      <w:r w:rsidRPr="00887780">
        <w:rPr>
          <w:rFonts w:ascii="Times New Roman" w:eastAsia="Times New Roman" w:hAnsi="Times New Roman"/>
          <w:b/>
          <w:bCs/>
          <w:sz w:val="24"/>
          <w:szCs w:val="24"/>
          <w:lang w:eastAsia="fr-FR"/>
        </w:rPr>
        <w:t xml:space="preserve">) </w:t>
      </w:r>
      <w:r w:rsidR="00F70999" w:rsidRPr="00887780">
        <w:rPr>
          <w:rFonts w:ascii="Times New Roman" w:eastAsia="Times New Roman" w:hAnsi="Times New Roman"/>
          <w:sz w:val="24"/>
          <w:szCs w:val="24"/>
          <w:lang w:eastAsia="fr-FR"/>
        </w:rPr>
        <w:t>В случай че</w:t>
      </w:r>
      <w:r w:rsidR="00761840" w:rsidRPr="00887780">
        <w:rPr>
          <w:rFonts w:ascii="Times New Roman" w:eastAsia="Times New Roman" w:hAnsi="Times New Roman"/>
          <w:sz w:val="24"/>
          <w:szCs w:val="24"/>
          <w:lang w:eastAsia="fr-FR"/>
        </w:rPr>
        <w:t>,</w:t>
      </w:r>
      <w:r w:rsidR="00F70999" w:rsidRPr="00887780">
        <w:rPr>
          <w:rFonts w:ascii="Times New Roman" w:eastAsia="Times New Roman" w:hAnsi="Times New Roman"/>
          <w:sz w:val="24"/>
          <w:szCs w:val="24"/>
          <w:lang w:eastAsia="fr-FR"/>
        </w:rPr>
        <w:t xml:space="preserve"> за да получи финансиране</w:t>
      </w:r>
      <w:r w:rsidR="00761840" w:rsidRPr="00887780">
        <w:rPr>
          <w:rFonts w:ascii="Times New Roman" w:eastAsia="Times New Roman" w:hAnsi="Times New Roman"/>
          <w:sz w:val="24"/>
          <w:szCs w:val="24"/>
          <w:lang w:eastAsia="fr-FR"/>
        </w:rPr>
        <w:t>,</w:t>
      </w:r>
      <w:r w:rsidR="00F70999" w:rsidRPr="00887780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761840" w:rsidRPr="00887780">
        <w:rPr>
          <w:rFonts w:ascii="Times New Roman" w:eastAsia="Times New Roman" w:hAnsi="Times New Roman"/>
          <w:sz w:val="24"/>
          <w:szCs w:val="24"/>
          <w:lang w:eastAsia="fr-FR"/>
        </w:rPr>
        <w:t>Б</w:t>
      </w:r>
      <w:r w:rsidR="00252974" w:rsidRPr="00887780">
        <w:rPr>
          <w:rFonts w:ascii="Times New Roman" w:eastAsia="Times New Roman" w:hAnsi="Times New Roman"/>
          <w:sz w:val="24"/>
          <w:szCs w:val="24"/>
          <w:lang w:eastAsia="fr-FR"/>
        </w:rPr>
        <w:t>ене</w:t>
      </w:r>
      <w:r w:rsidR="00731543" w:rsidRPr="00887780">
        <w:rPr>
          <w:rFonts w:ascii="Times New Roman" w:eastAsia="Times New Roman" w:hAnsi="Times New Roman"/>
          <w:sz w:val="24"/>
          <w:szCs w:val="24"/>
          <w:lang w:eastAsia="fr-FR"/>
        </w:rPr>
        <w:t>фи</w:t>
      </w:r>
      <w:r w:rsidR="00252974" w:rsidRPr="00887780">
        <w:rPr>
          <w:rFonts w:ascii="Times New Roman" w:eastAsia="Times New Roman" w:hAnsi="Times New Roman"/>
          <w:sz w:val="24"/>
          <w:szCs w:val="24"/>
          <w:lang w:eastAsia="fr-FR"/>
        </w:rPr>
        <w:t>циентът</w:t>
      </w:r>
      <w:r w:rsidR="00F70999" w:rsidRPr="00887780">
        <w:rPr>
          <w:rFonts w:ascii="Times New Roman" w:eastAsia="Times New Roman" w:hAnsi="Times New Roman"/>
          <w:sz w:val="24"/>
          <w:szCs w:val="24"/>
          <w:lang w:eastAsia="fr-FR"/>
        </w:rPr>
        <w:t xml:space="preserve"> е декларирал, че дейностите не са започнати преди подаването на</w:t>
      </w:r>
      <w:r w:rsidR="007851D1" w:rsidRPr="00887780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29761D" w:rsidRPr="00887780">
        <w:rPr>
          <w:rFonts w:ascii="Times New Roman" w:eastAsia="Times New Roman" w:hAnsi="Times New Roman"/>
          <w:sz w:val="24"/>
          <w:szCs w:val="24"/>
          <w:lang w:eastAsia="fr-FR"/>
        </w:rPr>
        <w:t>проектното предложение</w:t>
      </w:r>
      <w:r w:rsidR="00F70999" w:rsidRPr="00887780">
        <w:rPr>
          <w:rFonts w:ascii="Times New Roman" w:eastAsia="Times New Roman" w:hAnsi="Times New Roman"/>
          <w:sz w:val="24"/>
          <w:szCs w:val="24"/>
          <w:lang w:eastAsia="fr-FR"/>
        </w:rPr>
        <w:t xml:space="preserve">, независимо дали всички свързани плащания са извършени  и след сключване на </w:t>
      </w:r>
      <w:r w:rsidR="00584950" w:rsidRPr="00887780">
        <w:rPr>
          <w:rFonts w:ascii="Times New Roman" w:eastAsia="Times New Roman" w:hAnsi="Times New Roman"/>
          <w:sz w:val="24"/>
          <w:szCs w:val="24"/>
          <w:lang w:eastAsia="fr-FR"/>
        </w:rPr>
        <w:t>административния договор</w:t>
      </w:r>
      <w:r w:rsidR="00F70999" w:rsidRPr="00887780">
        <w:rPr>
          <w:rFonts w:ascii="Times New Roman" w:eastAsia="Times New Roman" w:hAnsi="Times New Roman"/>
          <w:sz w:val="24"/>
          <w:szCs w:val="24"/>
          <w:lang w:eastAsia="fr-FR"/>
        </w:rPr>
        <w:t xml:space="preserve"> се установи, че е декларирал невярно това обстоятелство, </w:t>
      </w:r>
      <w:r w:rsidR="00252974" w:rsidRPr="00887780">
        <w:rPr>
          <w:rFonts w:ascii="Times New Roman" w:eastAsia="Times New Roman" w:hAnsi="Times New Roman"/>
          <w:sz w:val="24"/>
          <w:szCs w:val="24"/>
          <w:lang w:eastAsia="fr-FR"/>
        </w:rPr>
        <w:t xml:space="preserve">УО на </w:t>
      </w:r>
      <w:r w:rsidR="005F1C26" w:rsidRPr="00887780">
        <w:rPr>
          <w:rFonts w:ascii="Times New Roman" w:eastAsia="Times New Roman" w:hAnsi="Times New Roman"/>
          <w:sz w:val="24"/>
          <w:szCs w:val="24"/>
          <w:lang w:eastAsia="fr-FR"/>
        </w:rPr>
        <w:t>ПНИИДИТ</w:t>
      </w:r>
      <w:r w:rsidR="00F70999" w:rsidRPr="00887780">
        <w:rPr>
          <w:rFonts w:ascii="Times New Roman" w:eastAsia="Times New Roman" w:hAnsi="Times New Roman"/>
          <w:sz w:val="24"/>
          <w:szCs w:val="24"/>
          <w:lang w:eastAsia="fr-FR"/>
        </w:rPr>
        <w:t xml:space="preserve"> прекратява едностранно сключения договор и изисква възстановяване на средствата по договора, вкл. дължимата законна лихва.</w:t>
      </w:r>
    </w:p>
    <w:p w14:paraId="7AA4DAE3" w14:textId="77777777" w:rsidR="00F70999" w:rsidRPr="00887780" w:rsidRDefault="00F70999" w:rsidP="00F70999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</w:p>
    <w:p w14:paraId="216E3326" w14:textId="4556E39B" w:rsidR="00E24B3D" w:rsidRPr="00887780" w:rsidRDefault="00A52110" w:rsidP="009B7391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887780">
        <w:rPr>
          <w:rFonts w:ascii="Times New Roman" w:eastAsia="Times New Roman" w:hAnsi="Times New Roman"/>
          <w:b/>
          <w:sz w:val="24"/>
          <w:szCs w:val="24"/>
          <w:lang w:eastAsia="fr-FR"/>
        </w:rPr>
        <w:t xml:space="preserve">Чл. </w:t>
      </w:r>
      <w:r w:rsidR="00E010A4" w:rsidRPr="00887780">
        <w:rPr>
          <w:rFonts w:ascii="Times New Roman" w:eastAsia="Times New Roman" w:hAnsi="Times New Roman"/>
          <w:b/>
          <w:sz w:val="24"/>
          <w:szCs w:val="24"/>
          <w:lang w:eastAsia="fr-FR"/>
        </w:rPr>
        <w:t>7</w:t>
      </w:r>
      <w:r w:rsidR="009A0EC3" w:rsidRPr="00887780">
        <w:rPr>
          <w:rFonts w:ascii="Times New Roman" w:eastAsia="Times New Roman" w:hAnsi="Times New Roman"/>
          <w:b/>
          <w:sz w:val="24"/>
          <w:szCs w:val="24"/>
          <w:lang w:eastAsia="fr-FR"/>
        </w:rPr>
        <w:t>.</w:t>
      </w:r>
      <w:r w:rsidR="009A0EC3" w:rsidRPr="00887780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9B7391" w:rsidRPr="00887780">
        <w:rPr>
          <w:rFonts w:ascii="Times New Roman" w:eastAsia="Times New Roman" w:hAnsi="Times New Roman"/>
          <w:sz w:val="24"/>
          <w:szCs w:val="24"/>
          <w:lang w:eastAsia="fr-FR"/>
        </w:rPr>
        <w:t>Бенефициентът и Управляващият орган са единствените страни по АДПБФП. Бенефициентът е отговорен пред Управляващия орган за изпълнението на административния договор.</w:t>
      </w:r>
    </w:p>
    <w:p w14:paraId="1BACF5E0" w14:textId="77777777" w:rsidR="005E539D" w:rsidRPr="00887780" w:rsidRDefault="005E539D" w:rsidP="00060F8A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</w:p>
    <w:p w14:paraId="55614746" w14:textId="77777777" w:rsidR="006C3F1E" w:rsidRPr="00887780" w:rsidRDefault="00D87CA0" w:rsidP="00B74FFF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887780">
        <w:rPr>
          <w:rFonts w:ascii="Times New Roman" w:eastAsia="Times New Roman" w:hAnsi="Times New Roman"/>
          <w:b/>
          <w:sz w:val="24"/>
          <w:szCs w:val="24"/>
          <w:lang w:eastAsia="fr-FR"/>
        </w:rPr>
        <w:t xml:space="preserve">Чл. </w:t>
      </w:r>
      <w:r w:rsidR="00E010A4" w:rsidRPr="00887780">
        <w:rPr>
          <w:rFonts w:ascii="Times New Roman" w:eastAsia="Times New Roman" w:hAnsi="Times New Roman"/>
          <w:b/>
          <w:sz w:val="24"/>
          <w:szCs w:val="24"/>
          <w:lang w:eastAsia="fr-FR"/>
        </w:rPr>
        <w:t>8</w:t>
      </w:r>
      <w:r w:rsidR="001C351A" w:rsidRPr="00887780">
        <w:rPr>
          <w:rFonts w:ascii="Times New Roman" w:eastAsia="Times New Roman" w:hAnsi="Times New Roman"/>
          <w:b/>
          <w:sz w:val="24"/>
          <w:szCs w:val="24"/>
          <w:lang w:eastAsia="fr-FR"/>
        </w:rPr>
        <w:t>.</w:t>
      </w:r>
      <w:r w:rsidRPr="00887780">
        <w:rPr>
          <w:rFonts w:ascii="Times New Roman" w:eastAsia="Times New Roman" w:hAnsi="Times New Roman"/>
          <w:b/>
          <w:sz w:val="24"/>
          <w:szCs w:val="24"/>
          <w:lang w:eastAsia="fr-FR"/>
        </w:rPr>
        <w:t xml:space="preserve"> (1) </w:t>
      </w:r>
      <w:r w:rsidR="003D711E" w:rsidRPr="00887780">
        <w:rPr>
          <w:rFonts w:ascii="Times New Roman" w:eastAsia="Times New Roman" w:hAnsi="Times New Roman"/>
          <w:b/>
          <w:sz w:val="24"/>
          <w:szCs w:val="24"/>
          <w:lang w:eastAsia="fr-FR"/>
        </w:rPr>
        <w:t>Б</w:t>
      </w:r>
      <w:r w:rsidR="006C3F1E" w:rsidRPr="00887780">
        <w:rPr>
          <w:rFonts w:ascii="Times New Roman" w:eastAsia="Times New Roman" w:hAnsi="Times New Roman"/>
          <w:b/>
          <w:sz w:val="24"/>
          <w:szCs w:val="24"/>
          <w:lang w:eastAsia="fr-FR"/>
        </w:rPr>
        <w:t>езвъзмездната финансова помощ има характер на допустима държавна</w:t>
      </w:r>
      <w:r w:rsidR="0036092C" w:rsidRPr="00887780">
        <w:rPr>
          <w:rFonts w:ascii="Times New Roman" w:eastAsia="Times New Roman" w:hAnsi="Times New Roman"/>
          <w:b/>
          <w:sz w:val="24"/>
          <w:szCs w:val="24"/>
          <w:lang w:eastAsia="fr-FR"/>
        </w:rPr>
        <w:t xml:space="preserve"> помощ</w:t>
      </w:r>
      <w:r w:rsidR="006C3F1E" w:rsidRPr="00887780">
        <w:rPr>
          <w:rFonts w:ascii="Times New Roman" w:eastAsia="Times New Roman" w:hAnsi="Times New Roman"/>
          <w:b/>
          <w:sz w:val="24"/>
          <w:szCs w:val="24"/>
          <w:lang w:eastAsia="fr-FR"/>
        </w:rPr>
        <w:t xml:space="preserve"> на Европейския съюз, </w:t>
      </w:r>
      <w:r w:rsidR="003D711E" w:rsidRPr="00887780">
        <w:rPr>
          <w:rFonts w:ascii="Times New Roman" w:eastAsia="Times New Roman" w:hAnsi="Times New Roman"/>
          <w:b/>
          <w:sz w:val="24"/>
          <w:szCs w:val="24"/>
          <w:lang w:eastAsia="fr-FR"/>
        </w:rPr>
        <w:t>на основание на които</w:t>
      </w:r>
      <w:r w:rsidR="006C3F1E" w:rsidRPr="00887780">
        <w:rPr>
          <w:rFonts w:ascii="Times New Roman" w:eastAsia="Times New Roman" w:hAnsi="Times New Roman"/>
          <w:b/>
          <w:sz w:val="24"/>
          <w:szCs w:val="24"/>
          <w:lang w:eastAsia="fr-FR"/>
        </w:rPr>
        <w:t xml:space="preserve"> се предоставя или одобрява</w:t>
      </w:r>
      <w:r w:rsidR="008840D4" w:rsidRPr="00887780">
        <w:rPr>
          <w:rFonts w:ascii="Times New Roman" w:eastAsia="Times New Roman" w:hAnsi="Times New Roman"/>
          <w:b/>
          <w:sz w:val="24"/>
          <w:szCs w:val="24"/>
          <w:lang w:eastAsia="fr-FR"/>
        </w:rPr>
        <w:t>:</w:t>
      </w:r>
    </w:p>
    <w:p w14:paraId="0FF82B6A" w14:textId="77777777" w:rsidR="00A14C04" w:rsidRPr="00887780" w:rsidRDefault="00A14C04" w:rsidP="00620F8E">
      <w:pPr>
        <w:spacing w:before="120" w:after="120" w:line="240" w:lineRule="auto"/>
        <w:jc w:val="both"/>
        <w:rPr>
          <w:rFonts w:ascii="Times New Roman" w:hAnsi="Times New Roman"/>
          <w:sz w:val="24"/>
        </w:rPr>
      </w:pPr>
      <w:r w:rsidRPr="00887780">
        <w:rPr>
          <w:rFonts w:ascii="Times New Roman" w:eastAsia="Times New Roman" w:hAnsi="Times New Roman"/>
          <w:b/>
          <w:sz w:val="24"/>
          <w:szCs w:val="24"/>
          <w:lang w:eastAsia="fr-FR"/>
        </w:rPr>
        <w:t>1.</w:t>
      </w:r>
      <w:r w:rsidRPr="00887780">
        <w:rPr>
          <w:rFonts w:ascii="Times New Roman" w:hAnsi="Times New Roman"/>
          <w:sz w:val="24"/>
        </w:rPr>
        <w:t xml:space="preserve"> Приложим режим на държавна помощ</w:t>
      </w:r>
      <w:r w:rsidR="008840D4" w:rsidRPr="00887780">
        <w:rPr>
          <w:rFonts w:ascii="Times New Roman" w:hAnsi="Times New Roman"/>
          <w:sz w:val="24"/>
        </w:rPr>
        <w:t>:</w:t>
      </w:r>
    </w:p>
    <w:p w14:paraId="3EA632F6" w14:textId="77777777" w:rsidR="008840D4" w:rsidRPr="00887780" w:rsidRDefault="00992360" w:rsidP="0036092C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887780">
        <w:rPr>
          <w:rFonts w:ascii="Times New Roman" w:eastAsia="Times New Roman" w:hAnsi="Times New Roman"/>
          <w:bCs/>
          <w:sz w:val="24"/>
          <w:szCs w:val="24"/>
          <w:lang w:eastAsia="fr-FR"/>
        </w:rPr>
        <w:t>Приложимият режим</w:t>
      </w:r>
      <w:r w:rsidR="0036092C" w:rsidRPr="00887780">
        <w:rPr>
          <w:rFonts w:ascii="Times New Roman" w:eastAsia="Times New Roman" w:hAnsi="Times New Roman"/>
          <w:bCs/>
          <w:sz w:val="24"/>
          <w:szCs w:val="24"/>
          <w:lang w:eastAsia="fr-FR"/>
        </w:rPr>
        <w:t xml:space="preserve"> на държавна помощ е </w:t>
      </w:r>
      <w:r w:rsidR="008840D4" w:rsidRPr="00887780">
        <w:rPr>
          <w:rFonts w:ascii="Times New Roman" w:eastAsia="Times New Roman" w:hAnsi="Times New Roman"/>
          <w:sz w:val="24"/>
          <w:szCs w:val="24"/>
          <w:lang w:eastAsia="fr-FR"/>
        </w:rPr>
        <w:t xml:space="preserve">съгласно чл. 28 </w:t>
      </w:r>
      <w:r w:rsidR="0036092C" w:rsidRPr="00887780">
        <w:rPr>
          <w:rFonts w:ascii="Times New Roman" w:eastAsia="Times New Roman" w:hAnsi="Times New Roman"/>
          <w:sz w:val="24"/>
          <w:szCs w:val="24"/>
          <w:lang w:eastAsia="fr-FR"/>
        </w:rPr>
        <w:t>„</w:t>
      </w:r>
      <w:r w:rsidR="0036092C" w:rsidRPr="00887780">
        <w:rPr>
          <w:rFonts w:ascii="Times New Roman" w:eastAsia="Times New Roman" w:hAnsi="Times New Roman"/>
          <w:b/>
          <w:sz w:val="24"/>
          <w:szCs w:val="24"/>
          <w:lang w:eastAsia="fr-FR"/>
        </w:rPr>
        <w:t>Помощи за иновации в полза на МСП</w:t>
      </w:r>
      <w:r w:rsidR="0036092C" w:rsidRPr="00887780">
        <w:rPr>
          <w:rFonts w:ascii="Times New Roman" w:eastAsia="Times New Roman" w:hAnsi="Times New Roman"/>
          <w:sz w:val="24"/>
          <w:szCs w:val="24"/>
          <w:lang w:eastAsia="fr-FR"/>
        </w:rPr>
        <w:t xml:space="preserve">“ </w:t>
      </w:r>
      <w:r w:rsidR="008840D4" w:rsidRPr="00887780">
        <w:rPr>
          <w:rFonts w:ascii="Times New Roman" w:eastAsia="Times New Roman" w:hAnsi="Times New Roman"/>
          <w:sz w:val="24"/>
          <w:szCs w:val="24"/>
          <w:lang w:eastAsia="fr-FR"/>
        </w:rPr>
        <w:t xml:space="preserve">от Регламент (ЕС) № 651/2014 на Комисията от 17 юни 2014 година за обявяване на някои категории помощи за съвместими с вътрешния пазар в приложение на членове 107 и 108 от </w:t>
      </w:r>
      <w:r w:rsidR="005B144E" w:rsidRPr="00887780">
        <w:rPr>
          <w:rFonts w:ascii="Times New Roman" w:eastAsia="Times New Roman" w:hAnsi="Times New Roman"/>
          <w:sz w:val="24"/>
          <w:szCs w:val="24"/>
          <w:lang w:eastAsia="fr-FR"/>
        </w:rPr>
        <w:t>Договора (OB L 187/26.06.2014).</w:t>
      </w:r>
    </w:p>
    <w:p w14:paraId="08FDDCB7" w14:textId="77777777" w:rsidR="0099375E" w:rsidRPr="00887780" w:rsidRDefault="006C3F1E" w:rsidP="0099375E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887780">
        <w:rPr>
          <w:rFonts w:ascii="Times New Roman" w:eastAsia="Times New Roman" w:hAnsi="Times New Roman"/>
          <w:b/>
          <w:sz w:val="24"/>
          <w:szCs w:val="24"/>
          <w:lang w:eastAsia="fr-FR"/>
        </w:rPr>
        <w:t>2.</w:t>
      </w:r>
      <w:r w:rsidRPr="00887780">
        <w:rPr>
          <w:rFonts w:ascii="Times New Roman" w:hAnsi="Times New Roman"/>
          <w:b/>
          <w:sz w:val="24"/>
        </w:rPr>
        <w:t xml:space="preserve"> </w:t>
      </w:r>
      <w:r w:rsidRPr="00887780">
        <w:rPr>
          <w:rFonts w:ascii="Times New Roman" w:eastAsia="Times New Roman" w:hAnsi="Times New Roman"/>
          <w:sz w:val="24"/>
          <w:szCs w:val="24"/>
          <w:lang w:eastAsia="fr-FR"/>
        </w:rPr>
        <w:t xml:space="preserve">Възстановяване на </w:t>
      </w:r>
      <w:r w:rsidR="008E6203" w:rsidRPr="00887780">
        <w:rPr>
          <w:rFonts w:ascii="Times New Roman" w:eastAsia="Times New Roman" w:hAnsi="Times New Roman"/>
          <w:sz w:val="24"/>
          <w:szCs w:val="24"/>
          <w:lang w:eastAsia="fr-FR"/>
        </w:rPr>
        <w:t>държавна</w:t>
      </w:r>
      <w:r w:rsidR="0099375E" w:rsidRPr="00887780">
        <w:rPr>
          <w:rFonts w:ascii="Times New Roman" w:eastAsia="Times New Roman" w:hAnsi="Times New Roman"/>
          <w:sz w:val="24"/>
          <w:szCs w:val="24"/>
          <w:lang w:eastAsia="fr-FR"/>
        </w:rPr>
        <w:t xml:space="preserve"> помощ</w:t>
      </w:r>
      <w:r w:rsidRPr="00887780">
        <w:rPr>
          <w:rFonts w:ascii="Times New Roman" w:eastAsia="Times New Roman" w:hAnsi="Times New Roman"/>
          <w:sz w:val="24"/>
          <w:szCs w:val="24"/>
          <w:lang w:eastAsia="fr-FR"/>
        </w:rPr>
        <w:t>:</w:t>
      </w:r>
    </w:p>
    <w:p w14:paraId="0E0907B0" w14:textId="77777777" w:rsidR="0099375E" w:rsidRPr="00887780" w:rsidRDefault="00D87CA0" w:rsidP="005A07BC">
      <w:pPr>
        <w:spacing w:before="60" w:after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887780">
        <w:rPr>
          <w:rFonts w:ascii="Times New Roman" w:eastAsia="Times New Roman" w:hAnsi="Times New Roman"/>
          <w:b/>
          <w:sz w:val="24"/>
          <w:szCs w:val="24"/>
          <w:lang w:eastAsia="fr-FR"/>
        </w:rPr>
        <w:t>а)</w:t>
      </w:r>
      <w:r w:rsidR="0099375E" w:rsidRPr="00887780">
        <w:rPr>
          <w:rFonts w:ascii="Times New Roman" w:hAnsi="Times New Roman"/>
          <w:b/>
          <w:sz w:val="24"/>
        </w:rPr>
        <w:t xml:space="preserve"> </w:t>
      </w:r>
      <w:r w:rsidR="0099375E" w:rsidRPr="00887780">
        <w:rPr>
          <w:rFonts w:ascii="Times New Roman" w:eastAsia="Times New Roman" w:hAnsi="Times New Roman"/>
          <w:sz w:val="24"/>
          <w:szCs w:val="24"/>
          <w:lang w:eastAsia="fr-FR"/>
        </w:rPr>
        <w:t>Неправомерно получената помощ, освободена от задължението за уведомяване с акт на Съвета на Европейския съюз или на Европейската комисия, представлява публично вземане</w:t>
      </w:r>
      <w:r w:rsidR="00DC2E23" w:rsidRPr="00887780">
        <w:rPr>
          <w:rFonts w:ascii="Times New Roman" w:eastAsia="Times New Roman" w:hAnsi="Times New Roman"/>
          <w:sz w:val="24"/>
          <w:szCs w:val="24"/>
          <w:lang w:eastAsia="fr-FR"/>
        </w:rPr>
        <w:t xml:space="preserve"> съгласно чл.</w:t>
      </w:r>
      <w:r w:rsidR="00A61555" w:rsidRPr="00887780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253DE1" w:rsidRPr="00887780">
        <w:rPr>
          <w:rFonts w:ascii="Times New Roman" w:eastAsia="Times New Roman" w:hAnsi="Times New Roman"/>
          <w:sz w:val="24"/>
          <w:szCs w:val="24"/>
          <w:lang w:eastAsia="fr-FR"/>
        </w:rPr>
        <w:t xml:space="preserve">38 </w:t>
      </w:r>
      <w:r w:rsidR="00DC2E23" w:rsidRPr="00887780">
        <w:rPr>
          <w:rFonts w:ascii="Times New Roman" w:eastAsia="Times New Roman" w:hAnsi="Times New Roman"/>
          <w:sz w:val="24"/>
          <w:szCs w:val="24"/>
          <w:lang w:eastAsia="fr-FR"/>
        </w:rPr>
        <w:t xml:space="preserve">от Закона за държавните помощи, </w:t>
      </w:r>
      <w:r w:rsidR="0099375E" w:rsidRPr="00887780">
        <w:rPr>
          <w:rFonts w:ascii="Times New Roman" w:eastAsia="Times New Roman" w:hAnsi="Times New Roman"/>
          <w:sz w:val="24"/>
          <w:szCs w:val="24"/>
          <w:lang w:eastAsia="fr-FR"/>
        </w:rPr>
        <w:t>което се установява</w:t>
      </w:r>
      <w:r w:rsidR="00DC2E23" w:rsidRPr="00887780">
        <w:rPr>
          <w:rFonts w:ascii="Times New Roman" w:eastAsia="Times New Roman" w:hAnsi="Times New Roman"/>
          <w:sz w:val="24"/>
          <w:szCs w:val="24"/>
          <w:lang w:eastAsia="fr-FR"/>
        </w:rPr>
        <w:t xml:space="preserve"> от администратора на помощ</w:t>
      </w:r>
      <w:r w:rsidR="0099375E" w:rsidRPr="00887780">
        <w:rPr>
          <w:rFonts w:ascii="Times New Roman" w:eastAsia="Times New Roman" w:hAnsi="Times New Roman"/>
          <w:sz w:val="24"/>
          <w:szCs w:val="24"/>
          <w:lang w:eastAsia="fr-FR"/>
        </w:rPr>
        <w:t xml:space="preserve"> чрез издаване на акт за установяване на публичното вземане по реда на </w:t>
      </w:r>
      <w:proofErr w:type="spellStart"/>
      <w:r w:rsidR="0099375E" w:rsidRPr="00887780">
        <w:rPr>
          <w:rFonts w:ascii="Times New Roman" w:eastAsia="Times New Roman" w:hAnsi="Times New Roman"/>
          <w:sz w:val="24"/>
          <w:szCs w:val="24"/>
          <w:lang w:eastAsia="fr-FR"/>
        </w:rPr>
        <w:t>Административнопроцесуалния</w:t>
      </w:r>
      <w:proofErr w:type="spellEnd"/>
      <w:r w:rsidR="0099375E" w:rsidRPr="00887780">
        <w:rPr>
          <w:rFonts w:ascii="Times New Roman" w:eastAsia="Times New Roman" w:hAnsi="Times New Roman"/>
          <w:sz w:val="24"/>
          <w:szCs w:val="24"/>
          <w:lang w:eastAsia="fr-FR"/>
        </w:rPr>
        <w:t xml:space="preserve"> кодекс. Вземанията подлежат на събиране по реда на </w:t>
      </w:r>
      <w:r w:rsidR="00DC2E23" w:rsidRPr="00887780">
        <w:rPr>
          <w:rFonts w:ascii="Times New Roman" w:eastAsia="Times New Roman" w:hAnsi="Times New Roman"/>
          <w:sz w:val="24"/>
          <w:szCs w:val="24"/>
          <w:lang w:eastAsia="fr-FR"/>
        </w:rPr>
        <w:t>Данъчно-осигурителния процесуален кодекс (</w:t>
      </w:r>
      <w:r w:rsidR="0099375E" w:rsidRPr="00887780">
        <w:rPr>
          <w:rFonts w:ascii="Times New Roman" w:eastAsia="Times New Roman" w:hAnsi="Times New Roman"/>
          <w:sz w:val="24"/>
          <w:szCs w:val="24"/>
          <w:lang w:eastAsia="fr-FR"/>
        </w:rPr>
        <w:t>ДОПК</w:t>
      </w:r>
      <w:r w:rsidR="00DC2E23" w:rsidRPr="00887780">
        <w:rPr>
          <w:rFonts w:ascii="Times New Roman" w:eastAsia="Times New Roman" w:hAnsi="Times New Roman"/>
          <w:sz w:val="24"/>
          <w:szCs w:val="24"/>
          <w:lang w:eastAsia="fr-FR"/>
        </w:rPr>
        <w:t>)</w:t>
      </w:r>
      <w:r w:rsidR="0099375E" w:rsidRPr="00887780">
        <w:rPr>
          <w:rFonts w:ascii="Times New Roman" w:eastAsia="Times New Roman" w:hAnsi="Times New Roman"/>
          <w:sz w:val="24"/>
          <w:szCs w:val="24"/>
          <w:lang w:eastAsia="fr-FR"/>
        </w:rPr>
        <w:t xml:space="preserve"> от органите на </w:t>
      </w:r>
      <w:r w:rsidR="00DC2E23" w:rsidRPr="00887780">
        <w:rPr>
          <w:rFonts w:ascii="Times New Roman" w:eastAsia="Times New Roman" w:hAnsi="Times New Roman"/>
          <w:sz w:val="24"/>
          <w:szCs w:val="24"/>
          <w:lang w:eastAsia="fr-FR"/>
        </w:rPr>
        <w:t>Националната агенция за приходите</w:t>
      </w:r>
      <w:r w:rsidR="0099375E" w:rsidRPr="00887780">
        <w:rPr>
          <w:rFonts w:ascii="Times New Roman" w:eastAsia="Times New Roman" w:hAnsi="Times New Roman"/>
          <w:sz w:val="24"/>
          <w:szCs w:val="24"/>
          <w:lang w:eastAsia="fr-FR"/>
        </w:rPr>
        <w:t>.</w:t>
      </w:r>
      <w:r w:rsidR="00616794" w:rsidRPr="00887780">
        <w:t xml:space="preserve"> </w:t>
      </w:r>
      <w:r w:rsidR="00616794" w:rsidRPr="00887780">
        <w:rPr>
          <w:rFonts w:ascii="Times New Roman" w:eastAsia="Times New Roman" w:hAnsi="Times New Roman"/>
          <w:sz w:val="24"/>
          <w:szCs w:val="24"/>
          <w:lang w:eastAsia="fr-FR"/>
        </w:rPr>
        <w:t xml:space="preserve">Когато с решение на Европейската комисия за възстановяване на неправомерно предоставена държавна помощ или съответно на неправилно използвана държавна помощ не са индивидуализирани получателите на </w:t>
      </w:r>
      <w:r w:rsidR="00616794" w:rsidRPr="00887780">
        <w:rPr>
          <w:rFonts w:ascii="Times New Roman" w:eastAsia="Times New Roman" w:hAnsi="Times New Roman"/>
          <w:sz w:val="24"/>
          <w:szCs w:val="24"/>
          <w:lang w:eastAsia="fr-FR"/>
        </w:rPr>
        <w:lastRenderedPageBreak/>
        <w:t>помощ и размерът на сумата, която трябва да се възстанови, администраторът на помощ издава допълнително и акт за установяване на публично вземане по реда на чл. 166, ал. 2 и 3 от ДОПК. Не се разрешава предоставяне на нова държавна помощ на предприятие, което не е изпълнило решение на Европейската комисия за възстановяване на неправомерно предоставена държавна помощ и не е възстановило изцяло неправомерно получената държавна помощ.</w:t>
      </w:r>
    </w:p>
    <w:p w14:paraId="0B78AF0D" w14:textId="77777777" w:rsidR="002218CE" w:rsidRPr="00887780" w:rsidRDefault="002218CE" w:rsidP="0099375E">
      <w:pPr>
        <w:spacing w:after="0"/>
        <w:jc w:val="both"/>
        <w:rPr>
          <w:rFonts w:ascii="Times New Roman" w:hAnsi="Times New Roman"/>
          <w:b/>
          <w:sz w:val="24"/>
        </w:rPr>
      </w:pPr>
    </w:p>
    <w:p w14:paraId="2FE03D78" w14:textId="77777777" w:rsidR="0099375E" w:rsidRPr="00887780" w:rsidRDefault="00D87CA0" w:rsidP="0099375E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887780">
        <w:rPr>
          <w:rFonts w:ascii="Times New Roman" w:eastAsia="Times New Roman" w:hAnsi="Times New Roman"/>
          <w:b/>
          <w:sz w:val="24"/>
          <w:szCs w:val="24"/>
          <w:lang w:eastAsia="fr-FR"/>
        </w:rPr>
        <w:t>б)</w:t>
      </w:r>
      <w:r w:rsidR="0099375E" w:rsidRPr="00887780">
        <w:rPr>
          <w:rFonts w:ascii="Times New Roman" w:hAnsi="Times New Roman"/>
          <w:b/>
          <w:sz w:val="24"/>
        </w:rPr>
        <w:t xml:space="preserve"> </w:t>
      </w:r>
      <w:r w:rsidR="0099375E" w:rsidRPr="00887780">
        <w:rPr>
          <w:rFonts w:ascii="Times New Roman" w:eastAsia="Times New Roman" w:hAnsi="Times New Roman"/>
          <w:sz w:val="24"/>
          <w:szCs w:val="24"/>
          <w:lang w:eastAsia="fr-FR"/>
        </w:rPr>
        <w:t xml:space="preserve">Възстановяването на недължимо платените и надплатените суми, както и на неправомерно получените или неправомерно усвоени средства, ще се извършва в съответствие с установения ред, съгласно действащите нормативни актове за правилата за плащане, верификация и </w:t>
      </w:r>
      <w:r w:rsidR="008266C2" w:rsidRPr="00887780">
        <w:rPr>
          <w:rFonts w:ascii="Times New Roman" w:eastAsia="Times New Roman" w:hAnsi="Times New Roman"/>
          <w:sz w:val="24"/>
          <w:szCs w:val="24"/>
          <w:lang w:eastAsia="fr-FR"/>
        </w:rPr>
        <w:t>счетоводно отчитане</w:t>
      </w:r>
      <w:r w:rsidR="0099375E" w:rsidRPr="00887780">
        <w:rPr>
          <w:rFonts w:ascii="Times New Roman" w:eastAsia="Times New Roman" w:hAnsi="Times New Roman"/>
          <w:sz w:val="24"/>
          <w:szCs w:val="24"/>
          <w:lang w:eastAsia="fr-FR"/>
        </w:rPr>
        <w:t xml:space="preserve"> на разходите към момента на изпълнение на АД</w:t>
      </w:r>
      <w:r w:rsidR="00CF7AB1" w:rsidRPr="00887780">
        <w:rPr>
          <w:rFonts w:ascii="Times New Roman" w:eastAsia="Times New Roman" w:hAnsi="Times New Roman"/>
          <w:sz w:val="24"/>
          <w:szCs w:val="24"/>
          <w:lang w:eastAsia="fr-FR"/>
        </w:rPr>
        <w:t>П</w:t>
      </w:r>
      <w:r w:rsidR="0099375E" w:rsidRPr="00887780">
        <w:rPr>
          <w:rFonts w:ascii="Times New Roman" w:eastAsia="Times New Roman" w:hAnsi="Times New Roman"/>
          <w:sz w:val="24"/>
          <w:szCs w:val="24"/>
          <w:lang w:eastAsia="fr-FR"/>
        </w:rPr>
        <w:t>БФП.</w:t>
      </w:r>
    </w:p>
    <w:p w14:paraId="48A303D4" w14:textId="77777777" w:rsidR="002218CE" w:rsidRPr="00887780" w:rsidRDefault="002218CE" w:rsidP="0099375E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</w:p>
    <w:p w14:paraId="30D6B0B0" w14:textId="77777777" w:rsidR="0099375E" w:rsidRPr="00887780" w:rsidRDefault="00616794" w:rsidP="0099375E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887780">
        <w:rPr>
          <w:rFonts w:ascii="Times New Roman" w:eastAsia="Times New Roman" w:hAnsi="Times New Roman"/>
          <w:b/>
          <w:sz w:val="24"/>
          <w:szCs w:val="24"/>
          <w:lang w:eastAsia="fr-FR"/>
        </w:rPr>
        <w:t>в)</w:t>
      </w:r>
      <w:r w:rsidR="0099375E" w:rsidRPr="00887780">
        <w:rPr>
          <w:rFonts w:ascii="Times New Roman" w:eastAsia="Times New Roman" w:hAnsi="Times New Roman"/>
          <w:b/>
          <w:sz w:val="24"/>
          <w:szCs w:val="24"/>
          <w:lang w:eastAsia="fr-FR"/>
        </w:rPr>
        <w:t>.</w:t>
      </w:r>
      <w:r w:rsidR="0099375E" w:rsidRPr="00887780">
        <w:rPr>
          <w:rFonts w:ascii="Times New Roman" w:eastAsia="Times New Roman" w:hAnsi="Times New Roman"/>
          <w:sz w:val="24"/>
          <w:szCs w:val="24"/>
          <w:lang w:eastAsia="fr-FR"/>
        </w:rPr>
        <w:t xml:space="preserve"> При нарушения от страна на </w:t>
      </w:r>
      <w:r w:rsidR="007A3643" w:rsidRPr="00887780">
        <w:rPr>
          <w:rFonts w:ascii="Times New Roman" w:eastAsia="Times New Roman" w:hAnsi="Times New Roman"/>
          <w:sz w:val="24"/>
          <w:szCs w:val="24"/>
          <w:lang w:eastAsia="fr-FR"/>
        </w:rPr>
        <w:t>Б</w:t>
      </w:r>
      <w:r w:rsidR="0099375E" w:rsidRPr="00887780">
        <w:rPr>
          <w:rFonts w:ascii="Times New Roman" w:eastAsia="Times New Roman" w:hAnsi="Times New Roman"/>
          <w:sz w:val="24"/>
          <w:szCs w:val="24"/>
          <w:lang w:eastAsia="fr-FR"/>
        </w:rPr>
        <w:t>енефициента на изискванията на Регламент (ЕС) № 651/2014 на Комисията, бенефициентът следва да възстанови изцяло предоставената държавна помощ от Управляващия орган със съответната законова лихва.</w:t>
      </w:r>
    </w:p>
    <w:p w14:paraId="37450D28" w14:textId="77777777" w:rsidR="002218CE" w:rsidRPr="00887780" w:rsidRDefault="002218CE" w:rsidP="0099375E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</w:p>
    <w:p w14:paraId="6F167A5D" w14:textId="77777777" w:rsidR="00983B60" w:rsidRPr="00887780" w:rsidRDefault="00983B60" w:rsidP="00983B60">
      <w:pPr>
        <w:spacing w:after="0"/>
        <w:jc w:val="both"/>
        <w:rPr>
          <w:rFonts w:ascii="Times New Roman" w:eastAsia="Times New Roman" w:hAnsi="Times New Roman"/>
          <w:b/>
          <w:sz w:val="24"/>
          <w:szCs w:val="24"/>
          <w:lang w:eastAsia="fr-FR"/>
        </w:rPr>
      </w:pPr>
    </w:p>
    <w:p w14:paraId="4C6142E3" w14:textId="77777777" w:rsidR="008D3E08" w:rsidRPr="00887780" w:rsidRDefault="008D3E08" w:rsidP="00616794">
      <w:pPr>
        <w:tabs>
          <w:tab w:val="left" w:pos="567"/>
        </w:tabs>
        <w:spacing w:after="0"/>
        <w:jc w:val="both"/>
        <w:rPr>
          <w:rFonts w:ascii="Times New Roman" w:eastAsia="Times New Roman" w:hAnsi="Times New Roman"/>
          <w:b/>
          <w:sz w:val="24"/>
          <w:szCs w:val="24"/>
          <w:lang w:eastAsia="fr-FR"/>
        </w:rPr>
      </w:pPr>
      <w:r w:rsidRPr="00887780">
        <w:rPr>
          <w:rFonts w:ascii="Times New Roman" w:eastAsia="Times New Roman" w:hAnsi="Times New Roman"/>
          <w:b/>
          <w:sz w:val="24"/>
          <w:szCs w:val="24"/>
          <w:lang w:eastAsia="fr-FR"/>
        </w:rPr>
        <w:t>Адреси за контакти:</w:t>
      </w:r>
    </w:p>
    <w:p w14:paraId="4A4FD71B" w14:textId="77777777" w:rsidR="00983B60" w:rsidRPr="00887780" w:rsidRDefault="00983B60" w:rsidP="00983B60">
      <w:pPr>
        <w:spacing w:before="80" w:after="80" w:line="240" w:lineRule="auto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887780">
        <w:rPr>
          <w:rFonts w:ascii="Times New Roman" w:eastAsia="Times New Roman" w:hAnsi="Times New Roman"/>
          <w:b/>
          <w:sz w:val="24"/>
          <w:szCs w:val="24"/>
          <w:lang w:eastAsia="fr-FR"/>
        </w:rPr>
        <w:t xml:space="preserve">Чл. </w:t>
      </w:r>
      <w:r w:rsidR="00E010A4" w:rsidRPr="00887780">
        <w:rPr>
          <w:rFonts w:ascii="Times New Roman" w:eastAsia="Times New Roman" w:hAnsi="Times New Roman"/>
          <w:b/>
          <w:sz w:val="24"/>
          <w:szCs w:val="24"/>
          <w:lang w:eastAsia="fr-FR"/>
        </w:rPr>
        <w:t>9</w:t>
      </w:r>
      <w:r w:rsidR="001C351A" w:rsidRPr="00887780">
        <w:rPr>
          <w:rFonts w:ascii="Times New Roman" w:eastAsia="Times New Roman" w:hAnsi="Times New Roman"/>
          <w:b/>
          <w:sz w:val="24"/>
          <w:szCs w:val="24"/>
          <w:lang w:eastAsia="fr-FR"/>
        </w:rPr>
        <w:t>.</w:t>
      </w:r>
      <w:r w:rsidRPr="00887780">
        <w:rPr>
          <w:rFonts w:ascii="Times New Roman" w:eastAsia="Times New Roman" w:hAnsi="Times New Roman"/>
          <w:b/>
          <w:sz w:val="24"/>
          <w:szCs w:val="24"/>
          <w:lang w:eastAsia="fr-FR"/>
        </w:rPr>
        <w:t xml:space="preserve"> (1) </w:t>
      </w:r>
      <w:proofErr w:type="spellStart"/>
      <w:r w:rsidRPr="00887780">
        <w:rPr>
          <w:rFonts w:ascii="Times New Roman" w:eastAsia="Times New Roman" w:hAnsi="Times New Roman"/>
          <w:sz w:val="24"/>
          <w:szCs w:val="24"/>
          <w:lang w:eastAsia="fr-FR"/>
        </w:rPr>
        <w:t>Kореспонденцията</w:t>
      </w:r>
      <w:proofErr w:type="spellEnd"/>
      <w:r w:rsidRPr="00887780">
        <w:rPr>
          <w:rFonts w:ascii="Times New Roman" w:eastAsia="Times New Roman" w:hAnsi="Times New Roman"/>
          <w:sz w:val="24"/>
          <w:szCs w:val="24"/>
          <w:lang w:eastAsia="fr-FR"/>
        </w:rPr>
        <w:t>, свързана с настоящия договор, трябва да бъде в писмена форма, да съдържа номера на Административния договор за предоставяне на безвъзмездна финансова помощ и наименованието на Проекта, и да бъде изпращана посредством ИСУН.</w:t>
      </w:r>
    </w:p>
    <w:p w14:paraId="73FBFC13" w14:textId="77777777" w:rsidR="00983B60" w:rsidRPr="00887780" w:rsidRDefault="00983B60" w:rsidP="00983B60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</w:p>
    <w:p w14:paraId="250259DE" w14:textId="77777777" w:rsidR="00983B60" w:rsidRPr="00887780" w:rsidRDefault="00983B60" w:rsidP="00983B60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887780">
        <w:rPr>
          <w:rFonts w:ascii="Times New Roman" w:eastAsia="Times New Roman" w:hAnsi="Times New Roman"/>
          <w:b/>
          <w:sz w:val="24"/>
          <w:szCs w:val="24"/>
          <w:lang w:eastAsia="fr-FR"/>
        </w:rPr>
        <w:t>(2)</w:t>
      </w:r>
      <w:r w:rsidRPr="00887780">
        <w:rPr>
          <w:rFonts w:ascii="Times New Roman" w:eastAsia="Times New Roman" w:hAnsi="Times New Roman"/>
          <w:sz w:val="24"/>
          <w:szCs w:val="24"/>
          <w:lang w:eastAsia="fr-FR"/>
        </w:rPr>
        <w:t xml:space="preserve"> В допълнение, двете страни по Административния договор за предоставяне на безвъзмездна финансова помощ могат да осъществяват контакт и на следните адреси:</w:t>
      </w:r>
    </w:p>
    <w:p w14:paraId="663E61F4" w14:textId="77777777" w:rsidR="00983B60" w:rsidRPr="00887780" w:rsidRDefault="00983B60" w:rsidP="00983B60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</w:p>
    <w:p w14:paraId="0240B259" w14:textId="77777777" w:rsidR="00AB6B2F" w:rsidRPr="00887780" w:rsidRDefault="00AB6B2F" w:rsidP="00B74FFF">
      <w:pPr>
        <w:spacing w:after="0"/>
        <w:jc w:val="both"/>
        <w:rPr>
          <w:rFonts w:ascii="Times New Roman" w:eastAsia="Times New Roman" w:hAnsi="Times New Roman"/>
          <w:b/>
          <w:sz w:val="24"/>
          <w:szCs w:val="24"/>
          <w:lang w:eastAsia="fr-FR"/>
        </w:rPr>
      </w:pPr>
    </w:p>
    <w:p w14:paraId="0706B89B" w14:textId="77777777" w:rsidR="008D3E08" w:rsidRPr="00887780" w:rsidRDefault="008D3E08" w:rsidP="00B74FFF">
      <w:pPr>
        <w:spacing w:after="0"/>
        <w:jc w:val="both"/>
        <w:rPr>
          <w:rFonts w:ascii="Times New Roman" w:eastAsia="Times New Roman" w:hAnsi="Times New Roman"/>
          <w:b/>
          <w:sz w:val="24"/>
          <w:szCs w:val="24"/>
          <w:lang w:eastAsia="fr-FR"/>
        </w:rPr>
      </w:pPr>
      <w:r w:rsidRPr="00887780">
        <w:rPr>
          <w:rFonts w:ascii="Times New Roman" w:eastAsia="Times New Roman" w:hAnsi="Times New Roman"/>
          <w:b/>
          <w:sz w:val="24"/>
          <w:szCs w:val="24"/>
          <w:lang w:eastAsia="fr-FR"/>
        </w:rPr>
        <w:t xml:space="preserve">За Управляващия орган: </w:t>
      </w:r>
    </w:p>
    <w:p w14:paraId="27E4D599" w14:textId="77777777" w:rsidR="008D3E08" w:rsidRPr="00887780" w:rsidRDefault="008D3E08" w:rsidP="00B74FFF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</w:p>
    <w:p w14:paraId="10E31D67" w14:textId="77777777" w:rsidR="008D3E08" w:rsidRPr="00887780" w:rsidRDefault="008D3E08" w:rsidP="00B74FFF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887780">
        <w:rPr>
          <w:rFonts w:ascii="Times New Roman" w:eastAsia="Times New Roman" w:hAnsi="Times New Roman"/>
          <w:sz w:val="24"/>
          <w:szCs w:val="24"/>
          <w:lang w:eastAsia="fr-FR"/>
        </w:rPr>
        <w:t>………………………………</w:t>
      </w:r>
      <w:r w:rsidR="007B2F77" w:rsidRPr="00887780">
        <w:rPr>
          <w:rFonts w:ascii="Times New Roman" w:eastAsia="Times New Roman" w:hAnsi="Times New Roman"/>
          <w:sz w:val="24"/>
          <w:szCs w:val="24"/>
          <w:lang w:eastAsia="fr-FR"/>
        </w:rPr>
        <w:t>…</w:t>
      </w:r>
    </w:p>
    <w:p w14:paraId="73EB9FF1" w14:textId="77777777" w:rsidR="008D3E08" w:rsidRPr="00887780" w:rsidRDefault="008D3E08" w:rsidP="00B74FFF">
      <w:pPr>
        <w:spacing w:after="0"/>
        <w:jc w:val="both"/>
        <w:rPr>
          <w:rFonts w:ascii="Times New Roman" w:eastAsia="Times New Roman" w:hAnsi="Times New Roman"/>
          <w:i/>
          <w:sz w:val="24"/>
          <w:szCs w:val="24"/>
          <w:lang w:eastAsia="fr-FR"/>
        </w:rPr>
      </w:pPr>
      <w:r w:rsidRPr="00887780">
        <w:rPr>
          <w:rFonts w:ascii="Times New Roman" w:eastAsia="Times New Roman" w:hAnsi="Times New Roman"/>
          <w:i/>
          <w:sz w:val="24"/>
          <w:szCs w:val="24"/>
          <w:lang w:eastAsia="fr-FR"/>
        </w:rPr>
        <w:t>[адрес за кореспонденция на Управляващия орган]</w:t>
      </w:r>
    </w:p>
    <w:p w14:paraId="3163C67E" w14:textId="77777777" w:rsidR="008D3E08" w:rsidRPr="00887780" w:rsidRDefault="008D3E08" w:rsidP="00B74FFF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</w:p>
    <w:p w14:paraId="5BC29B3A" w14:textId="77777777" w:rsidR="008D3E08" w:rsidRPr="00887780" w:rsidRDefault="008D3E08" w:rsidP="00B74FFF">
      <w:pPr>
        <w:spacing w:after="0"/>
        <w:jc w:val="both"/>
        <w:rPr>
          <w:rFonts w:ascii="Times New Roman" w:eastAsia="Times New Roman" w:hAnsi="Times New Roman"/>
          <w:b/>
          <w:sz w:val="24"/>
          <w:szCs w:val="24"/>
          <w:lang w:eastAsia="fr-FR"/>
        </w:rPr>
      </w:pPr>
      <w:r w:rsidRPr="00887780">
        <w:rPr>
          <w:rFonts w:ascii="Times New Roman" w:eastAsia="Times New Roman" w:hAnsi="Times New Roman"/>
          <w:b/>
          <w:sz w:val="24"/>
          <w:szCs w:val="24"/>
          <w:lang w:eastAsia="fr-FR"/>
        </w:rPr>
        <w:t>За Бенефициента</w:t>
      </w:r>
      <w:r w:rsidR="007B2F77" w:rsidRPr="00887780">
        <w:rPr>
          <w:rFonts w:ascii="Times New Roman" w:eastAsia="Times New Roman" w:hAnsi="Times New Roman"/>
          <w:b/>
          <w:sz w:val="24"/>
          <w:szCs w:val="24"/>
          <w:lang w:eastAsia="fr-FR"/>
        </w:rPr>
        <w:t>:</w:t>
      </w:r>
    </w:p>
    <w:p w14:paraId="53C9D689" w14:textId="77777777" w:rsidR="008D3E08" w:rsidRPr="00887780" w:rsidRDefault="00A549E0" w:rsidP="00B74FFF">
      <w:pPr>
        <w:spacing w:after="0"/>
        <w:jc w:val="both"/>
        <w:rPr>
          <w:rFonts w:ascii="Times New Roman" w:eastAsia="Times New Roman" w:hAnsi="Times New Roman"/>
          <w:i/>
          <w:sz w:val="24"/>
          <w:szCs w:val="24"/>
          <w:lang w:eastAsia="fr-FR"/>
        </w:rPr>
      </w:pPr>
      <w:r w:rsidRPr="00887780">
        <w:rPr>
          <w:rFonts w:ascii="Times New Roman" w:eastAsia="Times New Roman" w:hAnsi="Times New Roman"/>
          <w:i/>
          <w:sz w:val="24"/>
          <w:szCs w:val="24"/>
          <w:lang w:eastAsia="fr-FR"/>
        </w:rPr>
        <w:t>Адресът за кореспонденция на Бенефициента е посочен в раздел „Данни за кандидата” от Приложение I към настоящия договор.</w:t>
      </w:r>
    </w:p>
    <w:p w14:paraId="01383724" w14:textId="77777777" w:rsidR="008D3E08" w:rsidRPr="00887780" w:rsidRDefault="008D3E08" w:rsidP="00B74FFF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</w:p>
    <w:p w14:paraId="64A80CBC" w14:textId="77777777" w:rsidR="00D15C25" w:rsidRPr="00887780" w:rsidRDefault="00C7718D" w:rsidP="00FA4204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887780">
        <w:rPr>
          <w:rFonts w:ascii="Times New Roman" w:eastAsia="Times New Roman" w:hAnsi="Times New Roman"/>
          <w:b/>
          <w:sz w:val="24"/>
          <w:szCs w:val="24"/>
          <w:lang w:eastAsia="fr-FR"/>
        </w:rPr>
        <w:t>Чл. 1</w:t>
      </w:r>
      <w:r w:rsidR="00E010A4" w:rsidRPr="00887780">
        <w:rPr>
          <w:rFonts w:ascii="Times New Roman" w:eastAsia="Times New Roman" w:hAnsi="Times New Roman"/>
          <w:b/>
          <w:sz w:val="24"/>
          <w:szCs w:val="24"/>
          <w:lang w:eastAsia="fr-FR"/>
        </w:rPr>
        <w:t>0</w:t>
      </w:r>
      <w:r w:rsidR="001C351A" w:rsidRPr="00887780">
        <w:rPr>
          <w:rFonts w:ascii="Times New Roman" w:eastAsia="Times New Roman" w:hAnsi="Times New Roman"/>
          <w:b/>
          <w:sz w:val="24"/>
          <w:szCs w:val="24"/>
          <w:lang w:eastAsia="fr-FR"/>
        </w:rPr>
        <w:t>.</w:t>
      </w:r>
      <w:r w:rsidRPr="00887780">
        <w:rPr>
          <w:rFonts w:ascii="Times New Roman" w:eastAsia="Times New Roman" w:hAnsi="Times New Roman"/>
          <w:b/>
          <w:sz w:val="24"/>
          <w:szCs w:val="24"/>
          <w:lang w:eastAsia="fr-FR"/>
        </w:rPr>
        <w:t xml:space="preserve"> </w:t>
      </w:r>
      <w:r w:rsidR="007B6017" w:rsidRPr="00887780">
        <w:rPr>
          <w:rFonts w:ascii="Times New Roman" w:eastAsia="Times New Roman" w:hAnsi="Times New Roman"/>
          <w:b/>
          <w:bCs/>
          <w:sz w:val="24"/>
          <w:szCs w:val="24"/>
          <w:lang w:eastAsia="fr-FR"/>
        </w:rPr>
        <w:t xml:space="preserve">(1) </w:t>
      </w:r>
      <w:r w:rsidR="00D15C25" w:rsidRPr="00887780">
        <w:rPr>
          <w:rFonts w:ascii="Times New Roman" w:eastAsia="Times New Roman" w:hAnsi="Times New Roman"/>
          <w:sz w:val="24"/>
          <w:szCs w:val="24"/>
          <w:lang w:eastAsia="fr-FR"/>
        </w:rPr>
        <w:t xml:space="preserve">При промяна на приложимото </w:t>
      </w:r>
      <w:r w:rsidR="00EF0A5E" w:rsidRPr="00887780">
        <w:rPr>
          <w:rFonts w:ascii="Times New Roman" w:eastAsia="Times New Roman" w:hAnsi="Times New Roman"/>
          <w:sz w:val="24"/>
          <w:szCs w:val="24"/>
          <w:lang w:eastAsia="fr-FR"/>
        </w:rPr>
        <w:t xml:space="preserve">европейско и/или национално </w:t>
      </w:r>
      <w:r w:rsidR="00D15C25" w:rsidRPr="00887780">
        <w:rPr>
          <w:rFonts w:ascii="Times New Roman" w:eastAsia="Times New Roman" w:hAnsi="Times New Roman"/>
          <w:sz w:val="24"/>
          <w:szCs w:val="24"/>
          <w:lang w:eastAsia="fr-FR"/>
        </w:rPr>
        <w:t>законодателство, страните се задължават да изменят клаузите по настоящия договор съгласно тази промяна.</w:t>
      </w:r>
    </w:p>
    <w:p w14:paraId="1DFD6C08" w14:textId="77777777" w:rsidR="00C1581A" w:rsidRPr="00887780" w:rsidRDefault="00C1581A" w:rsidP="00FA4204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</w:p>
    <w:p w14:paraId="1E2624C8" w14:textId="77777777" w:rsidR="001F557F" w:rsidRPr="00887780" w:rsidRDefault="007B6017" w:rsidP="00FA4204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887780">
        <w:rPr>
          <w:rFonts w:ascii="Times New Roman" w:eastAsia="Times New Roman" w:hAnsi="Times New Roman"/>
          <w:b/>
          <w:bCs/>
          <w:sz w:val="24"/>
          <w:szCs w:val="24"/>
          <w:lang w:eastAsia="fr-FR"/>
        </w:rPr>
        <w:lastRenderedPageBreak/>
        <w:t xml:space="preserve">(2) </w:t>
      </w:r>
      <w:r w:rsidR="001F557F" w:rsidRPr="00887780">
        <w:rPr>
          <w:rFonts w:ascii="Times New Roman" w:eastAsia="Times New Roman" w:hAnsi="Times New Roman"/>
          <w:sz w:val="24"/>
          <w:szCs w:val="24"/>
          <w:lang w:eastAsia="fr-FR"/>
        </w:rPr>
        <w:t xml:space="preserve">За неуредените в настоящия договор въпроси се прилагат разпоредбите на действащото </w:t>
      </w:r>
      <w:r w:rsidR="00EF0A5E" w:rsidRPr="00887780">
        <w:rPr>
          <w:rFonts w:ascii="Times New Roman" w:eastAsia="Times New Roman" w:hAnsi="Times New Roman"/>
          <w:sz w:val="24"/>
          <w:szCs w:val="24"/>
          <w:lang w:eastAsia="fr-FR"/>
        </w:rPr>
        <w:t>европейско и/или национално законодателство</w:t>
      </w:r>
      <w:r w:rsidR="001F557F" w:rsidRPr="00887780">
        <w:rPr>
          <w:rFonts w:ascii="Times New Roman" w:eastAsia="Times New Roman" w:hAnsi="Times New Roman"/>
          <w:sz w:val="24"/>
          <w:szCs w:val="24"/>
          <w:lang w:eastAsia="fr-FR"/>
        </w:rPr>
        <w:t>.</w:t>
      </w:r>
    </w:p>
    <w:p w14:paraId="385DD723" w14:textId="77777777" w:rsidR="008977B8" w:rsidRPr="00887780" w:rsidRDefault="008977B8" w:rsidP="006811F1">
      <w:pPr>
        <w:spacing w:after="0"/>
        <w:jc w:val="both"/>
        <w:rPr>
          <w:rFonts w:ascii="Times New Roman" w:hAnsi="Times New Roman"/>
          <w:b/>
          <w:sz w:val="24"/>
        </w:rPr>
      </w:pPr>
    </w:p>
    <w:p w14:paraId="03132253" w14:textId="77777777" w:rsidR="004E1212" w:rsidRPr="00887780" w:rsidRDefault="00EB24E0" w:rsidP="004E1212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887780">
        <w:rPr>
          <w:rFonts w:ascii="Times New Roman" w:eastAsia="Times New Roman" w:hAnsi="Times New Roman"/>
          <w:b/>
          <w:sz w:val="24"/>
          <w:szCs w:val="24"/>
          <w:lang w:eastAsia="fr-FR"/>
        </w:rPr>
        <w:t xml:space="preserve">Чл. </w:t>
      </w:r>
      <w:r w:rsidR="009B61FD" w:rsidRPr="00887780">
        <w:rPr>
          <w:rFonts w:ascii="Times New Roman" w:eastAsia="Times New Roman" w:hAnsi="Times New Roman"/>
          <w:b/>
          <w:sz w:val="24"/>
          <w:szCs w:val="24"/>
          <w:lang w:eastAsia="fr-FR"/>
        </w:rPr>
        <w:t>1</w:t>
      </w:r>
      <w:r w:rsidR="00E010A4" w:rsidRPr="00887780">
        <w:rPr>
          <w:rFonts w:ascii="Times New Roman" w:eastAsia="Times New Roman" w:hAnsi="Times New Roman"/>
          <w:b/>
          <w:sz w:val="24"/>
          <w:szCs w:val="24"/>
          <w:lang w:eastAsia="fr-FR"/>
        </w:rPr>
        <w:t>1</w:t>
      </w:r>
      <w:r w:rsidR="00BA6E99" w:rsidRPr="00887780">
        <w:rPr>
          <w:rFonts w:ascii="Times New Roman" w:eastAsia="Times New Roman" w:hAnsi="Times New Roman"/>
          <w:b/>
          <w:sz w:val="24"/>
          <w:szCs w:val="24"/>
          <w:lang w:eastAsia="fr-FR"/>
        </w:rPr>
        <w:t>.</w:t>
      </w:r>
      <w:r w:rsidRPr="00887780">
        <w:rPr>
          <w:rFonts w:ascii="Times New Roman" w:eastAsia="Times New Roman" w:hAnsi="Times New Roman"/>
          <w:b/>
          <w:sz w:val="24"/>
          <w:szCs w:val="24"/>
          <w:lang w:eastAsia="fr-FR"/>
        </w:rPr>
        <w:t xml:space="preserve"> </w:t>
      </w:r>
      <w:r w:rsidR="004E1212" w:rsidRPr="00887780">
        <w:rPr>
          <w:rFonts w:ascii="Times New Roman" w:eastAsia="Times New Roman" w:hAnsi="Times New Roman"/>
          <w:sz w:val="24"/>
          <w:szCs w:val="24"/>
          <w:lang w:eastAsia="fr-FR"/>
        </w:rPr>
        <w:t xml:space="preserve">В случай на противоречие между разпоредбите на Приложенията и тези на Договора, с предимство се прилагат разпоредбите на Договора. </w:t>
      </w:r>
      <w:r w:rsidR="00144493" w:rsidRPr="00887780">
        <w:rPr>
          <w:rFonts w:ascii="Times New Roman" w:hAnsi="Times New Roman"/>
          <w:sz w:val="24"/>
        </w:rPr>
        <w:t>В случай на противоречие между разпоредбите на Приложение II и тези на другите приложения към настоящия договор, с предимство се прилагат разпоредбите на Приложение II към настоящия договор</w:t>
      </w:r>
      <w:r w:rsidR="00804CCB" w:rsidRPr="00887780">
        <w:rPr>
          <w:rFonts w:ascii="Times New Roman" w:eastAsia="Times New Roman" w:hAnsi="Times New Roman"/>
          <w:sz w:val="24"/>
          <w:szCs w:val="24"/>
          <w:lang w:eastAsia="fr-FR"/>
        </w:rPr>
        <w:t>.</w:t>
      </w:r>
    </w:p>
    <w:p w14:paraId="10187E02" w14:textId="77777777" w:rsidR="00655D79" w:rsidRPr="00887780" w:rsidRDefault="00655D79" w:rsidP="00655D79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</w:p>
    <w:p w14:paraId="16A6BA85" w14:textId="77777777" w:rsidR="00655D79" w:rsidRPr="00887780" w:rsidRDefault="00655D79" w:rsidP="00655D79">
      <w:pPr>
        <w:spacing w:after="0"/>
        <w:jc w:val="both"/>
        <w:rPr>
          <w:rFonts w:ascii="Times New Roman" w:eastAsia="Times New Roman" w:hAnsi="Times New Roman"/>
          <w:b/>
          <w:sz w:val="24"/>
          <w:szCs w:val="24"/>
          <w:lang w:eastAsia="fr-FR"/>
        </w:rPr>
      </w:pPr>
      <w:r w:rsidRPr="00887780">
        <w:rPr>
          <w:rFonts w:ascii="Times New Roman" w:eastAsia="Times New Roman" w:hAnsi="Times New Roman"/>
          <w:b/>
          <w:sz w:val="24"/>
          <w:szCs w:val="24"/>
          <w:lang w:eastAsia="fr-FR"/>
        </w:rPr>
        <w:t xml:space="preserve">Приложения </w:t>
      </w:r>
    </w:p>
    <w:p w14:paraId="154E35BE" w14:textId="77777777" w:rsidR="006C01A7" w:rsidRPr="00887780" w:rsidRDefault="007B6017" w:rsidP="00FA4204">
      <w:pPr>
        <w:spacing w:after="0"/>
        <w:jc w:val="both"/>
        <w:rPr>
          <w:rFonts w:ascii="Times New Roman" w:eastAsia="Times New Roman" w:hAnsi="Times New Roman"/>
          <w:b/>
          <w:sz w:val="24"/>
          <w:szCs w:val="24"/>
          <w:lang w:eastAsia="fr-FR"/>
        </w:rPr>
      </w:pPr>
      <w:r w:rsidRPr="00887780">
        <w:rPr>
          <w:rFonts w:ascii="Times New Roman" w:eastAsia="Times New Roman" w:hAnsi="Times New Roman"/>
          <w:b/>
          <w:sz w:val="24"/>
          <w:szCs w:val="24"/>
          <w:lang w:eastAsia="fr-FR"/>
        </w:rPr>
        <w:t>Чл. 1</w:t>
      </w:r>
      <w:r w:rsidR="00E010A4" w:rsidRPr="00887780">
        <w:rPr>
          <w:rFonts w:ascii="Times New Roman" w:eastAsia="Times New Roman" w:hAnsi="Times New Roman"/>
          <w:b/>
          <w:sz w:val="24"/>
          <w:szCs w:val="24"/>
          <w:lang w:eastAsia="fr-FR"/>
        </w:rPr>
        <w:t>2</w:t>
      </w:r>
      <w:r w:rsidR="00BA6E99" w:rsidRPr="00887780">
        <w:rPr>
          <w:rFonts w:ascii="Times New Roman" w:eastAsia="Times New Roman" w:hAnsi="Times New Roman"/>
          <w:b/>
          <w:sz w:val="24"/>
          <w:szCs w:val="24"/>
          <w:lang w:eastAsia="fr-FR"/>
        </w:rPr>
        <w:t>.</w:t>
      </w:r>
      <w:r w:rsidRPr="00887780">
        <w:rPr>
          <w:rFonts w:ascii="Times New Roman" w:eastAsia="Times New Roman" w:hAnsi="Times New Roman"/>
          <w:b/>
          <w:sz w:val="24"/>
          <w:szCs w:val="24"/>
          <w:lang w:eastAsia="fr-FR"/>
        </w:rPr>
        <w:t xml:space="preserve"> (1)</w:t>
      </w:r>
      <w:r w:rsidR="00CF6FF5" w:rsidRPr="00887780">
        <w:rPr>
          <w:rFonts w:ascii="Times New Roman" w:hAnsi="Times New Roman"/>
          <w:b/>
          <w:sz w:val="24"/>
        </w:rPr>
        <w:t xml:space="preserve"> </w:t>
      </w:r>
      <w:r w:rsidR="00CF6FF5" w:rsidRPr="00887780">
        <w:rPr>
          <w:rFonts w:ascii="Times New Roman" w:eastAsia="Times New Roman" w:hAnsi="Times New Roman"/>
          <w:b/>
          <w:sz w:val="24"/>
          <w:szCs w:val="24"/>
          <w:lang w:eastAsia="fr-FR"/>
        </w:rPr>
        <w:t xml:space="preserve">Одобреният проект и документите по чл. 26, ал. 1 от </w:t>
      </w:r>
      <w:r w:rsidR="00F14842" w:rsidRPr="00887780">
        <w:rPr>
          <w:rFonts w:ascii="Times New Roman" w:eastAsia="Times New Roman" w:hAnsi="Times New Roman"/>
          <w:b/>
          <w:sz w:val="24"/>
          <w:szCs w:val="24"/>
          <w:lang w:eastAsia="fr-FR"/>
        </w:rPr>
        <w:t>ЗУСЕФСУ</w:t>
      </w:r>
      <w:r w:rsidR="00CF6FF5" w:rsidRPr="00887780">
        <w:rPr>
          <w:rFonts w:ascii="Times New Roman" w:eastAsia="Times New Roman" w:hAnsi="Times New Roman"/>
          <w:b/>
          <w:sz w:val="24"/>
          <w:szCs w:val="24"/>
          <w:lang w:eastAsia="fr-FR"/>
        </w:rPr>
        <w:t>, в частта, определяща условията за изпълнение, са неразделна част от настоящия договор.</w:t>
      </w:r>
    </w:p>
    <w:p w14:paraId="7470810D" w14:textId="77777777" w:rsidR="008D3E08" w:rsidRPr="00887780" w:rsidRDefault="007B6017" w:rsidP="00620F8E">
      <w:pPr>
        <w:spacing w:before="120" w:after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887780">
        <w:rPr>
          <w:rFonts w:ascii="Times New Roman" w:eastAsia="Times New Roman" w:hAnsi="Times New Roman"/>
          <w:b/>
          <w:sz w:val="24"/>
          <w:szCs w:val="24"/>
          <w:lang w:eastAsia="fr-FR"/>
        </w:rPr>
        <w:t>(2)</w:t>
      </w:r>
      <w:r w:rsidRPr="00887780">
        <w:rPr>
          <w:rFonts w:ascii="Times New Roman" w:eastAsia="Times New Roman" w:hAnsi="Times New Roman"/>
          <w:bCs/>
          <w:sz w:val="24"/>
          <w:szCs w:val="24"/>
          <w:lang w:eastAsia="fr-FR"/>
        </w:rPr>
        <w:t xml:space="preserve"> </w:t>
      </w:r>
      <w:r w:rsidR="00655D79" w:rsidRPr="00887780">
        <w:rPr>
          <w:rFonts w:ascii="Times New Roman" w:eastAsia="Times New Roman" w:hAnsi="Times New Roman"/>
          <w:sz w:val="24"/>
          <w:szCs w:val="24"/>
          <w:lang w:eastAsia="fr-FR"/>
        </w:rPr>
        <w:t xml:space="preserve">Следните документи представляват </w:t>
      </w:r>
      <w:r w:rsidR="00024E63" w:rsidRPr="00887780">
        <w:rPr>
          <w:rFonts w:ascii="Times New Roman" w:eastAsia="Times New Roman" w:hAnsi="Times New Roman"/>
          <w:sz w:val="24"/>
          <w:szCs w:val="24"/>
          <w:lang w:eastAsia="fr-FR"/>
        </w:rPr>
        <w:t>приложения</w:t>
      </w:r>
      <w:r w:rsidR="008D3E08" w:rsidRPr="00887780">
        <w:rPr>
          <w:rFonts w:ascii="Times New Roman" w:eastAsia="Times New Roman" w:hAnsi="Times New Roman"/>
          <w:sz w:val="24"/>
          <w:szCs w:val="24"/>
          <w:lang w:eastAsia="fr-FR"/>
        </w:rPr>
        <w:t xml:space="preserve"> към настоящия </w:t>
      </w:r>
      <w:r w:rsidR="00A26CF3" w:rsidRPr="00887780">
        <w:rPr>
          <w:rFonts w:ascii="Times New Roman" w:eastAsia="Times New Roman" w:hAnsi="Times New Roman"/>
          <w:sz w:val="24"/>
          <w:szCs w:val="24"/>
          <w:lang w:eastAsia="fr-FR"/>
        </w:rPr>
        <w:t>А</w:t>
      </w:r>
      <w:r w:rsidR="008D3E08" w:rsidRPr="00887780">
        <w:rPr>
          <w:rFonts w:ascii="Times New Roman" w:eastAsia="Times New Roman" w:hAnsi="Times New Roman"/>
          <w:sz w:val="24"/>
          <w:szCs w:val="24"/>
          <w:lang w:eastAsia="fr-FR"/>
        </w:rPr>
        <w:t>дминистративен договор за предоставяне на безвъзмездна финансова помощ и са неразделна част от него:</w:t>
      </w:r>
    </w:p>
    <w:p w14:paraId="1B13D76C" w14:textId="77777777" w:rsidR="008D3E08" w:rsidRPr="00887780" w:rsidRDefault="008D3E08" w:rsidP="00B74FFF">
      <w:pPr>
        <w:tabs>
          <w:tab w:val="left" w:pos="1701"/>
        </w:tabs>
        <w:spacing w:after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887780">
        <w:rPr>
          <w:rFonts w:ascii="Times New Roman" w:eastAsia="Times New Roman" w:hAnsi="Times New Roman"/>
          <w:b/>
          <w:sz w:val="24"/>
          <w:szCs w:val="24"/>
          <w:lang w:eastAsia="fr-FR"/>
        </w:rPr>
        <w:t>Приложение I:</w:t>
      </w:r>
      <w:r w:rsidRPr="00887780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2F2148" w:rsidRPr="00887780">
        <w:rPr>
          <w:rFonts w:ascii="Times New Roman" w:eastAsia="Times New Roman" w:hAnsi="Times New Roman"/>
          <w:sz w:val="24"/>
          <w:szCs w:val="24"/>
          <w:lang w:eastAsia="fr-FR"/>
        </w:rPr>
        <w:t>Формуляр за кандидатстване</w:t>
      </w:r>
      <w:r w:rsidR="00AB6B2F" w:rsidRPr="00887780">
        <w:rPr>
          <w:rFonts w:ascii="Times New Roman" w:eastAsia="Times New Roman" w:hAnsi="Times New Roman"/>
          <w:sz w:val="24"/>
          <w:szCs w:val="24"/>
          <w:lang w:eastAsia="fr-FR"/>
        </w:rPr>
        <w:t xml:space="preserve"> (в ИСУН)</w:t>
      </w:r>
      <w:r w:rsidR="003823B7" w:rsidRPr="00887780">
        <w:rPr>
          <w:rFonts w:ascii="Times New Roman" w:eastAsia="Times New Roman" w:hAnsi="Times New Roman"/>
          <w:sz w:val="24"/>
          <w:szCs w:val="24"/>
          <w:lang w:eastAsia="fr-FR"/>
        </w:rPr>
        <w:t>;</w:t>
      </w:r>
    </w:p>
    <w:p w14:paraId="633BFBE9" w14:textId="77777777" w:rsidR="00655D79" w:rsidRPr="00887780" w:rsidRDefault="00655D79" w:rsidP="00655D79">
      <w:pPr>
        <w:tabs>
          <w:tab w:val="left" w:pos="1701"/>
        </w:tabs>
        <w:spacing w:after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887780">
        <w:rPr>
          <w:rFonts w:ascii="Times New Roman" w:eastAsia="Times New Roman" w:hAnsi="Times New Roman"/>
          <w:b/>
          <w:sz w:val="24"/>
          <w:szCs w:val="24"/>
          <w:lang w:eastAsia="fr-FR"/>
        </w:rPr>
        <w:t>Приложение II:</w:t>
      </w:r>
      <w:r w:rsidRPr="00887780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024E63" w:rsidRPr="00887780">
        <w:rPr>
          <w:rFonts w:ascii="Times New Roman" w:eastAsia="Times New Roman" w:hAnsi="Times New Roman"/>
          <w:sz w:val="24"/>
          <w:szCs w:val="24"/>
          <w:lang w:eastAsia="fr-FR"/>
        </w:rPr>
        <w:t>Условия за изпълнение</w:t>
      </w:r>
      <w:r w:rsidRPr="00887780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C204C1" w:rsidRPr="00887780">
        <w:rPr>
          <w:rFonts w:ascii="Times New Roman" w:eastAsia="Times New Roman" w:hAnsi="Times New Roman"/>
          <w:sz w:val="24"/>
          <w:szCs w:val="24"/>
          <w:lang w:eastAsia="fr-FR"/>
        </w:rPr>
        <w:t xml:space="preserve">към административни договори за предоставяне на безвъзмездна финансова помощ </w:t>
      </w:r>
      <w:r w:rsidRPr="00887780">
        <w:rPr>
          <w:rFonts w:ascii="Times New Roman" w:eastAsia="Times New Roman" w:hAnsi="Times New Roman"/>
          <w:sz w:val="24"/>
          <w:szCs w:val="24"/>
          <w:lang w:eastAsia="fr-FR"/>
        </w:rPr>
        <w:t>по програма „</w:t>
      </w:r>
      <w:r w:rsidR="003E587D" w:rsidRPr="00887780">
        <w:rPr>
          <w:rFonts w:ascii="Times New Roman" w:eastAsia="Times New Roman" w:hAnsi="Times New Roman"/>
          <w:sz w:val="24"/>
          <w:szCs w:val="24"/>
          <w:lang w:eastAsia="fr-FR"/>
        </w:rPr>
        <w:t>Научни изследвания, и</w:t>
      </w:r>
      <w:r w:rsidRPr="00887780">
        <w:rPr>
          <w:rFonts w:ascii="Times New Roman" w:eastAsia="Times New Roman" w:hAnsi="Times New Roman"/>
          <w:sz w:val="24"/>
          <w:szCs w:val="24"/>
          <w:lang w:eastAsia="fr-FR"/>
        </w:rPr>
        <w:t>новации</w:t>
      </w:r>
      <w:r w:rsidR="003E587D" w:rsidRPr="00887780">
        <w:rPr>
          <w:rFonts w:ascii="Times New Roman" w:eastAsia="Times New Roman" w:hAnsi="Times New Roman"/>
          <w:sz w:val="24"/>
          <w:szCs w:val="24"/>
          <w:lang w:eastAsia="fr-FR"/>
        </w:rPr>
        <w:t xml:space="preserve"> и дигитализация за интелигентна трансформация</w:t>
      </w:r>
      <w:r w:rsidRPr="00887780">
        <w:rPr>
          <w:rFonts w:ascii="Times New Roman" w:eastAsia="Times New Roman" w:hAnsi="Times New Roman"/>
          <w:sz w:val="24"/>
          <w:szCs w:val="24"/>
          <w:lang w:eastAsia="fr-FR"/>
        </w:rPr>
        <w:t>” 2021-2027 (в електронен вариант, прикачени в ИСУН);</w:t>
      </w:r>
    </w:p>
    <w:p w14:paraId="0F3C03E5" w14:textId="77777777" w:rsidR="00792D65" w:rsidRPr="00887780" w:rsidRDefault="008D3E08" w:rsidP="00B74FFF">
      <w:pPr>
        <w:tabs>
          <w:tab w:val="left" w:pos="1843"/>
        </w:tabs>
        <w:spacing w:after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887780">
        <w:rPr>
          <w:rFonts w:ascii="Times New Roman" w:eastAsia="Times New Roman" w:hAnsi="Times New Roman"/>
          <w:b/>
          <w:sz w:val="24"/>
          <w:szCs w:val="24"/>
          <w:lang w:eastAsia="fr-FR"/>
        </w:rPr>
        <w:t xml:space="preserve">Приложение </w:t>
      </w:r>
      <w:r w:rsidR="009F33DC" w:rsidRPr="00887780">
        <w:rPr>
          <w:rFonts w:ascii="Times New Roman" w:hAnsi="Times New Roman"/>
          <w:b/>
          <w:sz w:val="24"/>
        </w:rPr>
        <w:t>I</w:t>
      </w:r>
      <w:r w:rsidR="009652C4" w:rsidRPr="00887780">
        <w:rPr>
          <w:rFonts w:ascii="Times New Roman" w:hAnsi="Times New Roman"/>
          <w:b/>
          <w:sz w:val="24"/>
        </w:rPr>
        <w:t>II</w:t>
      </w:r>
      <w:r w:rsidRPr="00887780">
        <w:rPr>
          <w:rFonts w:ascii="Times New Roman" w:eastAsia="Times New Roman" w:hAnsi="Times New Roman"/>
          <w:b/>
          <w:sz w:val="24"/>
          <w:szCs w:val="24"/>
          <w:lang w:eastAsia="fr-FR"/>
        </w:rPr>
        <w:t>:</w:t>
      </w:r>
      <w:r w:rsidR="003823B7" w:rsidRPr="00887780">
        <w:rPr>
          <w:rFonts w:ascii="Times New Roman" w:eastAsia="Times New Roman" w:hAnsi="Times New Roman"/>
          <w:sz w:val="24"/>
          <w:szCs w:val="24"/>
          <w:lang w:eastAsia="fr-FR"/>
        </w:rPr>
        <w:t xml:space="preserve"> Д</w:t>
      </w:r>
      <w:r w:rsidR="00792D65" w:rsidRPr="00887780">
        <w:rPr>
          <w:rFonts w:ascii="Times New Roman" w:eastAsia="Times New Roman" w:hAnsi="Times New Roman"/>
          <w:sz w:val="24"/>
          <w:szCs w:val="24"/>
          <w:lang w:eastAsia="fr-FR"/>
        </w:rPr>
        <w:t>екларация при кандидатстване</w:t>
      </w:r>
      <w:r w:rsidR="003823B7" w:rsidRPr="00887780">
        <w:rPr>
          <w:rFonts w:ascii="Times New Roman" w:eastAsia="Times New Roman" w:hAnsi="Times New Roman"/>
          <w:sz w:val="24"/>
          <w:szCs w:val="24"/>
          <w:lang w:eastAsia="fr-FR"/>
        </w:rPr>
        <w:t>;</w:t>
      </w:r>
    </w:p>
    <w:p w14:paraId="0C6E3166" w14:textId="77777777" w:rsidR="00655D79" w:rsidRPr="00887780" w:rsidRDefault="00655D79" w:rsidP="00655D79">
      <w:pPr>
        <w:tabs>
          <w:tab w:val="left" w:pos="1843"/>
        </w:tabs>
        <w:spacing w:after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887780">
        <w:rPr>
          <w:rFonts w:ascii="Times New Roman" w:eastAsia="Times New Roman" w:hAnsi="Times New Roman"/>
          <w:b/>
          <w:sz w:val="24"/>
          <w:szCs w:val="24"/>
          <w:lang w:eastAsia="fr-FR"/>
        </w:rPr>
        <w:t>Приложение IV:</w:t>
      </w:r>
      <w:r w:rsidRPr="00887780">
        <w:rPr>
          <w:rFonts w:ascii="Times New Roman" w:eastAsia="Times New Roman" w:hAnsi="Times New Roman"/>
          <w:sz w:val="24"/>
          <w:szCs w:val="24"/>
          <w:lang w:eastAsia="fr-FR"/>
        </w:rPr>
        <w:t xml:space="preserve"> Декларация за обстоятелствата по чл. 3 и чл. 4 от Закона за малките и средните предприятия;</w:t>
      </w:r>
    </w:p>
    <w:p w14:paraId="7A69DB49" w14:textId="77777777" w:rsidR="00275A57" w:rsidRPr="00887780" w:rsidRDefault="00275A57" w:rsidP="00655D79">
      <w:pPr>
        <w:tabs>
          <w:tab w:val="left" w:pos="1843"/>
        </w:tabs>
        <w:spacing w:after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</w:p>
    <w:p w14:paraId="4A0E796D" w14:textId="77777777" w:rsidR="008977B8" w:rsidRPr="00887780" w:rsidRDefault="008977B8" w:rsidP="006811F1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</w:p>
    <w:p w14:paraId="285538D2" w14:textId="77777777" w:rsidR="00BD5C03" w:rsidRPr="00887780" w:rsidRDefault="00BD5C03" w:rsidP="00B74FFF">
      <w:pPr>
        <w:spacing w:after="0"/>
        <w:rPr>
          <w:rFonts w:ascii="Times New Roman" w:eastAsia="Times New Roman" w:hAnsi="Times New Roman"/>
          <w:b/>
          <w:sz w:val="24"/>
          <w:szCs w:val="24"/>
          <w:lang w:eastAsia="fr-FR"/>
        </w:rPr>
      </w:pPr>
    </w:p>
    <w:p w14:paraId="68718B2E" w14:textId="77777777" w:rsidR="003F3625" w:rsidRPr="00887780" w:rsidRDefault="00A33620" w:rsidP="00B74FFF">
      <w:pPr>
        <w:spacing w:after="0"/>
        <w:rPr>
          <w:rFonts w:ascii="Times New Roman" w:eastAsia="Times New Roman" w:hAnsi="Times New Roman"/>
          <w:b/>
          <w:sz w:val="24"/>
          <w:szCs w:val="24"/>
          <w:lang w:eastAsia="fr-FR"/>
        </w:rPr>
      </w:pPr>
      <w:r w:rsidRPr="00887780">
        <w:rPr>
          <w:rFonts w:ascii="Times New Roman" w:eastAsia="Times New Roman" w:hAnsi="Times New Roman"/>
          <w:b/>
          <w:sz w:val="24"/>
          <w:szCs w:val="24"/>
          <w:lang w:eastAsia="fr-FR"/>
        </w:rPr>
        <w:t>РЪКОВОДИТЕЛ НА</w:t>
      </w:r>
      <w:r w:rsidR="003F3625" w:rsidRPr="00887780">
        <w:rPr>
          <w:rFonts w:ascii="Times New Roman" w:eastAsia="Times New Roman" w:hAnsi="Times New Roman"/>
          <w:b/>
          <w:sz w:val="24"/>
          <w:szCs w:val="24"/>
          <w:lang w:eastAsia="fr-FR"/>
        </w:rPr>
        <w:t xml:space="preserve"> УПРАВЛЯВАЩ</w:t>
      </w:r>
      <w:r w:rsidR="00EB0D37" w:rsidRPr="00887780">
        <w:rPr>
          <w:rFonts w:ascii="Times New Roman" w:eastAsia="Times New Roman" w:hAnsi="Times New Roman"/>
          <w:b/>
          <w:sz w:val="24"/>
          <w:szCs w:val="24"/>
          <w:lang w:eastAsia="fr-FR"/>
        </w:rPr>
        <w:t>ИЯ</w:t>
      </w:r>
      <w:r w:rsidR="003F3625" w:rsidRPr="00887780">
        <w:rPr>
          <w:rFonts w:ascii="Times New Roman" w:eastAsia="Times New Roman" w:hAnsi="Times New Roman"/>
          <w:b/>
          <w:sz w:val="24"/>
          <w:szCs w:val="24"/>
          <w:lang w:eastAsia="fr-FR"/>
        </w:rPr>
        <w:t xml:space="preserve"> ОРГАН</w:t>
      </w:r>
      <w:r w:rsidR="00FA4204" w:rsidRPr="00887780">
        <w:rPr>
          <w:rFonts w:ascii="Times New Roman" w:eastAsia="Times New Roman" w:hAnsi="Times New Roman"/>
          <w:sz w:val="24"/>
          <w:szCs w:val="24"/>
          <w:lang w:eastAsia="fr-FR"/>
        </w:rPr>
        <w:t>:</w:t>
      </w:r>
      <w:r w:rsidR="000C608A" w:rsidRPr="00887780">
        <w:rPr>
          <w:rFonts w:ascii="Times New Roman" w:eastAsia="Times New Roman" w:hAnsi="Times New Roman"/>
          <w:sz w:val="24"/>
          <w:szCs w:val="24"/>
          <w:lang w:eastAsia="fr-FR"/>
        </w:rPr>
        <w:t xml:space="preserve">                            </w:t>
      </w:r>
      <w:r w:rsidR="00CD28DE" w:rsidRPr="00887780">
        <w:rPr>
          <w:rFonts w:ascii="Times New Roman" w:eastAsia="Times New Roman" w:hAnsi="Times New Roman"/>
          <w:b/>
          <w:sz w:val="24"/>
          <w:szCs w:val="24"/>
          <w:lang w:eastAsia="fr-FR"/>
        </w:rPr>
        <w:tab/>
      </w:r>
    </w:p>
    <w:p w14:paraId="66F55B12" w14:textId="77777777" w:rsidR="008977B8" w:rsidRPr="00887780" w:rsidRDefault="008977B8" w:rsidP="008977B8">
      <w:pPr>
        <w:spacing w:after="0"/>
        <w:jc w:val="both"/>
        <w:rPr>
          <w:rFonts w:ascii="Times New Roman" w:eastAsia="Times New Roman" w:hAnsi="Times New Roman"/>
          <w:b/>
          <w:sz w:val="24"/>
          <w:szCs w:val="24"/>
          <w:lang w:eastAsia="fr-FR"/>
        </w:rPr>
      </w:pPr>
    </w:p>
    <w:p w14:paraId="6DB3A8F0" w14:textId="77777777" w:rsidR="003D0B46" w:rsidRPr="00887780" w:rsidRDefault="00CD28DE" w:rsidP="00B74FFF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887780">
        <w:rPr>
          <w:rFonts w:ascii="Times New Roman" w:eastAsia="Times New Roman" w:hAnsi="Times New Roman"/>
          <w:b/>
          <w:sz w:val="24"/>
          <w:szCs w:val="24"/>
          <w:lang w:eastAsia="fr-FR"/>
        </w:rPr>
        <w:t>…………………………</w:t>
      </w:r>
    </w:p>
    <w:p w14:paraId="2064F281" w14:textId="77777777" w:rsidR="003D0B46" w:rsidRPr="00887780" w:rsidRDefault="003D0B46" w:rsidP="00B74FFF">
      <w:pPr>
        <w:spacing w:after="0"/>
        <w:ind w:firstLine="708"/>
        <w:jc w:val="both"/>
        <w:rPr>
          <w:rFonts w:ascii="Times New Roman" w:eastAsia="Times New Roman" w:hAnsi="Times New Roman"/>
          <w:i/>
          <w:sz w:val="24"/>
          <w:szCs w:val="24"/>
          <w:lang w:eastAsia="fr-FR"/>
        </w:rPr>
      </w:pPr>
      <w:r w:rsidRPr="00887780">
        <w:rPr>
          <w:rFonts w:ascii="Times New Roman" w:eastAsia="Times New Roman" w:hAnsi="Times New Roman"/>
          <w:i/>
          <w:sz w:val="24"/>
          <w:szCs w:val="24"/>
          <w:lang w:eastAsia="fr-FR"/>
        </w:rPr>
        <w:t>[подпис]</w:t>
      </w:r>
    </w:p>
    <w:p w14:paraId="5BB80751" w14:textId="77777777" w:rsidR="009E65BF" w:rsidRPr="00887780" w:rsidRDefault="009E65BF" w:rsidP="00B74FFF">
      <w:pPr>
        <w:spacing w:after="0"/>
        <w:ind w:firstLine="708"/>
        <w:jc w:val="both"/>
        <w:rPr>
          <w:rFonts w:ascii="Times New Roman" w:eastAsia="Times New Roman" w:hAnsi="Times New Roman"/>
          <w:i/>
          <w:sz w:val="24"/>
          <w:szCs w:val="24"/>
          <w:lang w:eastAsia="fr-FR"/>
        </w:rPr>
      </w:pPr>
    </w:p>
    <w:p w14:paraId="3DFDA111" w14:textId="77777777" w:rsidR="00CD28DE" w:rsidRPr="00887780" w:rsidRDefault="003D0B46" w:rsidP="00B74FFF">
      <w:pPr>
        <w:spacing w:after="0"/>
        <w:ind w:firstLine="708"/>
        <w:jc w:val="both"/>
        <w:rPr>
          <w:rFonts w:ascii="Times New Roman" w:eastAsia="Times New Roman" w:hAnsi="Times New Roman"/>
          <w:b/>
          <w:i/>
          <w:sz w:val="24"/>
          <w:szCs w:val="24"/>
          <w:lang w:eastAsia="fr-FR"/>
        </w:rPr>
      </w:pPr>
      <w:r w:rsidRPr="00887780">
        <w:rPr>
          <w:rFonts w:ascii="Times New Roman" w:eastAsia="Times New Roman" w:hAnsi="Times New Roman"/>
          <w:i/>
          <w:sz w:val="24"/>
          <w:szCs w:val="24"/>
          <w:lang w:eastAsia="fr-FR"/>
        </w:rPr>
        <w:t>[дата]</w:t>
      </w:r>
    </w:p>
    <w:p w14:paraId="4618DF91" w14:textId="77777777" w:rsidR="00F75D6B" w:rsidRPr="00887780" w:rsidRDefault="00F75D6B" w:rsidP="00B74FFF">
      <w:pPr>
        <w:spacing w:after="0"/>
        <w:ind w:firstLine="708"/>
        <w:jc w:val="both"/>
        <w:rPr>
          <w:rFonts w:ascii="Times New Roman" w:eastAsia="Times New Roman" w:hAnsi="Times New Roman"/>
          <w:b/>
          <w:sz w:val="24"/>
          <w:szCs w:val="24"/>
          <w:lang w:eastAsia="fr-FR"/>
        </w:rPr>
      </w:pPr>
    </w:p>
    <w:p w14:paraId="4345A813" w14:textId="77777777" w:rsidR="008977B8" w:rsidRPr="00887780" w:rsidRDefault="003F3625" w:rsidP="00B74FFF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887780">
        <w:rPr>
          <w:rFonts w:ascii="Times New Roman" w:eastAsia="Times New Roman" w:hAnsi="Times New Roman"/>
          <w:b/>
          <w:sz w:val="24"/>
          <w:szCs w:val="24"/>
          <w:lang w:eastAsia="fr-FR"/>
        </w:rPr>
        <w:t>ЗА БЕНЕФИЦИЕНТ</w:t>
      </w:r>
      <w:r w:rsidR="00EB0D37" w:rsidRPr="00887780">
        <w:rPr>
          <w:rFonts w:ascii="Times New Roman" w:eastAsia="Times New Roman" w:hAnsi="Times New Roman"/>
          <w:b/>
          <w:sz w:val="24"/>
          <w:szCs w:val="24"/>
          <w:lang w:eastAsia="fr-FR"/>
        </w:rPr>
        <w:t>А</w:t>
      </w:r>
      <w:r w:rsidR="00FA4204" w:rsidRPr="00887780">
        <w:rPr>
          <w:rFonts w:ascii="Times New Roman" w:eastAsia="Times New Roman" w:hAnsi="Times New Roman"/>
          <w:sz w:val="24"/>
          <w:szCs w:val="24"/>
          <w:lang w:eastAsia="fr-FR"/>
        </w:rPr>
        <w:t>:</w:t>
      </w:r>
    </w:p>
    <w:p w14:paraId="624DB80B" w14:textId="77777777" w:rsidR="008977B8" w:rsidRPr="00887780" w:rsidRDefault="008977B8" w:rsidP="00B74FFF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</w:p>
    <w:p w14:paraId="5A9A615A" w14:textId="77777777" w:rsidR="003D0B46" w:rsidRPr="00887780" w:rsidRDefault="00CD28DE" w:rsidP="00B74FFF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887780">
        <w:rPr>
          <w:rFonts w:ascii="Times New Roman" w:eastAsia="Times New Roman" w:hAnsi="Times New Roman"/>
          <w:b/>
          <w:sz w:val="24"/>
          <w:szCs w:val="24"/>
          <w:lang w:eastAsia="fr-FR"/>
        </w:rPr>
        <w:t>…………………………</w:t>
      </w:r>
    </w:p>
    <w:p w14:paraId="6F958DFD" w14:textId="77777777" w:rsidR="003D0B46" w:rsidRPr="00887780" w:rsidRDefault="003D0B46" w:rsidP="00B74FFF">
      <w:pPr>
        <w:spacing w:after="0"/>
        <w:ind w:firstLine="708"/>
        <w:jc w:val="both"/>
        <w:rPr>
          <w:rFonts w:ascii="Times New Roman" w:eastAsia="Times New Roman" w:hAnsi="Times New Roman"/>
          <w:i/>
          <w:sz w:val="24"/>
          <w:szCs w:val="24"/>
          <w:lang w:eastAsia="fr-FR"/>
        </w:rPr>
      </w:pPr>
      <w:r w:rsidRPr="00887780">
        <w:rPr>
          <w:rFonts w:ascii="Times New Roman" w:eastAsia="Times New Roman" w:hAnsi="Times New Roman"/>
          <w:i/>
          <w:sz w:val="24"/>
          <w:szCs w:val="24"/>
          <w:lang w:eastAsia="fr-FR"/>
        </w:rPr>
        <w:t>[подпис]</w:t>
      </w:r>
    </w:p>
    <w:p w14:paraId="57750A03" w14:textId="77777777" w:rsidR="00C82EA0" w:rsidRPr="00FA4204" w:rsidRDefault="008977B8" w:rsidP="00620F8E">
      <w:pPr>
        <w:spacing w:before="240" w:after="80"/>
        <w:jc w:val="both"/>
        <w:rPr>
          <w:rFonts w:ascii="Times New Roman" w:eastAsia="Times New Roman" w:hAnsi="Times New Roman"/>
          <w:i/>
          <w:sz w:val="24"/>
          <w:szCs w:val="24"/>
          <w:lang w:eastAsia="fr-FR"/>
        </w:rPr>
      </w:pPr>
      <w:r w:rsidRPr="00887780">
        <w:rPr>
          <w:rFonts w:ascii="Times New Roman" w:eastAsia="Times New Roman" w:hAnsi="Times New Roman"/>
          <w:i/>
          <w:sz w:val="24"/>
          <w:szCs w:val="24"/>
          <w:lang w:eastAsia="fr-FR"/>
        </w:rPr>
        <w:t xml:space="preserve">           </w:t>
      </w:r>
      <w:r w:rsidR="003D0B46" w:rsidRPr="00887780">
        <w:rPr>
          <w:rFonts w:ascii="Times New Roman" w:eastAsia="Times New Roman" w:hAnsi="Times New Roman"/>
          <w:i/>
          <w:sz w:val="24"/>
          <w:szCs w:val="24"/>
          <w:lang w:eastAsia="fr-FR"/>
        </w:rPr>
        <w:t>[дата]</w:t>
      </w:r>
    </w:p>
    <w:sectPr w:rsidR="00C82EA0" w:rsidRPr="00FA4204" w:rsidSect="00170F5F">
      <w:headerReference w:type="default" r:id="rId8"/>
      <w:footerReference w:type="default" r:id="rId9"/>
      <w:pgSz w:w="11906" w:h="16838"/>
      <w:pgMar w:top="1418" w:right="1418" w:bottom="1134" w:left="1418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B91FD71" w14:textId="77777777" w:rsidR="00D01C3E" w:rsidRDefault="00D01C3E" w:rsidP="007B28F3">
      <w:pPr>
        <w:spacing w:after="0" w:line="240" w:lineRule="auto"/>
      </w:pPr>
      <w:r>
        <w:separator/>
      </w:r>
    </w:p>
  </w:endnote>
  <w:endnote w:type="continuationSeparator" w:id="0">
    <w:p w14:paraId="76380E99" w14:textId="77777777" w:rsidR="00D01C3E" w:rsidRDefault="00D01C3E" w:rsidP="007B28F3">
      <w:pPr>
        <w:spacing w:after="0" w:line="240" w:lineRule="auto"/>
      </w:pPr>
      <w:r>
        <w:continuationSeparator/>
      </w:r>
    </w:p>
  </w:endnote>
  <w:endnote w:type="continuationNotice" w:id="1">
    <w:p w14:paraId="73D01B8D" w14:textId="77777777" w:rsidR="00D01C3E" w:rsidRDefault="00D01C3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667B6D" w14:textId="4C1267BC" w:rsidR="007B28F3" w:rsidRDefault="007B28F3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942039">
      <w:rPr>
        <w:noProof/>
      </w:rPr>
      <w:t>8</w:t>
    </w:r>
    <w:r>
      <w:rPr>
        <w:noProof/>
      </w:rPr>
      <w:fldChar w:fldCharType="end"/>
    </w:r>
  </w:p>
  <w:p w14:paraId="4B99F404" w14:textId="77777777" w:rsidR="007B28F3" w:rsidRDefault="007B28F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2A093FF" w14:textId="77777777" w:rsidR="00D01C3E" w:rsidRDefault="00D01C3E" w:rsidP="007B28F3">
      <w:pPr>
        <w:spacing w:after="0" w:line="240" w:lineRule="auto"/>
      </w:pPr>
      <w:r>
        <w:separator/>
      </w:r>
    </w:p>
  </w:footnote>
  <w:footnote w:type="continuationSeparator" w:id="0">
    <w:p w14:paraId="0ABA7417" w14:textId="77777777" w:rsidR="00D01C3E" w:rsidRDefault="00D01C3E" w:rsidP="007B28F3">
      <w:pPr>
        <w:spacing w:after="0" w:line="240" w:lineRule="auto"/>
      </w:pPr>
      <w:r>
        <w:continuationSeparator/>
      </w:r>
    </w:p>
  </w:footnote>
  <w:footnote w:type="continuationNotice" w:id="1">
    <w:p w14:paraId="76ED1266" w14:textId="77777777" w:rsidR="00D01C3E" w:rsidRDefault="00D01C3E">
      <w:pPr>
        <w:spacing w:after="0" w:line="240" w:lineRule="auto"/>
      </w:pPr>
    </w:p>
  </w:footnote>
  <w:footnote w:id="2">
    <w:p w14:paraId="69F7C8E9" w14:textId="77777777" w:rsidR="005A6145" w:rsidRDefault="005A6145" w:rsidP="00D25058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Интернет адресът на </w:t>
      </w:r>
      <w:r w:rsidRPr="005A6145">
        <w:t>Платформа</w:t>
      </w:r>
      <w:r>
        <w:t>та</w:t>
      </w:r>
      <w:r w:rsidRPr="005A6145">
        <w:t xml:space="preserve"> за сътрудничество между висшите училища, изследователските организации и бизнеса</w:t>
      </w:r>
      <w:r>
        <w:t xml:space="preserve"> ще бъде добавен преди обявяване на процедурата за кандидатстване.</w:t>
      </w:r>
    </w:p>
  </w:footnote>
  <w:footnote w:id="3">
    <w:p w14:paraId="61E37D57" w14:textId="77777777" w:rsidR="00172B07" w:rsidRPr="00172B07" w:rsidRDefault="00172B07">
      <w:pPr>
        <w:pStyle w:val="FootnoteText"/>
        <w:rPr>
          <w:rFonts w:ascii="Times New Roman" w:hAnsi="Times New Roman"/>
        </w:rPr>
      </w:pPr>
      <w:r w:rsidRPr="00172B07">
        <w:rPr>
          <w:rStyle w:val="FootnoteReference"/>
          <w:rFonts w:ascii="Times New Roman" w:hAnsi="Times New Roman"/>
        </w:rPr>
        <w:footnoteRef/>
      </w:r>
      <w:r w:rsidRPr="00172B07">
        <w:rPr>
          <w:rFonts w:ascii="Times New Roman" w:hAnsi="Times New Roman"/>
        </w:rPr>
        <w:t xml:space="preserve"> Вж. </w:t>
      </w:r>
      <w:proofErr w:type="spellStart"/>
      <w:r w:rsidRPr="00172B07">
        <w:rPr>
          <w:rFonts w:ascii="Times New Roman" w:hAnsi="Times New Roman"/>
        </w:rPr>
        <w:t>опредлението</w:t>
      </w:r>
      <w:proofErr w:type="spellEnd"/>
      <w:r w:rsidRPr="00172B07">
        <w:rPr>
          <w:rFonts w:ascii="Times New Roman" w:hAnsi="Times New Roman"/>
        </w:rPr>
        <w:t xml:space="preserve"> за „изпълнител на услуга“ съгласно Използвани съкращения и основни определения (Приложение 8) от Условията за кандидатстване</w:t>
      </w:r>
    </w:p>
  </w:footnote>
  <w:footnote w:id="4">
    <w:p w14:paraId="6F4C659E" w14:textId="77777777" w:rsidR="00685372" w:rsidRPr="00685372" w:rsidRDefault="00685372" w:rsidP="00685372">
      <w:pPr>
        <w:pStyle w:val="FootnoteText"/>
        <w:jc w:val="both"/>
        <w:rPr>
          <w:rFonts w:ascii="Times New Roman" w:hAnsi="Times New Roman"/>
        </w:rPr>
      </w:pPr>
      <w:r w:rsidRPr="00685372">
        <w:rPr>
          <w:rStyle w:val="FootnoteReference"/>
          <w:rFonts w:ascii="Times New Roman" w:hAnsi="Times New Roman"/>
        </w:rPr>
        <w:footnoteRef/>
      </w:r>
      <w:r w:rsidRPr="00685372">
        <w:rPr>
          <w:rFonts w:ascii="Times New Roman" w:hAnsi="Times New Roman"/>
        </w:rPr>
        <w:t xml:space="preserve"> Периодът от три години назад, считано от сключване на настоящия административен договор за предоставяне на безвъзмездна финансова помощ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insideH w:val="single" w:sz="4" w:space="0" w:color="auto"/>
      </w:tblBorders>
      <w:tblLook w:val="04A0" w:firstRow="1" w:lastRow="0" w:firstColumn="1" w:lastColumn="0" w:noHBand="0" w:noVBand="1"/>
    </w:tblPr>
    <w:tblGrid>
      <w:gridCol w:w="4401"/>
      <w:gridCol w:w="4669"/>
    </w:tblGrid>
    <w:tr w:rsidR="0022464C" w:rsidRPr="00934C1B" w14:paraId="190DCCEE" w14:textId="77777777" w:rsidTr="005F1C26">
      <w:tc>
        <w:tcPr>
          <w:tcW w:w="2426" w:type="pct"/>
          <w:shd w:val="clear" w:color="auto" w:fill="auto"/>
        </w:tcPr>
        <w:p w14:paraId="6B3B8A8B" w14:textId="77777777" w:rsidR="0022464C" w:rsidRPr="00934C1B" w:rsidRDefault="00232647" w:rsidP="0022464C">
          <w:pPr>
            <w:pStyle w:val="Header"/>
            <w:tabs>
              <w:tab w:val="clear" w:pos="4536"/>
              <w:tab w:val="clear" w:pos="9072"/>
              <w:tab w:val="left" w:pos="5828"/>
            </w:tabs>
          </w:pPr>
          <w:r>
            <w:rPr>
              <w:i/>
              <w:noProof/>
              <w:lang w:val="en-US"/>
            </w:rPr>
            <w:drawing>
              <wp:inline distT="0" distB="0" distL="0" distR="0" wp14:anchorId="52204E42" wp14:editId="3C67225A">
                <wp:extent cx="2047875" cy="466725"/>
                <wp:effectExtent l="0" t="0" r="0" b="0"/>
                <wp:docPr id="1" name="Picture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47875" cy="466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574" w:type="pct"/>
          <w:shd w:val="clear" w:color="auto" w:fill="auto"/>
        </w:tcPr>
        <w:p w14:paraId="663EFA1B" w14:textId="77777777" w:rsidR="0022464C" w:rsidRPr="00934C1B" w:rsidRDefault="00232647" w:rsidP="005F1C26">
          <w:pPr>
            <w:pStyle w:val="Header"/>
            <w:tabs>
              <w:tab w:val="clear" w:pos="4536"/>
              <w:tab w:val="clear" w:pos="9072"/>
              <w:tab w:val="left" w:pos="5828"/>
            </w:tabs>
            <w:jc w:val="right"/>
          </w:pPr>
          <w:r>
            <w:rPr>
              <w:noProof/>
              <w:lang w:val="en-US"/>
            </w:rPr>
            <w:drawing>
              <wp:inline distT="0" distB="0" distL="0" distR="0" wp14:anchorId="5B9DB182" wp14:editId="4BAFA7C2">
                <wp:extent cx="1685925" cy="466725"/>
                <wp:effectExtent l="0" t="0" r="0" b="0"/>
                <wp:docPr id="2" name="Picture 1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85925" cy="466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417B8840" w14:textId="77777777" w:rsidR="0022464C" w:rsidRDefault="00D01C3E">
    <w:pPr>
      <w:pStyle w:val="Header"/>
    </w:pPr>
    <w:r>
      <w:rPr>
        <w:noProof/>
        <w:lang w:eastAsia="bg-BG"/>
      </w:rPr>
      <w:pict w14:anchorId="2CC3AE05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71917142" o:spid="_x0000_s2054" type="#_x0000_t136" style="position:absolute;margin-left:0;margin-top:140.45pt;width:517.1pt;height:172.35pt;rotation:315;z-index:251658240;mso-position-horizontal-relative:text;mso-position-vertical-relative:text" o:allowincell="f" fillcolor="silver" stroked="f">
          <v:fill opacity=".5"/>
          <v:textpath style="font-family:&quot;Times New Roman&quot;;font-size:1pt" string="ПРОЕКТ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2E52FE"/>
    <w:multiLevelType w:val="hybridMultilevel"/>
    <w:tmpl w:val="39AE1386"/>
    <w:lvl w:ilvl="0" w:tplc="0402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 w15:restartNumberingAfterBreak="0">
    <w:nsid w:val="0DB9136D"/>
    <w:multiLevelType w:val="hybridMultilevel"/>
    <w:tmpl w:val="CDDE5014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7E2F79"/>
    <w:multiLevelType w:val="hybridMultilevel"/>
    <w:tmpl w:val="84F40BF0"/>
    <w:lvl w:ilvl="0" w:tplc="568EE366">
      <w:start w:val="1"/>
      <w:numFmt w:val="upperRoman"/>
      <w:lvlText w:val="%1."/>
      <w:lvlJc w:val="right"/>
      <w:pPr>
        <w:ind w:left="72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CC038D"/>
    <w:multiLevelType w:val="hybridMultilevel"/>
    <w:tmpl w:val="E88E1C20"/>
    <w:lvl w:ilvl="0" w:tplc="0402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51520D7B"/>
    <w:multiLevelType w:val="hybridMultilevel"/>
    <w:tmpl w:val="91D8B1C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AA95193"/>
    <w:multiLevelType w:val="hybridMultilevel"/>
    <w:tmpl w:val="158E45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2674E39"/>
    <w:multiLevelType w:val="multilevel"/>
    <w:tmpl w:val="E94E1484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hint="default"/>
        <w:b w:val="0"/>
        <w:i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  <w:b/>
      </w:rPr>
    </w:lvl>
  </w:abstractNum>
  <w:abstractNum w:abstractNumId="7" w15:restartNumberingAfterBreak="0">
    <w:nsid w:val="684738E4"/>
    <w:multiLevelType w:val="hybridMultilevel"/>
    <w:tmpl w:val="4C18CD5E"/>
    <w:lvl w:ilvl="0" w:tplc="6F64D2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A271B0F"/>
    <w:multiLevelType w:val="hybridMultilevel"/>
    <w:tmpl w:val="B9849596"/>
    <w:lvl w:ilvl="0" w:tplc="21ECC694">
      <w:start w:val="2"/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 w15:restartNumberingAfterBreak="0">
    <w:nsid w:val="77460C8B"/>
    <w:multiLevelType w:val="hybridMultilevel"/>
    <w:tmpl w:val="EB445608"/>
    <w:lvl w:ilvl="0" w:tplc="ADCACD30">
      <w:start w:val="1"/>
      <w:numFmt w:val="bullet"/>
      <w:lvlText w:val="−"/>
      <w:lvlJc w:val="left"/>
      <w:pPr>
        <w:ind w:left="708" w:hanging="360"/>
      </w:pPr>
      <w:rPr>
        <w:rFonts w:ascii="Calibri" w:hAnsi="Calibri" w:hint="default"/>
      </w:rPr>
    </w:lvl>
    <w:lvl w:ilvl="1" w:tplc="04020003" w:tentative="1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4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6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8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0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2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4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68" w:hanging="360"/>
      </w:pPr>
      <w:rPr>
        <w:rFonts w:ascii="Wingdings" w:hAnsi="Wingdings" w:hint="default"/>
      </w:rPr>
    </w:lvl>
  </w:abstractNum>
  <w:abstractNum w:abstractNumId="10" w15:restartNumberingAfterBreak="0">
    <w:nsid w:val="7D2A04A9"/>
    <w:multiLevelType w:val="hybridMultilevel"/>
    <w:tmpl w:val="6FE0864E"/>
    <w:lvl w:ilvl="0" w:tplc="5482868E">
      <w:start w:val="4"/>
      <w:numFmt w:val="bullet"/>
      <w:lvlText w:val="–"/>
      <w:lvlJc w:val="left"/>
      <w:pPr>
        <w:tabs>
          <w:tab w:val="num" w:pos="840"/>
        </w:tabs>
        <w:ind w:left="840" w:hanging="360"/>
      </w:pPr>
      <w:rPr>
        <w:rFonts w:ascii="Times New Roman" w:eastAsia="Times New Roman" w:hAnsi="Times New Roman" w:cs="Times New Roman" w:hint="default"/>
      </w:rPr>
    </w:lvl>
    <w:lvl w:ilvl="1" w:tplc="04020003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11" w15:restartNumberingAfterBreak="0">
    <w:nsid w:val="7E525F08"/>
    <w:multiLevelType w:val="hybridMultilevel"/>
    <w:tmpl w:val="E0FEF8F8"/>
    <w:lvl w:ilvl="0" w:tplc="312E01E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E8501BA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7F176403"/>
    <w:multiLevelType w:val="multilevel"/>
    <w:tmpl w:val="44E68F5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8"/>
  </w:num>
  <w:num w:numId="5">
    <w:abstractNumId w:val="13"/>
  </w:num>
  <w:num w:numId="6">
    <w:abstractNumId w:val="10"/>
  </w:num>
  <w:num w:numId="7">
    <w:abstractNumId w:val="11"/>
  </w:num>
  <w:num w:numId="8">
    <w:abstractNumId w:val="4"/>
  </w:num>
  <w:num w:numId="9">
    <w:abstractNumId w:val="1"/>
  </w:num>
  <w:num w:numId="10">
    <w:abstractNumId w:val="12"/>
  </w:num>
  <w:num w:numId="11">
    <w:abstractNumId w:val="2"/>
  </w:num>
  <w:num w:numId="12">
    <w:abstractNumId w:val="5"/>
  </w:num>
  <w:num w:numId="13">
    <w:abstractNumId w:val="3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hideSpellingErrors/>
  <w:activeWritingStyle w:appName="MSWord" w:lang="ru-RU" w:vendorID="64" w:dllVersion="131078" w:nlCheck="1" w:checkStyle="0"/>
  <w:activeWritingStyle w:appName="MSWord" w:lang="en-US" w:vendorID="64" w:dllVersion="131078" w:nlCheck="1" w:checkStyle="0"/>
  <w:proofState w:spelling="clean" w:grammar="clean"/>
  <w:defaultTabStop w:val="708"/>
  <w:hyphenationZone w:val="425"/>
  <w:characterSpacingControl w:val="doNotCompress"/>
  <w:hdrShapeDefaults>
    <o:shapedefaults v:ext="edit" spidmax="2055"/>
    <o:shapelayout v:ext="edit">
      <o:idmap v:ext="edit" data="2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026E"/>
    <w:rsid w:val="00002CAA"/>
    <w:rsid w:val="00004209"/>
    <w:rsid w:val="00005A0E"/>
    <w:rsid w:val="00006FCB"/>
    <w:rsid w:val="00010F6E"/>
    <w:rsid w:val="0001107B"/>
    <w:rsid w:val="000116A4"/>
    <w:rsid w:val="00013DB5"/>
    <w:rsid w:val="00014A77"/>
    <w:rsid w:val="000207C0"/>
    <w:rsid w:val="000222AD"/>
    <w:rsid w:val="000239E8"/>
    <w:rsid w:val="0002481A"/>
    <w:rsid w:val="000249CD"/>
    <w:rsid w:val="00024E63"/>
    <w:rsid w:val="00030647"/>
    <w:rsid w:val="00031028"/>
    <w:rsid w:val="00032F20"/>
    <w:rsid w:val="0003345A"/>
    <w:rsid w:val="0003415E"/>
    <w:rsid w:val="000341AC"/>
    <w:rsid w:val="00034415"/>
    <w:rsid w:val="00035848"/>
    <w:rsid w:val="000365A7"/>
    <w:rsid w:val="000368D5"/>
    <w:rsid w:val="000379AA"/>
    <w:rsid w:val="0004186D"/>
    <w:rsid w:val="00042A77"/>
    <w:rsid w:val="00042C99"/>
    <w:rsid w:val="00043CBD"/>
    <w:rsid w:val="0004432F"/>
    <w:rsid w:val="00045048"/>
    <w:rsid w:val="00045585"/>
    <w:rsid w:val="000465D3"/>
    <w:rsid w:val="00046D7F"/>
    <w:rsid w:val="00047FE2"/>
    <w:rsid w:val="000521E5"/>
    <w:rsid w:val="00053B3B"/>
    <w:rsid w:val="00054EDA"/>
    <w:rsid w:val="00060AD5"/>
    <w:rsid w:val="00060F8A"/>
    <w:rsid w:val="00063E07"/>
    <w:rsid w:val="00063ED7"/>
    <w:rsid w:val="0006505F"/>
    <w:rsid w:val="00065424"/>
    <w:rsid w:val="00067984"/>
    <w:rsid w:val="00067B63"/>
    <w:rsid w:val="00071952"/>
    <w:rsid w:val="0007365B"/>
    <w:rsid w:val="0007372D"/>
    <w:rsid w:val="00074249"/>
    <w:rsid w:val="00076689"/>
    <w:rsid w:val="00082379"/>
    <w:rsid w:val="00087DF9"/>
    <w:rsid w:val="00091D42"/>
    <w:rsid w:val="00092996"/>
    <w:rsid w:val="000929C7"/>
    <w:rsid w:val="00095B51"/>
    <w:rsid w:val="000A6EEC"/>
    <w:rsid w:val="000A6F1B"/>
    <w:rsid w:val="000B0400"/>
    <w:rsid w:val="000B0BCA"/>
    <w:rsid w:val="000B2B8C"/>
    <w:rsid w:val="000B371D"/>
    <w:rsid w:val="000B49ED"/>
    <w:rsid w:val="000B5717"/>
    <w:rsid w:val="000C0F5B"/>
    <w:rsid w:val="000C49F6"/>
    <w:rsid w:val="000C4E97"/>
    <w:rsid w:val="000C608A"/>
    <w:rsid w:val="000C7780"/>
    <w:rsid w:val="000C78EA"/>
    <w:rsid w:val="000D0E0B"/>
    <w:rsid w:val="000D2E95"/>
    <w:rsid w:val="000D338A"/>
    <w:rsid w:val="000D4A95"/>
    <w:rsid w:val="000D57C1"/>
    <w:rsid w:val="000E1842"/>
    <w:rsid w:val="000E196C"/>
    <w:rsid w:val="000E3844"/>
    <w:rsid w:val="000E4223"/>
    <w:rsid w:val="000E7473"/>
    <w:rsid w:val="000F2132"/>
    <w:rsid w:val="001013B5"/>
    <w:rsid w:val="00102538"/>
    <w:rsid w:val="00104BA1"/>
    <w:rsid w:val="0010583C"/>
    <w:rsid w:val="001150A9"/>
    <w:rsid w:val="00117471"/>
    <w:rsid w:val="0012034B"/>
    <w:rsid w:val="0012062A"/>
    <w:rsid w:val="00123C46"/>
    <w:rsid w:val="00123E22"/>
    <w:rsid w:val="0012482A"/>
    <w:rsid w:val="001266E2"/>
    <w:rsid w:val="00127078"/>
    <w:rsid w:val="0012780A"/>
    <w:rsid w:val="00127FED"/>
    <w:rsid w:val="00130C87"/>
    <w:rsid w:val="001314EC"/>
    <w:rsid w:val="001323B1"/>
    <w:rsid w:val="0013300C"/>
    <w:rsid w:val="00135751"/>
    <w:rsid w:val="0013599A"/>
    <w:rsid w:val="00135DAA"/>
    <w:rsid w:val="00136BFF"/>
    <w:rsid w:val="00136E8A"/>
    <w:rsid w:val="001405D3"/>
    <w:rsid w:val="001440C6"/>
    <w:rsid w:val="00144493"/>
    <w:rsid w:val="00144558"/>
    <w:rsid w:val="00147F95"/>
    <w:rsid w:val="00150CED"/>
    <w:rsid w:val="0015204F"/>
    <w:rsid w:val="00154285"/>
    <w:rsid w:val="00154B71"/>
    <w:rsid w:val="00160A9E"/>
    <w:rsid w:val="0016173D"/>
    <w:rsid w:val="00161A6E"/>
    <w:rsid w:val="00163630"/>
    <w:rsid w:val="0016624A"/>
    <w:rsid w:val="00166B19"/>
    <w:rsid w:val="00166B97"/>
    <w:rsid w:val="00166BAE"/>
    <w:rsid w:val="001676E7"/>
    <w:rsid w:val="00167848"/>
    <w:rsid w:val="00170F5F"/>
    <w:rsid w:val="00171098"/>
    <w:rsid w:val="001729D0"/>
    <w:rsid w:val="00172B07"/>
    <w:rsid w:val="00172D04"/>
    <w:rsid w:val="00172E82"/>
    <w:rsid w:val="001755D2"/>
    <w:rsid w:val="00177624"/>
    <w:rsid w:val="001820BD"/>
    <w:rsid w:val="0018291D"/>
    <w:rsid w:val="001834D0"/>
    <w:rsid w:val="00184C39"/>
    <w:rsid w:val="00185A36"/>
    <w:rsid w:val="001911CA"/>
    <w:rsid w:val="00193C38"/>
    <w:rsid w:val="00194F73"/>
    <w:rsid w:val="00195B7D"/>
    <w:rsid w:val="00196290"/>
    <w:rsid w:val="001A14A5"/>
    <w:rsid w:val="001A14E3"/>
    <w:rsid w:val="001A189A"/>
    <w:rsid w:val="001A1BD3"/>
    <w:rsid w:val="001A2A2F"/>
    <w:rsid w:val="001A32A0"/>
    <w:rsid w:val="001A4989"/>
    <w:rsid w:val="001A5AAC"/>
    <w:rsid w:val="001B2144"/>
    <w:rsid w:val="001B53FB"/>
    <w:rsid w:val="001B761A"/>
    <w:rsid w:val="001C0712"/>
    <w:rsid w:val="001C0FF4"/>
    <w:rsid w:val="001C293A"/>
    <w:rsid w:val="001C351A"/>
    <w:rsid w:val="001C4DA9"/>
    <w:rsid w:val="001C5C8A"/>
    <w:rsid w:val="001C5FA9"/>
    <w:rsid w:val="001D0660"/>
    <w:rsid w:val="001D091A"/>
    <w:rsid w:val="001D1290"/>
    <w:rsid w:val="001D3FDE"/>
    <w:rsid w:val="001D5173"/>
    <w:rsid w:val="001D6A2C"/>
    <w:rsid w:val="001D7D8A"/>
    <w:rsid w:val="001E0E9C"/>
    <w:rsid w:val="001E167E"/>
    <w:rsid w:val="001E2768"/>
    <w:rsid w:val="001E56FB"/>
    <w:rsid w:val="001E5B5D"/>
    <w:rsid w:val="001E649B"/>
    <w:rsid w:val="001E74BC"/>
    <w:rsid w:val="001E77E8"/>
    <w:rsid w:val="001E7CF5"/>
    <w:rsid w:val="001F01DA"/>
    <w:rsid w:val="001F06DE"/>
    <w:rsid w:val="001F071C"/>
    <w:rsid w:val="001F0A7D"/>
    <w:rsid w:val="001F0D11"/>
    <w:rsid w:val="001F0FE4"/>
    <w:rsid w:val="001F4F09"/>
    <w:rsid w:val="001F5069"/>
    <w:rsid w:val="001F557F"/>
    <w:rsid w:val="001F779E"/>
    <w:rsid w:val="0020126A"/>
    <w:rsid w:val="00203D6C"/>
    <w:rsid w:val="00204483"/>
    <w:rsid w:val="00210BA2"/>
    <w:rsid w:val="00210BB0"/>
    <w:rsid w:val="00211828"/>
    <w:rsid w:val="00212489"/>
    <w:rsid w:val="0021286E"/>
    <w:rsid w:val="00214D8C"/>
    <w:rsid w:val="00216F08"/>
    <w:rsid w:val="00220F9D"/>
    <w:rsid w:val="002218CE"/>
    <w:rsid w:val="00223132"/>
    <w:rsid w:val="0022464C"/>
    <w:rsid w:val="0022579D"/>
    <w:rsid w:val="00226078"/>
    <w:rsid w:val="002269CB"/>
    <w:rsid w:val="00227965"/>
    <w:rsid w:val="00231ADB"/>
    <w:rsid w:val="00232647"/>
    <w:rsid w:val="00232B0E"/>
    <w:rsid w:val="00234908"/>
    <w:rsid w:val="00235E15"/>
    <w:rsid w:val="00235ED7"/>
    <w:rsid w:val="002418A6"/>
    <w:rsid w:val="002440E8"/>
    <w:rsid w:val="00245DA0"/>
    <w:rsid w:val="002471A0"/>
    <w:rsid w:val="00252974"/>
    <w:rsid w:val="00252DBA"/>
    <w:rsid w:val="002537AB"/>
    <w:rsid w:val="00253DE1"/>
    <w:rsid w:val="002544B3"/>
    <w:rsid w:val="00254637"/>
    <w:rsid w:val="00254F5E"/>
    <w:rsid w:val="002553B9"/>
    <w:rsid w:val="002555B4"/>
    <w:rsid w:val="002606B2"/>
    <w:rsid w:val="002610BF"/>
    <w:rsid w:val="00262438"/>
    <w:rsid w:val="00264CB3"/>
    <w:rsid w:val="00266D3F"/>
    <w:rsid w:val="00270DB2"/>
    <w:rsid w:val="002718A4"/>
    <w:rsid w:val="00271AB1"/>
    <w:rsid w:val="00272925"/>
    <w:rsid w:val="00275A57"/>
    <w:rsid w:val="002822F6"/>
    <w:rsid w:val="002834DE"/>
    <w:rsid w:val="002842B6"/>
    <w:rsid w:val="0028551E"/>
    <w:rsid w:val="002855F9"/>
    <w:rsid w:val="00286C8D"/>
    <w:rsid w:val="00287439"/>
    <w:rsid w:val="00287A5F"/>
    <w:rsid w:val="002902E7"/>
    <w:rsid w:val="002915AE"/>
    <w:rsid w:val="0029245A"/>
    <w:rsid w:val="0029340D"/>
    <w:rsid w:val="0029344F"/>
    <w:rsid w:val="0029421E"/>
    <w:rsid w:val="00295D3E"/>
    <w:rsid w:val="002972D7"/>
    <w:rsid w:val="0029761D"/>
    <w:rsid w:val="00297D46"/>
    <w:rsid w:val="002A3471"/>
    <w:rsid w:val="002A3D02"/>
    <w:rsid w:val="002A3E0C"/>
    <w:rsid w:val="002A5EA7"/>
    <w:rsid w:val="002A74CF"/>
    <w:rsid w:val="002B048B"/>
    <w:rsid w:val="002B1ECA"/>
    <w:rsid w:val="002B3B38"/>
    <w:rsid w:val="002B6FB4"/>
    <w:rsid w:val="002B73A9"/>
    <w:rsid w:val="002B7B99"/>
    <w:rsid w:val="002B7D66"/>
    <w:rsid w:val="002C0A46"/>
    <w:rsid w:val="002C2491"/>
    <w:rsid w:val="002C2898"/>
    <w:rsid w:val="002C2986"/>
    <w:rsid w:val="002C2DE5"/>
    <w:rsid w:val="002C39BC"/>
    <w:rsid w:val="002C3C24"/>
    <w:rsid w:val="002C5E60"/>
    <w:rsid w:val="002D547F"/>
    <w:rsid w:val="002D6364"/>
    <w:rsid w:val="002D6998"/>
    <w:rsid w:val="002D6A27"/>
    <w:rsid w:val="002E0130"/>
    <w:rsid w:val="002E1BDE"/>
    <w:rsid w:val="002F1FA9"/>
    <w:rsid w:val="002F2148"/>
    <w:rsid w:val="002F2F1E"/>
    <w:rsid w:val="002F4606"/>
    <w:rsid w:val="002F5650"/>
    <w:rsid w:val="002F5687"/>
    <w:rsid w:val="002F6216"/>
    <w:rsid w:val="002F7DFA"/>
    <w:rsid w:val="00300367"/>
    <w:rsid w:val="00300B30"/>
    <w:rsid w:val="00300F2F"/>
    <w:rsid w:val="00302A94"/>
    <w:rsid w:val="00302D6E"/>
    <w:rsid w:val="00303FBF"/>
    <w:rsid w:val="003046FC"/>
    <w:rsid w:val="00304E4B"/>
    <w:rsid w:val="00306016"/>
    <w:rsid w:val="00306059"/>
    <w:rsid w:val="003102BA"/>
    <w:rsid w:val="00311E50"/>
    <w:rsid w:val="00312B1A"/>
    <w:rsid w:val="00312D21"/>
    <w:rsid w:val="0031375B"/>
    <w:rsid w:val="003148C2"/>
    <w:rsid w:val="00317A23"/>
    <w:rsid w:val="00320057"/>
    <w:rsid w:val="0032009A"/>
    <w:rsid w:val="00320311"/>
    <w:rsid w:val="0032598E"/>
    <w:rsid w:val="00327F2A"/>
    <w:rsid w:val="0033004A"/>
    <w:rsid w:val="00332AC6"/>
    <w:rsid w:val="00333F5C"/>
    <w:rsid w:val="00335AF7"/>
    <w:rsid w:val="0033636D"/>
    <w:rsid w:val="00342CE4"/>
    <w:rsid w:val="00342D73"/>
    <w:rsid w:val="00344B6C"/>
    <w:rsid w:val="00346F16"/>
    <w:rsid w:val="0034701F"/>
    <w:rsid w:val="003527E7"/>
    <w:rsid w:val="00352C91"/>
    <w:rsid w:val="0036092C"/>
    <w:rsid w:val="00364066"/>
    <w:rsid w:val="003640BE"/>
    <w:rsid w:val="00365801"/>
    <w:rsid w:val="00365E3F"/>
    <w:rsid w:val="00366BCA"/>
    <w:rsid w:val="00367A0F"/>
    <w:rsid w:val="00367C72"/>
    <w:rsid w:val="00372453"/>
    <w:rsid w:val="00372DAD"/>
    <w:rsid w:val="0037445D"/>
    <w:rsid w:val="003753E8"/>
    <w:rsid w:val="00380CD5"/>
    <w:rsid w:val="003823B7"/>
    <w:rsid w:val="003831DB"/>
    <w:rsid w:val="0038421C"/>
    <w:rsid w:val="00384594"/>
    <w:rsid w:val="00384743"/>
    <w:rsid w:val="00384D99"/>
    <w:rsid w:val="00390DCD"/>
    <w:rsid w:val="00390EAD"/>
    <w:rsid w:val="00391A92"/>
    <w:rsid w:val="00392044"/>
    <w:rsid w:val="003955CF"/>
    <w:rsid w:val="003964F4"/>
    <w:rsid w:val="00396ED9"/>
    <w:rsid w:val="003A114F"/>
    <w:rsid w:val="003A2411"/>
    <w:rsid w:val="003A25D0"/>
    <w:rsid w:val="003A50B0"/>
    <w:rsid w:val="003A64E4"/>
    <w:rsid w:val="003A734A"/>
    <w:rsid w:val="003B0B4D"/>
    <w:rsid w:val="003B32E8"/>
    <w:rsid w:val="003B3F74"/>
    <w:rsid w:val="003B5B79"/>
    <w:rsid w:val="003B7462"/>
    <w:rsid w:val="003C1FC7"/>
    <w:rsid w:val="003C39F9"/>
    <w:rsid w:val="003C427E"/>
    <w:rsid w:val="003C6A41"/>
    <w:rsid w:val="003C7497"/>
    <w:rsid w:val="003D0B46"/>
    <w:rsid w:val="003D186B"/>
    <w:rsid w:val="003D22A7"/>
    <w:rsid w:val="003D30C7"/>
    <w:rsid w:val="003D4BB1"/>
    <w:rsid w:val="003D711E"/>
    <w:rsid w:val="003E036C"/>
    <w:rsid w:val="003E0ECA"/>
    <w:rsid w:val="003E2880"/>
    <w:rsid w:val="003E450B"/>
    <w:rsid w:val="003E587D"/>
    <w:rsid w:val="003E6D69"/>
    <w:rsid w:val="003F26E8"/>
    <w:rsid w:val="003F3625"/>
    <w:rsid w:val="003F3EEF"/>
    <w:rsid w:val="003F523A"/>
    <w:rsid w:val="003F5F0F"/>
    <w:rsid w:val="003F7AC4"/>
    <w:rsid w:val="004023B1"/>
    <w:rsid w:val="004038BB"/>
    <w:rsid w:val="0040434F"/>
    <w:rsid w:val="0040483E"/>
    <w:rsid w:val="00406713"/>
    <w:rsid w:val="00407233"/>
    <w:rsid w:val="004105B9"/>
    <w:rsid w:val="00412E0A"/>
    <w:rsid w:val="00415973"/>
    <w:rsid w:val="004214C8"/>
    <w:rsid w:val="00421A5D"/>
    <w:rsid w:val="00424D5B"/>
    <w:rsid w:val="00425332"/>
    <w:rsid w:val="00426CB1"/>
    <w:rsid w:val="0042758C"/>
    <w:rsid w:val="00430493"/>
    <w:rsid w:val="004304A7"/>
    <w:rsid w:val="004339B4"/>
    <w:rsid w:val="00435645"/>
    <w:rsid w:val="0043628A"/>
    <w:rsid w:val="004403EE"/>
    <w:rsid w:val="004409E3"/>
    <w:rsid w:val="0044439B"/>
    <w:rsid w:val="004446B6"/>
    <w:rsid w:val="0045255E"/>
    <w:rsid w:val="0045412E"/>
    <w:rsid w:val="00454506"/>
    <w:rsid w:val="00454844"/>
    <w:rsid w:val="004557F4"/>
    <w:rsid w:val="004577DE"/>
    <w:rsid w:val="00457F90"/>
    <w:rsid w:val="00463028"/>
    <w:rsid w:val="00463785"/>
    <w:rsid w:val="00464DD0"/>
    <w:rsid w:val="00466E41"/>
    <w:rsid w:val="00470C51"/>
    <w:rsid w:val="00470C78"/>
    <w:rsid w:val="00472044"/>
    <w:rsid w:val="00472397"/>
    <w:rsid w:val="004725D8"/>
    <w:rsid w:val="00472B8F"/>
    <w:rsid w:val="00473AA1"/>
    <w:rsid w:val="00476D01"/>
    <w:rsid w:val="00481141"/>
    <w:rsid w:val="0048448B"/>
    <w:rsid w:val="00485F3A"/>
    <w:rsid w:val="00486D48"/>
    <w:rsid w:val="004879A4"/>
    <w:rsid w:val="004904E3"/>
    <w:rsid w:val="00493777"/>
    <w:rsid w:val="00494DC8"/>
    <w:rsid w:val="0049540A"/>
    <w:rsid w:val="004967EE"/>
    <w:rsid w:val="004A1F3D"/>
    <w:rsid w:val="004A4241"/>
    <w:rsid w:val="004B244F"/>
    <w:rsid w:val="004B2B8E"/>
    <w:rsid w:val="004B3CF6"/>
    <w:rsid w:val="004B4EF3"/>
    <w:rsid w:val="004B5BFE"/>
    <w:rsid w:val="004C1F28"/>
    <w:rsid w:val="004C73E0"/>
    <w:rsid w:val="004C7C0E"/>
    <w:rsid w:val="004C7CCE"/>
    <w:rsid w:val="004D22D8"/>
    <w:rsid w:val="004D269C"/>
    <w:rsid w:val="004D5A71"/>
    <w:rsid w:val="004D7879"/>
    <w:rsid w:val="004D7EEC"/>
    <w:rsid w:val="004E1212"/>
    <w:rsid w:val="004E1C3B"/>
    <w:rsid w:val="004E32D1"/>
    <w:rsid w:val="004E630E"/>
    <w:rsid w:val="004E69E5"/>
    <w:rsid w:val="004F20A0"/>
    <w:rsid w:val="004F294D"/>
    <w:rsid w:val="004F2F98"/>
    <w:rsid w:val="004F3529"/>
    <w:rsid w:val="004F35A4"/>
    <w:rsid w:val="004F45E4"/>
    <w:rsid w:val="00501FB3"/>
    <w:rsid w:val="00505ADA"/>
    <w:rsid w:val="00507EA0"/>
    <w:rsid w:val="005102E9"/>
    <w:rsid w:val="005109D7"/>
    <w:rsid w:val="00512B80"/>
    <w:rsid w:val="00512E23"/>
    <w:rsid w:val="00514C50"/>
    <w:rsid w:val="00523B44"/>
    <w:rsid w:val="00526D4D"/>
    <w:rsid w:val="0053113E"/>
    <w:rsid w:val="00535ACE"/>
    <w:rsid w:val="00537900"/>
    <w:rsid w:val="005404C7"/>
    <w:rsid w:val="00540743"/>
    <w:rsid w:val="00542660"/>
    <w:rsid w:val="00542753"/>
    <w:rsid w:val="0054720F"/>
    <w:rsid w:val="00547FA6"/>
    <w:rsid w:val="0055196B"/>
    <w:rsid w:val="005532C0"/>
    <w:rsid w:val="0055392D"/>
    <w:rsid w:val="00553E59"/>
    <w:rsid w:val="00554639"/>
    <w:rsid w:val="005605A3"/>
    <w:rsid w:val="00560A32"/>
    <w:rsid w:val="005613BA"/>
    <w:rsid w:val="00562437"/>
    <w:rsid w:val="00572CFA"/>
    <w:rsid w:val="0057650A"/>
    <w:rsid w:val="005775C1"/>
    <w:rsid w:val="00577E10"/>
    <w:rsid w:val="00581550"/>
    <w:rsid w:val="00582C63"/>
    <w:rsid w:val="00583E92"/>
    <w:rsid w:val="00584950"/>
    <w:rsid w:val="00584F8F"/>
    <w:rsid w:val="00585A1B"/>
    <w:rsid w:val="005869E7"/>
    <w:rsid w:val="00586EC7"/>
    <w:rsid w:val="00587B12"/>
    <w:rsid w:val="00591B06"/>
    <w:rsid w:val="0059263C"/>
    <w:rsid w:val="005940AD"/>
    <w:rsid w:val="0059716F"/>
    <w:rsid w:val="00597826"/>
    <w:rsid w:val="005A07BC"/>
    <w:rsid w:val="005A3A4B"/>
    <w:rsid w:val="005A6145"/>
    <w:rsid w:val="005A7BA9"/>
    <w:rsid w:val="005B0076"/>
    <w:rsid w:val="005B0430"/>
    <w:rsid w:val="005B0F0D"/>
    <w:rsid w:val="005B144E"/>
    <w:rsid w:val="005B2C73"/>
    <w:rsid w:val="005B3211"/>
    <w:rsid w:val="005B5348"/>
    <w:rsid w:val="005B76BC"/>
    <w:rsid w:val="005C0505"/>
    <w:rsid w:val="005C0CA0"/>
    <w:rsid w:val="005C0D76"/>
    <w:rsid w:val="005C0FBE"/>
    <w:rsid w:val="005C1EBA"/>
    <w:rsid w:val="005C39C0"/>
    <w:rsid w:val="005C3D62"/>
    <w:rsid w:val="005C4292"/>
    <w:rsid w:val="005C43B5"/>
    <w:rsid w:val="005C5B71"/>
    <w:rsid w:val="005D25DA"/>
    <w:rsid w:val="005D2907"/>
    <w:rsid w:val="005E128B"/>
    <w:rsid w:val="005E1C3C"/>
    <w:rsid w:val="005E24EF"/>
    <w:rsid w:val="005E3C2C"/>
    <w:rsid w:val="005E539D"/>
    <w:rsid w:val="005E5840"/>
    <w:rsid w:val="005E6C59"/>
    <w:rsid w:val="005F1C26"/>
    <w:rsid w:val="005F7B7F"/>
    <w:rsid w:val="00600FE3"/>
    <w:rsid w:val="00601C30"/>
    <w:rsid w:val="00604A93"/>
    <w:rsid w:val="00604C02"/>
    <w:rsid w:val="00605054"/>
    <w:rsid w:val="00606033"/>
    <w:rsid w:val="00606A22"/>
    <w:rsid w:val="00607CFE"/>
    <w:rsid w:val="00610002"/>
    <w:rsid w:val="00612420"/>
    <w:rsid w:val="006149E2"/>
    <w:rsid w:val="00616041"/>
    <w:rsid w:val="00616794"/>
    <w:rsid w:val="00620F8E"/>
    <w:rsid w:val="00622BF7"/>
    <w:rsid w:val="00623760"/>
    <w:rsid w:val="00623BA8"/>
    <w:rsid w:val="00627687"/>
    <w:rsid w:val="00630185"/>
    <w:rsid w:val="0063026E"/>
    <w:rsid w:val="00630FDC"/>
    <w:rsid w:val="006310E8"/>
    <w:rsid w:val="00634C98"/>
    <w:rsid w:val="00637468"/>
    <w:rsid w:val="006400A6"/>
    <w:rsid w:val="00641239"/>
    <w:rsid w:val="006414FB"/>
    <w:rsid w:val="00651F0F"/>
    <w:rsid w:val="006544C4"/>
    <w:rsid w:val="0065459B"/>
    <w:rsid w:val="00655D79"/>
    <w:rsid w:val="0065606D"/>
    <w:rsid w:val="006574E4"/>
    <w:rsid w:val="00660788"/>
    <w:rsid w:val="00660875"/>
    <w:rsid w:val="00661648"/>
    <w:rsid w:val="00661F09"/>
    <w:rsid w:val="0066669D"/>
    <w:rsid w:val="00667D38"/>
    <w:rsid w:val="00670163"/>
    <w:rsid w:val="006703AE"/>
    <w:rsid w:val="00670595"/>
    <w:rsid w:val="006719D8"/>
    <w:rsid w:val="0067241D"/>
    <w:rsid w:val="00673930"/>
    <w:rsid w:val="00673EAA"/>
    <w:rsid w:val="00674390"/>
    <w:rsid w:val="00675C89"/>
    <w:rsid w:val="006801F3"/>
    <w:rsid w:val="006811F1"/>
    <w:rsid w:val="0068137E"/>
    <w:rsid w:val="00682998"/>
    <w:rsid w:val="0068434D"/>
    <w:rsid w:val="00685372"/>
    <w:rsid w:val="00685E74"/>
    <w:rsid w:val="0068782D"/>
    <w:rsid w:val="00691F90"/>
    <w:rsid w:val="00693445"/>
    <w:rsid w:val="006938AB"/>
    <w:rsid w:val="006A05A9"/>
    <w:rsid w:val="006A0A32"/>
    <w:rsid w:val="006A0FD9"/>
    <w:rsid w:val="006A15DC"/>
    <w:rsid w:val="006A4FD2"/>
    <w:rsid w:val="006A654A"/>
    <w:rsid w:val="006A7A35"/>
    <w:rsid w:val="006B1E6A"/>
    <w:rsid w:val="006B5439"/>
    <w:rsid w:val="006B66D3"/>
    <w:rsid w:val="006C01A7"/>
    <w:rsid w:val="006C05F8"/>
    <w:rsid w:val="006C3F1E"/>
    <w:rsid w:val="006C5BA6"/>
    <w:rsid w:val="006C7EF3"/>
    <w:rsid w:val="006D3C8C"/>
    <w:rsid w:val="006D5FAE"/>
    <w:rsid w:val="006D7177"/>
    <w:rsid w:val="006D7538"/>
    <w:rsid w:val="006E15E5"/>
    <w:rsid w:val="006E2941"/>
    <w:rsid w:val="006E2C9F"/>
    <w:rsid w:val="006E31F8"/>
    <w:rsid w:val="006E35E6"/>
    <w:rsid w:val="006E4592"/>
    <w:rsid w:val="006E515A"/>
    <w:rsid w:val="006F03C7"/>
    <w:rsid w:val="006F0CC3"/>
    <w:rsid w:val="006F1E5A"/>
    <w:rsid w:val="006F2186"/>
    <w:rsid w:val="006F2258"/>
    <w:rsid w:val="006F2BA8"/>
    <w:rsid w:val="006F44F3"/>
    <w:rsid w:val="006F6AE0"/>
    <w:rsid w:val="00701267"/>
    <w:rsid w:val="0070432D"/>
    <w:rsid w:val="00705F22"/>
    <w:rsid w:val="00706878"/>
    <w:rsid w:val="007108F7"/>
    <w:rsid w:val="00710B88"/>
    <w:rsid w:val="007110B5"/>
    <w:rsid w:val="00712657"/>
    <w:rsid w:val="0071271A"/>
    <w:rsid w:val="00712803"/>
    <w:rsid w:val="00712B4A"/>
    <w:rsid w:val="00712FF8"/>
    <w:rsid w:val="00713AC6"/>
    <w:rsid w:val="00716137"/>
    <w:rsid w:val="00717B53"/>
    <w:rsid w:val="007223D9"/>
    <w:rsid w:val="00722C77"/>
    <w:rsid w:val="00723174"/>
    <w:rsid w:val="00724578"/>
    <w:rsid w:val="00730359"/>
    <w:rsid w:val="0073039F"/>
    <w:rsid w:val="00730BFB"/>
    <w:rsid w:val="00730F4B"/>
    <w:rsid w:val="00731543"/>
    <w:rsid w:val="00731E19"/>
    <w:rsid w:val="00733115"/>
    <w:rsid w:val="00734B7F"/>
    <w:rsid w:val="00734E7F"/>
    <w:rsid w:val="007357C5"/>
    <w:rsid w:val="00736613"/>
    <w:rsid w:val="00737E9B"/>
    <w:rsid w:val="00740618"/>
    <w:rsid w:val="00740E8F"/>
    <w:rsid w:val="00741749"/>
    <w:rsid w:val="0074212E"/>
    <w:rsid w:val="00745384"/>
    <w:rsid w:val="00746035"/>
    <w:rsid w:val="00750482"/>
    <w:rsid w:val="007512FD"/>
    <w:rsid w:val="00751DDF"/>
    <w:rsid w:val="00753DC8"/>
    <w:rsid w:val="00755D1A"/>
    <w:rsid w:val="00757A55"/>
    <w:rsid w:val="007615AF"/>
    <w:rsid w:val="00761840"/>
    <w:rsid w:val="007623D1"/>
    <w:rsid w:val="00763479"/>
    <w:rsid w:val="007654F4"/>
    <w:rsid w:val="00765F63"/>
    <w:rsid w:val="00766D2B"/>
    <w:rsid w:val="00767533"/>
    <w:rsid w:val="00770597"/>
    <w:rsid w:val="0077229C"/>
    <w:rsid w:val="00772B53"/>
    <w:rsid w:val="00773823"/>
    <w:rsid w:val="00773DAC"/>
    <w:rsid w:val="00775EBC"/>
    <w:rsid w:val="007768E0"/>
    <w:rsid w:val="00777328"/>
    <w:rsid w:val="0078105E"/>
    <w:rsid w:val="0078179B"/>
    <w:rsid w:val="00781D51"/>
    <w:rsid w:val="00782AFF"/>
    <w:rsid w:val="00782C3C"/>
    <w:rsid w:val="0078430D"/>
    <w:rsid w:val="007851D1"/>
    <w:rsid w:val="00786847"/>
    <w:rsid w:val="00787E03"/>
    <w:rsid w:val="00790BAD"/>
    <w:rsid w:val="00792D65"/>
    <w:rsid w:val="007A008C"/>
    <w:rsid w:val="007A3643"/>
    <w:rsid w:val="007A4E55"/>
    <w:rsid w:val="007A74A1"/>
    <w:rsid w:val="007B28F3"/>
    <w:rsid w:val="007B2F77"/>
    <w:rsid w:val="007B34D7"/>
    <w:rsid w:val="007B4473"/>
    <w:rsid w:val="007B6017"/>
    <w:rsid w:val="007B641A"/>
    <w:rsid w:val="007C14CA"/>
    <w:rsid w:val="007C1B8A"/>
    <w:rsid w:val="007C227E"/>
    <w:rsid w:val="007C2405"/>
    <w:rsid w:val="007C2560"/>
    <w:rsid w:val="007C2D0A"/>
    <w:rsid w:val="007C35FA"/>
    <w:rsid w:val="007C4312"/>
    <w:rsid w:val="007C6242"/>
    <w:rsid w:val="007D6B6E"/>
    <w:rsid w:val="007D7B5D"/>
    <w:rsid w:val="007E0093"/>
    <w:rsid w:val="007E173F"/>
    <w:rsid w:val="007E40E9"/>
    <w:rsid w:val="007E472C"/>
    <w:rsid w:val="007E4A13"/>
    <w:rsid w:val="007E4C8B"/>
    <w:rsid w:val="007E6714"/>
    <w:rsid w:val="007E78C0"/>
    <w:rsid w:val="007F03F8"/>
    <w:rsid w:val="007F4A59"/>
    <w:rsid w:val="007F7B8A"/>
    <w:rsid w:val="008009E5"/>
    <w:rsid w:val="0080266E"/>
    <w:rsid w:val="00804CCB"/>
    <w:rsid w:val="00807B15"/>
    <w:rsid w:val="00810506"/>
    <w:rsid w:val="00811877"/>
    <w:rsid w:val="0081541B"/>
    <w:rsid w:val="008159A7"/>
    <w:rsid w:val="00821E5D"/>
    <w:rsid w:val="0082585B"/>
    <w:rsid w:val="008266C2"/>
    <w:rsid w:val="00830307"/>
    <w:rsid w:val="008326FD"/>
    <w:rsid w:val="008334EE"/>
    <w:rsid w:val="00835A48"/>
    <w:rsid w:val="00836375"/>
    <w:rsid w:val="008404F1"/>
    <w:rsid w:val="00843464"/>
    <w:rsid w:val="00844859"/>
    <w:rsid w:val="008508C3"/>
    <w:rsid w:val="00852FCE"/>
    <w:rsid w:val="00854B99"/>
    <w:rsid w:val="00855122"/>
    <w:rsid w:val="008551A0"/>
    <w:rsid w:val="0085605E"/>
    <w:rsid w:val="0085626C"/>
    <w:rsid w:val="00864542"/>
    <w:rsid w:val="008647DD"/>
    <w:rsid w:val="008650FC"/>
    <w:rsid w:val="008675A8"/>
    <w:rsid w:val="00870188"/>
    <w:rsid w:val="008703B4"/>
    <w:rsid w:val="008713DA"/>
    <w:rsid w:val="0087155C"/>
    <w:rsid w:val="00872113"/>
    <w:rsid w:val="00873797"/>
    <w:rsid w:val="00874D12"/>
    <w:rsid w:val="00875344"/>
    <w:rsid w:val="00875408"/>
    <w:rsid w:val="0087644C"/>
    <w:rsid w:val="00876454"/>
    <w:rsid w:val="0087660D"/>
    <w:rsid w:val="008803ED"/>
    <w:rsid w:val="008840D4"/>
    <w:rsid w:val="0088474E"/>
    <w:rsid w:val="00885D67"/>
    <w:rsid w:val="00887780"/>
    <w:rsid w:val="008906C5"/>
    <w:rsid w:val="00891A2C"/>
    <w:rsid w:val="0089207C"/>
    <w:rsid w:val="00895190"/>
    <w:rsid w:val="008977B8"/>
    <w:rsid w:val="008A17B6"/>
    <w:rsid w:val="008A244E"/>
    <w:rsid w:val="008B225E"/>
    <w:rsid w:val="008B348D"/>
    <w:rsid w:val="008B3E20"/>
    <w:rsid w:val="008B540F"/>
    <w:rsid w:val="008C2BD0"/>
    <w:rsid w:val="008C506C"/>
    <w:rsid w:val="008C6821"/>
    <w:rsid w:val="008D125B"/>
    <w:rsid w:val="008D1326"/>
    <w:rsid w:val="008D1DB7"/>
    <w:rsid w:val="008D3E08"/>
    <w:rsid w:val="008D4804"/>
    <w:rsid w:val="008D4F1E"/>
    <w:rsid w:val="008D5570"/>
    <w:rsid w:val="008D5908"/>
    <w:rsid w:val="008D60FD"/>
    <w:rsid w:val="008D7FC3"/>
    <w:rsid w:val="008E0CAA"/>
    <w:rsid w:val="008E3675"/>
    <w:rsid w:val="008E4B0B"/>
    <w:rsid w:val="008E6203"/>
    <w:rsid w:val="008F0E86"/>
    <w:rsid w:val="008F2273"/>
    <w:rsid w:val="008F2C0F"/>
    <w:rsid w:val="008F4F25"/>
    <w:rsid w:val="008F6E1B"/>
    <w:rsid w:val="00902186"/>
    <w:rsid w:val="00902356"/>
    <w:rsid w:val="009026AE"/>
    <w:rsid w:val="0090274F"/>
    <w:rsid w:val="00903849"/>
    <w:rsid w:val="009111F2"/>
    <w:rsid w:val="0091272F"/>
    <w:rsid w:val="0091540C"/>
    <w:rsid w:val="00916105"/>
    <w:rsid w:val="00916B62"/>
    <w:rsid w:val="00923539"/>
    <w:rsid w:val="00927007"/>
    <w:rsid w:val="00927F67"/>
    <w:rsid w:val="00932630"/>
    <w:rsid w:val="0093288A"/>
    <w:rsid w:val="009373A7"/>
    <w:rsid w:val="00942039"/>
    <w:rsid w:val="009432C2"/>
    <w:rsid w:val="0094377F"/>
    <w:rsid w:val="009440DD"/>
    <w:rsid w:val="009444C4"/>
    <w:rsid w:val="00944B41"/>
    <w:rsid w:val="00951917"/>
    <w:rsid w:val="00951C34"/>
    <w:rsid w:val="00952DE3"/>
    <w:rsid w:val="009539F4"/>
    <w:rsid w:val="009549E3"/>
    <w:rsid w:val="00954B50"/>
    <w:rsid w:val="00955067"/>
    <w:rsid w:val="00957105"/>
    <w:rsid w:val="009609CB"/>
    <w:rsid w:val="00960BD9"/>
    <w:rsid w:val="0096145C"/>
    <w:rsid w:val="009625F8"/>
    <w:rsid w:val="00962672"/>
    <w:rsid w:val="0096296D"/>
    <w:rsid w:val="00962C39"/>
    <w:rsid w:val="009652C4"/>
    <w:rsid w:val="00965F1C"/>
    <w:rsid w:val="00966E3E"/>
    <w:rsid w:val="009676B4"/>
    <w:rsid w:val="009713D4"/>
    <w:rsid w:val="0097280C"/>
    <w:rsid w:val="00974773"/>
    <w:rsid w:val="00974F23"/>
    <w:rsid w:val="00980642"/>
    <w:rsid w:val="0098118F"/>
    <w:rsid w:val="00981319"/>
    <w:rsid w:val="00983B60"/>
    <w:rsid w:val="00986205"/>
    <w:rsid w:val="00986FE3"/>
    <w:rsid w:val="00992360"/>
    <w:rsid w:val="00993245"/>
    <w:rsid w:val="0099375E"/>
    <w:rsid w:val="00993BAA"/>
    <w:rsid w:val="0099558B"/>
    <w:rsid w:val="00997020"/>
    <w:rsid w:val="00997D79"/>
    <w:rsid w:val="00997F45"/>
    <w:rsid w:val="009A065D"/>
    <w:rsid w:val="009A0EC3"/>
    <w:rsid w:val="009A47AC"/>
    <w:rsid w:val="009A4DA9"/>
    <w:rsid w:val="009A6622"/>
    <w:rsid w:val="009A75DF"/>
    <w:rsid w:val="009A79AC"/>
    <w:rsid w:val="009A7C1B"/>
    <w:rsid w:val="009A7C71"/>
    <w:rsid w:val="009B0C16"/>
    <w:rsid w:val="009B24A1"/>
    <w:rsid w:val="009B417E"/>
    <w:rsid w:val="009B4D00"/>
    <w:rsid w:val="009B5E29"/>
    <w:rsid w:val="009B61A0"/>
    <w:rsid w:val="009B61FD"/>
    <w:rsid w:val="009B6304"/>
    <w:rsid w:val="009B6E08"/>
    <w:rsid w:val="009B7391"/>
    <w:rsid w:val="009C34F9"/>
    <w:rsid w:val="009C351C"/>
    <w:rsid w:val="009C3A8A"/>
    <w:rsid w:val="009C4CB8"/>
    <w:rsid w:val="009D0BEF"/>
    <w:rsid w:val="009D131F"/>
    <w:rsid w:val="009D15CD"/>
    <w:rsid w:val="009D281C"/>
    <w:rsid w:val="009D51EC"/>
    <w:rsid w:val="009D5924"/>
    <w:rsid w:val="009D5CC3"/>
    <w:rsid w:val="009E0DA7"/>
    <w:rsid w:val="009E1EB0"/>
    <w:rsid w:val="009E3B2A"/>
    <w:rsid w:val="009E3F8C"/>
    <w:rsid w:val="009E4AEE"/>
    <w:rsid w:val="009E65BF"/>
    <w:rsid w:val="009E763E"/>
    <w:rsid w:val="009F16A8"/>
    <w:rsid w:val="009F2AAB"/>
    <w:rsid w:val="009F33DC"/>
    <w:rsid w:val="009F5D7E"/>
    <w:rsid w:val="009F73F0"/>
    <w:rsid w:val="00A006B8"/>
    <w:rsid w:val="00A01C8B"/>
    <w:rsid w:val="00A03034"/>
    <w:rsid w:val="00A051A6"/>
    <w:rsid w:val="00A07FE1"/>
    <w:rsid w:val="00A101C1"/>
    <w:rsid w:val="00A10B43"/>
    <w:rsid w:val="00A1150D"/>
    <w:rsid w:val="00A116B3"/>
    <w:rsid w:val="00A11ECB"/>
    <w:rsid w:val="00A14C04"/>
    <w:rsid w:val="00A160E1"/>
    <w:rsid w:val="00A161CC"/>
    <w:rsid w:val="00A1693E"/>
    <w:rsid w:val="00A17C2B"/>
    <w:rsid w:val="00A219FB"/>
    <w:rsid w:val="00A252D9"/>
    <w:rsid w:val="00A25897"/>
    <w:rsid w:val="00A25EED"/>
    <w:rsid w:val="00A26CF3"/>
    <w:rsid w:val="00A31441"/>
    <w:rsid w:val="00A31EB9"/>
    <w:rsid w:val="00A33590"/>
    <w:rsid w:val="00A33620"/>
    <w:rsid w:val="00A3403E"/>
    <w:rsid w:val="00A34282"/>
    <w:rsid w:val="00A35198"/>
    <w:rsid w:val="00A36C40"/>
    <w:rsid w:val="00A373F7"/>
    <w:rsid w:val="00A37430"/>
    <w:rsid w:val="00A41034"/>
    <w:rsid w:val="00A42957"/>
    <w:rsid w:val="00A45A95"/>
    <w:rsid w:val="00A4612C"/>
    <w:rsid w:val="00A46227"/>
    <w:rsid w:val="00A46AD0"/>
    <w:rsid w:val="00A52110"/>
    <w:rsid w:val="00A549E0"/>
    <w:rsid w:val="00A55BC7"/>
    <w:rsid w:val="00A55C99"/>
    <w:rsid w:val="00A61555"/>
    <w:rsid w:val="00A61622"/>
    <w:rsid w:val="00A63E17"/>
    <w:rsid w:val="00A64378"/>
    <w:rsid w:val="00A6542A"/>
    <w:rsid w:val="00A6649B"/>
    <w:rsid w:val="00A7024A"/>
    <w:rsid w:val="00A715B5"/>
    <w:rsid w:val="00A7229B"/>
    <w:rsid w:val="00A732A3"/>
    <w:rsid w:val="00A739ED"/>
    <w:rsid w:val="00A73F0F"/>
    <w:rsid w:val="00A759A6"/>
    <w:rsid w:val="00A76F39"/>
    <w:rsid w:val="00A8003D"/>
    <w:rsid w:val="00A80F35"/>
    <w:rsid w:val="00A825E1"/>
    <w:rsid w:val="00A851CD"/>
    <w:rsid w:val="00A86FDD"/>
    <w:rsid w:val="00A8748E"/>
    <w:rsid w:val="00A9399D"/>
    <w:rsid w:val="00A93EDC"/>
    <w:rsid w:val="00A93FDA"/>
    <w:rsid w:val="00A94917"/>
    <w:rsid w:val="00A94A55"/>
    <w:rsid w:val="00A94E5C"/>
    <w:rsid w:val="00A951F1"/>
    <w:rsid w:val="00A9632C"/>
    <w:rsid w:val="00A967E8"/>
    <w:rsid w:val="00AA0255"/>
    <w:rsid w:val="00AA06A9"/>
    <w:rsid w:val="00AA6948"/>
    <w:rsid w:val="00AB143F"/>
    <w:rsid w:val="00AB2619"/>
    <w:rsid w:val="00AB55EC"/>
    <w:rsid w:val="00AB6B2F"/>
    <w:rsid w:val="00AB7181"/>
    <w:rsid w:val="00AC1F87"/>
    <w:rsid w:val="00AC23E0"/>
    <w:rsid w:val="00AC29C6"/>
    <w:rsid w:val="00AC39E2"/>
    <w:rsid w:val="00AC6DD8"/>
    <w:rsid w:val="00AD28F2"/>
    <w:rsid w:val="00AD41CA"/>
    <w:rsid w:val="00AD6483"/>
    <w:rsid w:val="00AD6CAD"/>
    <w:rsid w:val="00AE07BA"/>
    <w:rsid w:val="00AE1213"/>
    <w:rsid w:val="00AE17EE"/>
    <w:rsid w:val="00AE285F"/>
    <w:rsid w:val="00AE5C08"/>
    <w:rsid w:val="00AE7146"/>
    <w:rsid w:val="00AF1AE8"/>
    <w:rsid w:val="00AF615E"/>
    <w:rsid w:val="00B006C6"/>
    <w:rsid w:val="00B01C56"/>
    <w:rsid w:val="00B02122"/>
    <w:rsid w:val="00B02E97"/>
    <w:rsid w:val="00B03CA3"/>
    <w:rsid w:val="00B0459D"/>
    <w:rsid w:val="00B0653B"/>
    <w:rsid w:val="00B0729F"/>
    <w:rsid w:val="00B10762"/>
    <w:rsid w:val="00B12E6E"/>
    <w:rsid w:val="00B1399B"/>
    <w:rsid w:val="00B172C7"/>
    <w:rsid w:val="00B20488"/>
    <w:rsid w:val="00B208F6"/>
    <w:rsid w:val="00B21900"/>
    <w:rsid w:val="00B22A7E"/>
    <w:rsid w:val="00B22FA1"/>
    <w:rsid w:val="00B234F8"/>
    <w:rsid w:val="00B24130"/>
    <w:rsid w:val="00B24983"/>
    <w:rsid w:val="00B3018B"/>
    <w:rsid w:val="00B3092B"/>
    <w:rsid w:val="00B30F07"/>
    <w:rsid w:val="00B32EE5"/>
    <w:rsid w:val="00B335D7"/>
    <w:rsid w:val="00B34EE1"/>
    <w:rsid w:val="00B362AF"/>
    <w:rsid w:val="00B37DB1"/>
    <w:rsid w:val="00B40878"/>
    <w:rsid w:val="00B44CCC"/>
    <w:rsid w:val="00B44ED4"/>
    <w:rsid w:val="00B475AC"/>
    <w:rsid w:val="00B47A6E"/>
    <w:rsid w:val="00B55661"/>
    <w:rsid w:val="00B62408"/>
    <w:rsid w:val="00B646F7"/>
    <w:rsid w:val="00B64FE3"/>
    <w:rsid w:val="00B65154"/>
    <w:rsid w:val="00B66145"/>
    <w:rsid w:val="00B66365"/>
    <w:rsid w:val="00B66BB5"/>
    <w:rsid w:val="00B73D20"/>
    <w:rsid w:val="00B74FFF"/>
    <w:rsid w:val="00B7542B"/>
    <w:rsid w:val="00B75C15"/>
    <w:rsid w:val="00B75EC0"/>
    <w:rsid w:val="00B80844"/>
    <w:rsid w:val="00B82090"/>
    <w:rsid w:val="00B848D2"/>
    <w:rsid w:val="00B857B9"/>
    <w:rsid w:val="00B859DB"/>
    <w:rsid w:val="00B900E2"/>
    <w:rsid w:val="00B918F8"/>
    <w:rsid w:val="00B934AA"/>
    <w:rsid w:val="00B93C7B"/>
    <w:rsid w:val="00B94781"/>
    <w:rsid w:val="00B95483"/>
    <w:rsid w:val="00B95BED"/>
    <w:rsid w:val="00B96D10"/>
    <w:rsid w:val="00BA0F3D"/>
    <w:rsid w:val="00BA32C9"/>
    <w:rsid w:val="00BA5DF5"/>
    <w:rsid w:val="00BA6E99"/>
    <w:rsid w:val="00BA7C3D"/>
    <w:rsid w:val="00BB1245"/>
    <w:rsid w:val="00BB188F"/>
    <w:rsid w:val="00BB199B"/>
    <w:rsid w:val="00BB3E14"/>
    <w:rsid w:val="00BB56CB"/>
    <w:rsid w:val="00BC0E77"/>
    <w:rsid w:val="00BC1F16"/>
    <w:rsid w:val="00BC2EF3"/>
    <w:rsid w:val="00BC6321"/>
    <w:rsid w:val="00BC7DB8"/>
    <w:rsid w:val="00BD22FF"/>
    <w:rsid w:val="00BD2F31"/>
    <w:rsid w:val="00BD3392"/>
    <w:rsid w:val="00BD5186"/>
    <w:rsid w:val="00BD5C03"/>
    <w:rsid w:val="00BD7E77"/>
    <w:rsid w:val="00BF3197"/>
    <w:rsid w:val="00BF396B"/>
    <w:rsid w:val="00BF671A"/>
    <w:rsid w:val="00BF723F"/>
    <w:rsid w:val="00C012C6"/>
    <w:rsid w:val="00C032EF"/>
    <w:rsid w:val="00C066A5"/>
    <w:rsid w:val="00C06897"/>
    <w:rsid w:val="00C06D2B"/>
    <w:rsid w:val="00C07030"/>
    <w:rsid w:val="00C07CE2"/>
    <w:rsid w:val="00C1581A"/>
    <w:rsid w:val="00C159D3"/>
    <w:rsid w:val="00C166EB"/>
    <w:rsid w:val="00C16E38"/>
    <w:rsid w:val="00C179CF"/>
    <w:rsid w:val="00C204C1"/>
    <w:rsid w:val="00C21783"/>
    <w:rsid w:val="00C238EE"/>
    <w:rsid w:val="00C24C6F"/>
    <w:rsid w:val="00C264D7"/>
    <w:rsid w:val="00C273F3"/>
    <w:rsid w:val="00C30AE9"/>
    <w:rsid w:val="00C30B1C"/>
    <w:rsid w:val="00C330A1"/>
    <w:rsid w:val="00C33C6F"/>
    <w:rsid w:val="00C36520"/>
    <w:rsid w:val="00C365F4"/>
    <w:rsid w:val="00C410E8"/>
    <w:rsid w:val="00C41CA6"/>
    <w:rsid w:val="00C45D4C"/>
    <w:rsid w:val="00C46570"/>
    <w:rsid w:val="00C47A95"/>
    <w:rsid w:val="00C47EB1"/>
    <w:rsid w:val="00C5073E"/>
    <w:rsid w:val="00C51696"/>
    <w:rsid w:val="00C52085"/>
    <w:rsid w:val="00C5325C"/>
    <w:rsid w:val="00C544C7"/>
    <w:rsid w:val="00C553FA"/>
    <w:rsid w:val="00C5553A"/>
    <w:rsid w:val="00C55E58"/>
    <w:rsid w:val="00C615F6"/>
    <w:rsid w:val="00C61651"/>
    <w:rsid w:val="00C61B1E"/>
    <w:rsid w:val="00C627CB"/>
    <w:rsid w:val="00C62EFE"/>
    <w:rsid w:val="00C66BAC"/>
    <w:rsid w:val="00C6702E"/>
    <w:rsid w:val="00C7718D"/>
    <w:rsid w:val="00C7774C"/>
    <w:rsid w:val="00C8054B"/>
    <w:rsid w:val="00C82EA0"/>
    <w:rsid w:val="00C82F91"/>
    <w:rsid w:val="00C84C75"/>
    <w:rsid w:val="00C85DE1"/>
    <w:rsid w:val="00C8678E"/>
    <w:rsid w:val="00C902EF"/>
    <w:rsid w:val="00C92FC9"/>
    <w:rsid w:val="00C93252"/>
    <w:rsid w:val="00CA0AC7"/>
    <w:rsid w:val="00CA177B"/>
    <w:rsid w:val="00CA3B22"/>
    <w:rsid w:val="00CA4AEC"/>
    <w:rsid w:val="00CA4DAC"/>
    <w:rsid w:val="00CA5965"/>
    <w:rsid w:val="00CB1FF9"/>
    <w:rsid w:val="00CB217E"/>
    <w:rsid w:val="00CB3672"/>
    <w:rsid w:val="00CB3E9A"/>
    <w:rsid w:val="00CB4E45"/>
    <w:rsid w:val="00CC1ED7"/>
    <w:rsid w:val="00CC4E46"/>
    <w:rsid w:val="00CC7828"/>
    <w:rsid w:val="00CC7AD2"/>
    <w:rsid w:val="00CD28DE"/>
    <w:rsid w:val="00CD2B62"/>
    <w:rsid w:val="00CD393C"/>
    <w:rsid w:val="00CD3D44"/>
    <w:rsid w:val="00CD576A"/>
    <w:rsid w:val="00CD71E2"/>
    <w:rsid w:val="00CE2E9F"/>
    <w:rsid w:val="00CE2FF3"/>
    <w:rsid w:val="00CE3241"/>
    <w:rsid w:val="00CE5D0A"/>
    <w:rsid w:val="00CE70F4"/>
    <w:rsid w:val="00CF1441"/>
    <w:rsid w:val="00CF2834"/>
    <w:rsid w:val="00CF2A99"/>
    <w:rsid w:val="00CF6BEB"/>
    <w:rsid w:val="00CF6FF5"/>
    <w:rsid w:val="00CF7AB1"/>
    <w:rsid w:val="00D01AE3"/>
    <w:rsid w:val="00D01C3E"/>
    <w:rsid w:val="00D01CF1"/>
    <w:rsid w:val="00D0244A"/>
    <w:rsid w:val="00D02AC6"/>
    <w:rsid w:val="00D02E78"/>
    <w:rsid w:val="00D03E20"/>
    <w:rsid w:val="00D06C48"/>
    <w:rsid w:val="00D1024A"/>
    <w:rsid w:val="00D1075A"/>
    <w:rsid w:val="00D15C25"/>
    <w:rsid w:val="00D23D43"/>
    <w:rsid w:val="00D25058"/>
    <w:rsid w:val="00D27F52"/>
    <w:rsid w:val="00D326EF"/>
    <w:rsid w:val="00D33399"/>
    <w:rsid w:val="00D33F1F"/>
    <w:rsid w:val="00D40035"/>
    <w:rsid w:val="00D438BD"/>
    <w:rsid w:val="00D478C6"/>
    <w:rsid w:val="00D50AFA"/>
    <w:rsid w:val="00D54671"/>
    <w:rsid w:val="00D54855"/>
    <w:rsid w:val="00D55A7D"/>
    <w:rsid w:val="00D57274"/>
    <w:rsid w:val="00D60990"/>
    <w:rsid w:val="00D60A4B"/>
    <w:rsid w:val="00D61674"/>
    <w:rsid w:val="00D61FAB"/>
    <w:rsid w:val="00D63379"/>
    <w:rsid w:val="00D63751"/>
    <w:rsid w:val="00D64059"/>
    <w:rsid w:val="00D640D5"/>
    <w:rsid w:val="00D6554D"/>
    <w:rsid w:val="00D658EF"/>
    <w:rsid w:val="00D67C5F"/>
    <w:rsid w:val="00D67F53"/>
    <w:rsid w:val="00D706E9"/>
    <w:rsid w:val="00D707A0"/>
    <w:rsid w:val="00D7083B"/>
    <w:rsid w:val="00D70BAE"/>
    <w:rsid w:val="00D75F5C"/>
    <w:rsid w:val="00D76039"/>
    <w:rsid w:val="00D84967"/>
    <w:rsid w:val="00D87CA0"/>
    <w:rsid w:val="00D90A9C"/>
    <w:rsid w:val="00D96A74"/>
    <w:rsid w:val="00DA3038"/>
    <w:rsid w:val="00DA441A"/>
    <w:rsid w:val="00DA5046"/>
    <w:rsid w:val="00DA7725"/>
    <w:rsid w:val="00DB09E1"/>
    <w:rsid w:val="00DB0A8B"/>
    <w:rsid w:val="00DB0FBA"/>
    <w:rsid w:val="00DB742B"/>
    <w:rsid w:val="00DC0A44"/>
    <w:rsid w:val="00DC0D84"/>
    <w:rsid w:val="00DC2118"/>
    <w:rsid w:val="00DC2660"/>
    <w:rsid w:val="00DC2E23"/>
    <w:rsid w:val="00DC33D5"/>
    <w:rsid w:val="00DC4C93"/>
    <w:rsid w:val="00DC7960"/>
    <w:rsid w:val="00DC7EAB"/>
    <w:rsid w:val="00DD0740"/>
    <w:rsid w:val="00DD0EB1"/>
    <w:rsid w:val="00DD11FB"/>
    <w:rsid w:val="00DD5159"/>
    <w:rsid w:val="00DE04EB"/>
    <w:rsid w:val="00DE33F3"/>
    <w:rsid w:val="00DE3527"/>
    <w:rsid w:val="00DE35D9"/>
    <w:rsid w:val="00DE4E5A"/>
    <w:rsid w:val="00DE5772"/>
    <w:rsid w:val="00DE6E51"/>
    <w:rsid w:val="00DE6F6F"/>
    <w:rsid w:val="00DE7375"/>
    <w:rsid w:val="00DF0A21"/>
    <w:rsid w:val="00DF10EA"/>
    <w:rsid w:val="00DF2D3C"/>
    <w:rsid w:val="00DF31CD"/>
    <w:rsid w:val="00DF4C9C"/>
    <w:rsid w:val="00DF5062"/>
    <w:rsid w:val="00E010A4"/>
    <w:rsid w:val="00E022F5"/>
    <w:rsid w:val="00E03058"/>
    <w:rsid w:val="00E0315D"/>
    <w:rsid w:val="00E0430B"/>
    <w:rsid w:val="00E078D6"/>
    <w:rsid w:val="00E120E0"/>
    <w:rsid w:val="00E12980"/>
    <w:rsid w:val="00E13658"/>
    <w:rsid w:val="00E15783"/>
    <w:rsid w:val="00E218E6"/>
    <w:rsid w:val="00E2362A"/>
    <w:rsid w:val="00E238E4"/>
    <w:rsid w:val="00E24B3D"/>
    <w:rsid w:val="00E25426"/>
    <w:rsid w:val="00E279B3"/>
    <w:rsid w:val="00E27F2E"/>
    <w:rsid w:val="00E344E4"/>
    <w:rsid w:val="00E379C1"/>
    <w:rsid w:val="00E40384"/>
    <w:rsid w:val="00E405B8"/>
    <w:rsid w:val="00E438BA"/>
    <w:rsid w:val="00E44BCB"/>
    <w:rsid w:val="00E44C61"/>
    <w:rsid w:val="00E45970"/>
    <w:rsid w:val="00E46A78"/>
    <w:rsid w:val="00E5070A"/>
    <w:rsid w:val="00E560E6"/>
    <w:rsid w:val="00E57734"/>
    <w:rsid w:val="00E635D5"/>
    <w:rsid w:val="00E64EC9"/>
    <w:rsid w:val="00E6528D"/>
    <w:rsid w:val="00E663C2"/>
    <w:rsid w:val="00E72195"/>
    <w:rsid w:val="00E77BC8"/>
    <w:rsid w:val="00E809F7"/>
    <w:rsid w:val="00E80F71"/>
    <w:rsid w:val="00E8402D"/>
    <w:rsid w:val="00E84464"/>
    <w:rsid w:val="00E85935"/>
    <w:rsid w:val="00E87937"/>
    <w:rsid w:val="00E90EB8"/>
    <w:rsid w:val="00E917C0"/>
    <w:rsid w:val="00E939BE"/>
    <w:rsid w:val="00E9481C"/>
    <w:rsid w:val="00E956C3"/>
    <w:rsid w:val="00E9608F"/>
    <w:rsid w:val="00E962B2"/>
    <w:rsid w:val="00E964A1"/>
    <w:rsid w:val="00E96FB6"/>
    <w:rsid w:val="00E97B55"/>
    <w:rsid w:val="00E97CE1"/>
    <w:rsid w:val="00EA0087"/>
    <w:rsid w:val="00EA0E0F"/>
    <w:rsid w:val="00EA367E"/>
    <w:rsid w:val="00EA3B3E"/>
    <w:rsid w:val="00EA440C"/>
    <w:rsid w:val="00EA4467"/>
    <w:rsid w:val="00EA50D3"/>
    <w:rsid w:val="00EA52E7"/>
    <w:rsid w:val="00EA5D42"/>
    <w:rsid w:val="00EA5EEA"/>
    <w:rsid w:val="00EA64B1"/>
    <w:rsid w:val="00EA76F1"/>
    <w:rsid w:val="00EB059C"/>
    <w:rsid w:val="00EB0D37"/>
    <w:rsid w:val="00EB1B46"/>
    <w:rsid w:val="00EB24E0"/>
    <w:rsid w:val="00EB7AD6"/>
    <w:rsid w:val="00EB7FB0"/>
    <w:rsid w:val="00EC0CAA"/>
    <w:rsid w:val="00EC0DB1"/>
    <w:rsid w:val="00EC12C4"/>
    <w:rsid w:val="00EC3936"/>
    <w:rsid w:val="00EC39F7"/>
    <w:rsid w:val="00EC4FBF"/>
    <w:rsid w:val="00EC556C"/>
    <w:rsid w:val="00EC5E02"/>
    <w:rsid w:val="00EC619A"/>
    <w:rsid w:val="00ED048A"/>
    <w:rsid w:val="00ED1D2C"/>
    <w:rsid w:val="00ED292B"/>
    <w:rsid w:val="00ED49C0"/>
    <w:rsid w:val="00ED5050"/>
    <w:rsid w:val="00ED5CAB"/>
    <w:rsid w:val="00ED7779"/>
    <w:rsid w:val="00EE12EC"/>
    <w:rsid w:val="00EE22AD"/>
    <w:rsid w:val="00EE713D"/>
    <w:rsid w:val="00EF008D"/>
    <w:rsid w:val="00EF0A5E"/>
    <w:rsid w:val="00EF1999"/>
    <w:rsid w:val="00EF2EC0"/>
    <w:rsid w:val="00EF440B"/>
    <w:rsid w:val="00EF575A"/>
    <w:rsid w:val="00EF7A9A"/>
    <w:rsid w:val="00F00BE2"/>
    <w:rsid w:val="00F10F88"/>
    <w:rsid w:val="00F13431"/>
    <w:rsid w:val="00F13C6A"/>
    <w:rsid w:val="00F14842"/>
    <w:rsid w:val="00F15251"/>
    <w:rsid w:val="00F15D0A"/>
    <w:rsid w:val="00F17280"/>
    <w:rsid w:val="00F23679"/>
    <w:rsid w:val="00F24171"/>
    <w:rsid w:val="00F24AD3"/>
    <w:rsid w:val="00F27489"/>
    <w:rsid w:val="00F30E49"/>
    <w:rsid w:val="00F31465"/>
    <w:rsid w:val="00F31DCA"/>
    <w:rsid w:val="00F33E40"/>
    <w:rsid w:val="00F3604C"/>
    <w:rsid w:val="00F3636A"/>
    <w:rsid w:val="00F37F86"/>
    <w:rsid w:val="00F4264F"/>
    <w:rsid w:val="00F43EFD"/>
    <w:rsid w:val="00F44FF3"/>
    <w:rsid w:val="00F47577"/>
    <w:rsid w:val="00F501F8"/>
    <w:rsid w:val="00F53A1E"/>
    <w:rsid w:val="00F549F0"/>
    <w:rsid w:val="00F55018"/>
    <w:rsid w:val="00F55FED"/>
    <w:rsid w:val="00F6120E"/>
    <w:rsid w:val="00F703B9"/>
    <w:rsid w:val="00F70999"/>
    <w:rsid w:val="00F71121"/>
    <w:rsid w:val="00F719D7"/>
    <w:rsid w:val="00F72110"/>
    <w:rsid w:val="00F7526F"/>
    <w:rsid w:val="00F75D6B"/>
    <w:rsid w:val="00F76FB4"/>
    <w:rsid w:val="00F8018A"/>
    <w:rsid w:val="00F80886"/>
    <w:rsid w:val="00F81149"/>
    <w:rsid w:val="00F82068"/>
    <w:rsid w:val="00F83F4E"/>
    <w:rsid w:val="00F8406A"/>
    <w:rsid w:val="00F855D4"/>
    <w:rsid w:val="00F8658F"/>
    <w:rsid w:val="00F86A4F"/>
    <w:rsid w:val="00F9368B"/>
    <w:rsid w:val="00F9747E"/>
    <w:rsid w:val="00FA0728"/>
    <w:rsid w:val="00FA4204"/>
    <w:rsid w:val="00FA7F82"/>
    <w:rsid w:val="00FB00A6"/>
    <w:rsid w:val="00FB0924"/>
    <w:rsid w:val="00FB2441"/>
    <w:rsid w:val="00FB4171"/>
    <w:rsid w:val="00FC22D7"/>
    <w:rsid w:val="00FC26FC"/>
    <w:rsid w:val="00FC28E7"/>
    <w:rsid w:val="00FC5BD7"/>
    <w:rsid w:val="00FD0CB3"/>
    <w:rsid w:val="00FD0FD8"/>
    <w:rsid w:val="00FD18B4"/>
    <w:rsid w:val="00FD248C"/>
    <w:rsid w:val="00FD270A"/>
    <w:rsid w:val="00FD27AD"/>
    <w:rsid w:val="00FD3720"/>
    <w:rsid w:val="00FD383F"/>
    <w:rsid w:val="00FD44FF"/>
    <w:rsid w:val="00FD7336"/>
    <w:rsid w:val="00FD74A1"/>
    <w:rsid w:val="00FD75CB"/>
    <w:rsid w:val="00FD7660"/>
    <w:rsid w:val="00FE08B7"/>
    <w:rsid w:val="00FE0990"/>
    <w:rsid w:val="00FE19F0"/>
    <w:rsid w:val="00FE285D"/>
    <w:rsid w:val="00FF1F44"/>
    <w:rsid w:val="00FF2012"/>
    <w:rsid w:val="00FF24C8"/>
    <w:rsid w:val="00FF25A6"/>
    <w:rsid w:val="00FF2D7E"/>
    <w:rsid w:val="00FF4850"/>
    <w:rsid w:val="00FF6522"/>
    <w:rsid w:val="00FF67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1"/>
    </o:shapelayout>
  </w:shapeDefaults>
  <w:decimalSymbol w:val="."/>
  <w:listSeparator w:val=","/>
  <w14:docId w14:val="4C88CDB2"/>
  <w15:chartTrackingRefBased/>
  <w15:docId w15:val="{C1F3D727-04AC-42F8-BF94-F75FE3A18D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semiHidden/>
    <w:unhideWhenUsed/>
    <w:rsid w:val="009E0DA7"/>
    <w:rPr>
      <w:strike w:val="0"/>
      <w:dstrike w:val="0"/>
      <w:color w:val="000000"/>
      <w:u w:val="none"/>
      <w:effect w:val="none"/>
    </w:rPr>
  </w:style>
  <w:style w:type="paragraph" w:styleId="NormalWeb">
    <w:name w:val="Normal (Web)"/>
    <w:basedOn w:val="Normal"/>
    <w:uiPriority w:val="99"/>
    <w:semiHidden/>
    <w:unhideWhenUsed/>
    <w:rsid w:val="009E0DA7"/>
    <w:pPr>
      <w:spacing w:after="0" w:line="240" w:lineRule="auto"/>
      <w:ind w:firstLine="990"/>
      <w:jc w:val="both"/>
    </w:pPr>
    <w:rPr>
      <w:rFonts w:ascii="Times New Roman" w:eastAsia="Times New Roman" w:hAnsi="Times New Roman"/>
      <w:color w:val="000000"/>
      <w:sz w:val="24"/>
      <w:szCs w:val="24"/>
      <w:lang w:eastAsia="bg-BG"/>
    </w:rPr>
  </w:style>
  <w:style w:type="table" w:styleId="TableGrid">
    <w:name w:val="Table Grid"/>
    <w:basedOn w:val="TableNormal"/>
    <w:uiPriority w:val="59"/>
    <w:rsid w:val="00966E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95B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B95BED"/>
    <w:rPr>
      <w:rFonts w:ascii="Tahoma" w:hAnsi="Tahoma" w:cs="Tahoma"/>
      <w:sz w:val="16"/>
      <w:szCs w:val="16"/>
    </w:rPr>
  </w:style>
  <w:style w:type="character" w:styleId="CommentReference">
    <w:name w:val="annotation reference"/>
    <w:uiPriority w:val="99"/>
    <w:semiHidden/>
    <w:unhideWhenUsed/>
    <w:rsid w:val="00B95BE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95BE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B95BE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95BED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B95BED"/>
    <w:rPr>
      <w:b/>
      <w:bCs/>
      <w:sz w:val="20"/>
      <w:szCs w:val="20"/>
    </w:rPr>
  </w:style>
  <w:style w:type="paragraph" w:styleId="ListParagraph">
    <w:name w:val="List Paragraph"/>
    <w:basedOn w:val="Normal"/>
    <w:uiPriority w:val="99"/>
    <w:qFormat/>
    <w:rsid w:val="00B95BE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B28F3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7B28F3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7B28F3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7B28F3"/>
    <w:rPr>
      <w:sz w:val="22"/>
      <w:szCs w:val="22"/>
      <w:lang w:eastAsia="en-US"/>
    </w:rPr>
  </w:style>
  <w:style w:type="paragraph" w:styleId="FootnoteText">
    <w:name w:val="footnote text"/>
    <w:basedOn w:val="Normal"/>
    <w:link w:val="FootnoteTextChar"/>
    <w:uiPriority w:val="99"/>
    <w:unhideWhenUsed/>
    <w:rsid w:val="00F70999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rsid w:val="00F70999"/>
    <w:rPr>
      <w:lang w:eastAsia="en-US"/>
    </w:rPr>
  </w:style>
  <w:style w:type="character" w:styleId="FootnoteReference">
    <w:name w:val="footnote reference"/>
    <w:aliases w:val="Footnote symbol,Appel note de bas de p,SUPERS,Nota,(NECG) Footnote Reference,Voetnootverwijzing,Footnote Reference Superscript,BVI fnr,Lábjegyzet-hivatkozás,L?bjegyzet-hivatkoz?s,Char1 Char Char Char Char,ftref,Fussnot"/>
    <w:unhideWhenUsed/>
    <w:rsid w:val="00F70999"/>
    <w:rPr>
      <w:vertAlign w:val="superscript"/>
    </w:rPr>
  </w:style>
  <w:style w:type="paragraph" w:styleId="Revision">
    <w:name w:val="Revision"/>
    <w:hidden/>
    <w:uiPriority w:val="99"/>
    <w:semiHidden/>
    <w:rsid w:val="000A6F1B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141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2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447080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675D8F-A81B-419F-844C-4280E65E7F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8</Pages>
  <Words>2586</Words>
  <Characters>14746</Characters>
  <Application>Microsoft Office Word</Application>
  <DocSecurity>0</DocSecurity>
  <Lines>122</Lines>
  <Paragraphs>34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>CM</Company>
  <LinksUpToDate>false</LinksUpToDate>
  <CharactersWithSpaces>17298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Кирил Езекиев</dc:creator>
  <cp:keywords/>
  <cp:lastModifiedBy>Hristo Yordanov</cp:lastModifiedBy>
  <cp:revision>8</cp:revision>
  <cp:lastPrinted>2016-02-03T08:50:00Z</cp:lastPrinted>
  <dcterms:created xsi:type="dcterms:W3CDTF">2024-10-09T12:54:00Z</dcterms:created>
  <dcterms:modified xsi:type="dcterms:W3CDTF">2024-10-14T12:33:00Z</dcterms:modified>
</cp:coreProperties>
</file>